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094" w:rsidRPr="00615892" w:rsidRDefault="00AC0094" w:rsidP="00615892">
      <w:pPr>
        <w:keepNext/>
        <w:spacing w:line="360" w:lineRule="auto"/>
        <w:ind w:left="5528"/>
        <w:jc w:val="left"/>
        <w:outlineLvl w:val="0"/>
        <w:rPr>
          <w:szCs w:val="20"/>
        </w:rPr>
      </w:pPr>
      <w:r>
        <w:rPr>
          <w:szCs w:val="20"/>
        </w:rPr>
        <w:t>ЗАТВЕРДЖЕНО</w:t>
      </w:r>
    </w:p>
    <w:p w:rsidR="00AC0094" w:rsidRPr="009449C2" w:rsidRDefault="00AC0094" w:rsidP="00615892">
      <w:pPr>
        <w:spacing w:line="360" w:lineRule="auto"/>
        <w:ind w:left="5528"/>
        <w:jc w:val="left"/>
        <w:rPr>
          <w:szCs w:val="20"/>
        </w:rPr>
      </w:pPr>
      <w:r>
        <w:rPr>
          <w:szCs w:val="20"/>
        </w:rPr>
        <w:t>Р</w:t>
      </w:r>
      <w:r w:rsidRPr="009449C2">
        <w:rPr>
          <w:szCs w:val="20"/>
        </w:rPr>
        <w:t xml:space="preserve">озпорядження голови </w:t>
      </w:r>
    </w:p>
    <w:p w:rsidR="00AC0094" w:rsidRPr="009449C2" w:rsidRDefault="00AC0094" w:rsidP="00615892">
      <w:pPr>
        <w:spacing w:line="360" w:lineRule="auto"/>
        <w:ind w:left="5528"/>
        <w:jc w:val="left"/>
        <w:rPr>
          <w:szCs w:val="20"/>
        </w:rPr>
      </w:pPr>
      <w:r w:rsidRPr="009449C2">
        <w:rPr>
          <w:szCs w:val="20"/>
        </w:rPr>
        <w:t xml:space="preserve">обласної державної адміністрації </w:t>
      </w:r>
    </w:p>
    <w:p w:rsidR="00AC0094" w:rsidRPr="00A300BF" w:rsidRDefault="00AC0094" w:rsidP="00615892">
      <w:pPr>
        <w:spacing w:line="360" w:lineRule="auto"/>
        <w:ind w:left="5528"/>
        <w:jc w:val="left"/>
        <w:rPr>
          <w:lang w:val="en-US"/>
        </w:rPr>
      </w:pPr>
      <w:r w:rsidRPr="00A300BF">
        <w:rPr>
          <w:szCs w:val="20"/>
        </w:rPr>
        <w:t>10.</w:t>
      </w:r>
      <w:r>
        <w:rPr>
          <w:szCs w:val="20"/>
        </w:rPr>
        <w:t>08.</w:t>
      </w:r>
      <w:r w:rsidRPr="009449C2">
        <w:rPr>
          <w:szCs w:val="20"/>
        </w:rPr>
        <w:t>201</w:t>
      </w:r>
      <w:r>
        <w:rPr>
          <w:szCs w:val="20"/>
        </w:rPr>
        <w:t>8</w:t>
      </w:r>
      <w:r w:rsidRPr="009449C2">
        <w:rPr>
          <w:szCs w:val="20"/>
        </w:rPr>
        <w:t xml:space="preserve"> № </w:t>
      </w:r>
      <w:r>
        <w:rPr>
          <w:szCs w:val="20"/>
          <w:lang w:val="en-US"/>
        </w:rPr>
        <w:t>520</w:t>
      </w:r>
    </w:p>
    <w:p w:rsidR="00AC0094" w:rsidRDefault="00AC0094" w:rsidP="00A87FE6">
      <w:pPr>
        <w:rPr>
          <w:sz w:val="16"/>
          <w:szCs w:val="16"/>
        </w:rPr>
      </w:pPr>
    </w:p>
    <w:p w:rsidR="00AC0094" w:rsidRDefault="00AC0094" w:rsidP="00A87FE6">
      <w:r w:rsidRPr="00496178">
        <w:t xml:space="preserve">ПЕРЕЛІК </w:t>
      </w:r>
    </w:p>
    <w:p w:rsidR="00AC0094" w:rsidRDefault="00AC0094" w:rsidP="00615892">
      <w:pPr>
        <w:spacing w:after="120"/>
      </w:pPr>
      <w:r w:rsidRPr="00496178">
        <w:t xml:space="preserve">постів радіаційного і хімічного спостереження </w:t>
      </w:r>
      <w:r>
        <w:t xml:space="preserve">на території Волинської </w:t>
      </w:r>
      <w:r w:rsidRPr="00496178">
        <w:t xml:space="preserve">області </w:t>
      </w:r>
      <w:r>
        <w:t>і</w:t>
      </w:r>
      <w:r w:rsidRPr="00496178">
        <w:t xml:space="preserve"> їх єдин</w:t>
      </w:r>
      <w:r>
        <w:t>а нумерація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6"/>
        <w:gridCol w:w="1932"/>
        <w:gridCol w:w="900"/>
        <w:gridCol w:w="3707"/>
        <w:gridCol w:w="2953"/>
      </w:tblGrid>
      <w:tr w:rsidR="00AC0094" w:rsidRPr="00510DB7" w:rsidTr="00615892">
        <w:trPr>
          <w:tblHeader/>
        </w:trPr>
        <w:tc>
          <w:tcPr>
            <w:tcW w:w="516" w:type="dxa"/>
            <w:vAlign w:val="center"/>
          </w:tcPr>
          <w:p w:rsidR="00AC0094" w:rsidRPr="00510DB7" w:rsidRDefault="00AC0094" w:rsidP="00472BF4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№</w:t>
            </w:r>
          </w:p>
          <w:p w:rsidR="00AC0094" w:rsidRPr="00510DB7" w:rsidRDefault="00AC0094" w:rsidP="00472BF4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з/п</w:t>
            </w:r>
          </w:p>
        </w:tc>
        <w:tc>
          <w:tcPr>
            <w:tcW w:w="1932" w:type="dxa"/>
            <w:vAlign w:val="center"/>
          </w:tcPr>
          <w:p w:rsidR="00AC0094" w:rsidRPr="00510DB7" w:rsidRDefault="00AC0094" w:rsidP="00895F57">
            <w:pPr>
              <w:ind w:right="-108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Найменування адміністративно-територіальної одиниці</w:t>
            </w:r>
          </w:p>
        </w:tc>
        <w:tc>
          <w:tcPr>
            <w:tcW w:w="900" w:type="dxa"/>
            <w:vAlign w:val="center"/>
          </w:tcPr>
          <w:p w:rsidR="00AC0094" w:rsidRPr="00510DB7" w:rsidRDefault="00AC0094" w:rsidP="00510DB7">
            <w:pPr>
              <w:ind w:left="-196" w:right="-141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№</w:t>
            </w:r>
          </w:p>
          <w:p w:rsidR="00AC0094" w:rsidRPr="00510DB7" w:rsidRDefault="00AC0094" w:rsidP="00510DB7">
            <w:pPr>
              <w:ind w:left="-87" w:right="-123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 xml:space="preserve">ПРХС згідно </w:t>
            </w:r>
            <w:r>
              <w:rPr>
                <w:sz w:val="24"/>
                <w:szCs w:val="24"/>
              </w:rPr>
              <w:t xml:space="preserve">з </w:t>
            </w:r>
            <w:r w:rsidRPr="00510DB7">
              <w:rPr>
                <w:sz w:val="24"/>
                <w:szCs w:val="24"/>
              </w:rPr>
              <w:t>єдино</w:t>
            </w:r>
            <w:r>
              <w:rPr>
                <w:sz w:val="24"/>
                <w:szCs w:val="24"/>
              </w:rPr>
              <w:t>ю</w:t>
            </w:r>
            <w:r w:rsidRPr="00510DB7">
              <w:rPr>
                <w:sz w:val="24"/>
                <w:szCs w:val="24"/>
              </w:rPr>
              <w:t xml:space="preserve"> нумера</w:t>
            </w:r>
            <w:r>
              <w:rPr>
                <w:sz w:val="24"/>
                <w:szCs w:val="24"/>
              </w:rPr>
              <w:t>-</w:t>
            </w:r>
            <w:r w:rsidRPr="00510DB7">
              <w:rPr>
                <w:sz w:val="24"/>
                <w:szCs w:val="24"/>
              </w:rPr>
              <w:t>ці</w:t>
            </w:r>
            <w:r>
              <w:rPr>
                <w:sz w:val="24"/>
                <w:szCs w:val="24"/>
              </w:rPr>
              <w:t>єю</w:t>
            </w:r>
          </w:p>
        </w:tc>
        <w:tc>
          <w:tcPr>
            <w:tcW w:w="3707" w:type="dxa"/>
            <w:vAlign w:val="center"/>
          </w:tcPr>
          <w:p w:rsidR="00AC0094" w:rsidRPr="00510DB7" w:rsidRDefault="00AC0094" w:rsidP="00510DB7">
            <w:pPr>
              <w:ind w:left="-114" w:right="-105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Назва підприємства, установи, організації, на базі якої розгортаються ПРХС</w:t>
            </w:r>
          </w:p>
        </w:tc>
        <w:tc>
          <w:tcPr>
            <w:tcW w:w="2953" w:type="dxa"/>
            <w:vAlign w:val="center"/>
          </w:tcPr>
          <w:p w:rsidR="00AC0094" w:rsidRPr="00510DB7" w:rsidRDefault="00AC0094" w:rsidP="00510DB7">
            <w:pPr>
              <w:ind w:left="-114" w:right="-105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Місцезнаходження ПРХС, адреса</w:t>
            </w:r>
          </w:p>
        </w:tc>
      </w:tr>
      <w:tr w:rsidR="00AC0094" w:rsidRPr="00510DB7" w:rsidTr="00615892">
        <w:tc>
          <w:tcPr>
            <w:tcW w:w="3348" w:type="dxa"/>
            <w:gridSpan w:val="3"/>
          </w:tcPr>
          <w:p w:rsidR="00AC0094" w:rsidRPr="00510DB7" w:rsidRDefault="00AC0094" w:rsidP="00472BF4">
            <w:pPr>
              <w:rPr>
                <w:b/>
                <w:sz w:val="24"/>
                <w:szCs w:val="24"/>
              </w:rPr>
            </w:pPr>
            <w:r w:rsidRPr="00510DB7">
              <w:rPr>
                <w:b/>
                <w:sz w:val="24"/>
                <w:szCs w:val="24"/>
              </w:rPr>
              <w:t>міста: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953" w:type="dxa"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601225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Луцьк</w:t>
            </w:r>
          </w:p>
        </w:tc>
        <w:tc>
          <w:tcPr>
            <w:tcW w:w="900" w:type="dxa"/>
          </w:tcPr>
          <w:p w:rsidR="00AC0094" w:rsidRPr="00510DB7" w:rsidRDefault="00AC0094" w:rsidP="00601225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Управління з питань цивільного захисту облдержадміністрації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м. Луцьк, вул.</w:t>
            </w:r>
            <w:r>
              <w:rPr>
                <w:szCs w:val="28"/>
              </w:rPr>
              <w:t> </w:t>
            </w:r>
            <w:r w:rsidRPr="00510DB7">
              <w:rPr>
                <w:sz w:val="24"/>
                <w:szCs w:val="24"/>
              </w:rPr>
              <w:t>Теремнівська, 85а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601225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601225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ДПРЧ-1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м.Луцьк, вул.</w:t>
            </w:r>
            <w:r>
              <w:rPr>
                <w:szCs w:val="28"/>
              </w:rPr>
              <w:t> </w:t>
            </w:r>
            <w:r w:rsidRPr="00510DB7">
              <w:rPr>
                <w:sz w:val="24"/>
                <w:szCs w:val="24"/>
              </w:rPr>
              <w:t>Електроапаратна, 6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601225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601225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1/3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ДПРЧ-2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Луцьк,</w:t>
            </w:r>
            <w:r>
              <w:rPr>
                <w:sz w:val="24"/>
                <w:szCs w:val="24"/>
              </w:rPr>
              <w:t xml:space="preserve"> </w:t>
            </w:r>
            <w:r w:rsidRPr="00510DB7">
              <w:rPr>
                <w:sz w:val="24"/>
                <w:szCs w:val="24"/>
              </w:rPr>
              <w:t>вул.Тарасова, 17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95BB5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95BB5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1/4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Сільськогосподарське приватне підприємство «Злата»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 xml:space="preserve">м.Луцьк, 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вул.Дубнівська, 18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95BB5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95BB5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1/5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ПАТ «Луцький пивзавод»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 xml:space="preserve">м.Луцьк, 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и</w:t>
            </w:r>
            <w:r w:rsidRPr="00510DB7">
              <w:rPr>
                <w:sz w:val="24"/>
                <w:szCs w:val="24"/>
              </w:rPr>
              <w:t>нниченка, 69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4A2F84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2.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м.Володимир-Волинський</w:t>
            </w:r>
          </w:p>
        </w:tc>
        <w:tc>
          <w:tcPr>
            <w:tcW w:w="900" w:type="dxa"/>
          </w:tcPr>
          <w:p w:rsidR="00AC0094" w:rsidRPr="00510DB7" w:rsidRDefault="00AC0094" w:rsidP="004A2F84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2/1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ДПРЧ-7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м.Володимир-Волинський,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вул.Коперника, 2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2/2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Володимир-Волинський об’єднаний районний військовий комісаріат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 xml:space="preserve">м.Володимир-Волинський, 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вул. Січових Стрільців, 3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3.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м.Ковель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3/1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ДПРЧ-4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м.Ковель,</w:t>
            </w:r>
            <w:r>
              <w:rPr>
                <w:sz w:val="24"/>
                <w:szCs w:val="24"/>
              </w:rPr>
              <w:t xml:space="preserve"> </w:t>
            </w:r>
            <w:r w:rsidRPr="00510DB7">
              <w:rPr>
                <w:sz w:val="24"/>
                <w:szCs w:val="24"/>
              </w:rPr>
              <w:t>вул.Міцкевича, 23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3/2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ДПРЧ-19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Ковель,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вул.Відродження, 1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3/3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Ковельська філія ТзОВ «Топ-Трейд»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Ков</w:t>
            </w:r>
            <w:r>
              <w:rPr>
                <w:sz w:val="24"/>
                <w:szCs w:val="24"/>
              </w:rPr>
              <w:t>ель, вул.</w:t>
            </w:r>
            <w:r w:rsidRPr="00510DB7">
              <w:rPr>
                <w:sz w:val="24"/>
                <w:szCs w:val="24"/>
              </w:rPr>
              <w:t>Володимирська, 156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3/4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ТзОВ «Калина»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Ковель , 2-й пров. Ватутіна, 6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4.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895F57">
            <w:pPr>
              <w:ind w:right="-108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м.Нововолинськ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4/1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ДПРЧ-5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м.Нововолинськ,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Винниченка, 8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4/2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Нововолинський об’єднаний районний військовий комісаріат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м.Нововолинськ,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Кобзаря, 63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4/3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Цех забою та переробки птиці ТзОВ «Птахокомплекс «Губин» АПГ «Пан Курчак»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м.</w:t>
            </w:r>
            <w:r>
              <w:rPr>
                <w:sz w:val="24"/>
                <w:szCs w:val="24"/>
              </w:rPr>
              <w:t>Нововолинськ, вул.</w:t>
            </w:r>
            <w:r w:rsidRPr="00510DB7">
              <w:rPr>
                <w:sz w:val="24"/>
                <w:szCs w:val="24"/>
              </w:rPr>
              <w:t>Сокальська, 30</w:t>
            </w:r>
          </w:p>
        </w:tc>
      </w:tr>
      <w:tr w:rsidR="00AC0094" w:rsidRPr="00510DB7" w:rsidTr="00615892">
        <w:tc>
          <w:tcPr>
            <w:tcW w:w="3348" w:type="dxa"/>
            <w:gridSpan w:val="3"/>
          </w:tcPr>
          <w:p w:rsidR="00AC0094" w:rsidRPr="00510DB7" w:rsidRDefault="00AC0094" w:rsidP="00510DB7">
            <w:pPr>
              <w:ind w:right="-113"/>
              <w:rPr>
                <w:b/>
                <w:sz w:val="24"/>
                <w:szCs w:val="24"/>
              </w:rPr>
            </w:pPr>
            <w:r w:rsidRPr="00510DB7">
              <w:rPr>
                <w:b/>
                <w:sz w:val="24"/>
                <w:szCs w:val="24"/>
              </w:rPr>
              <w:t>райони: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rPr>
                <w:sz w:val="24"/>
                <w:szCs w:val="24"/>
              </w:rPr>
            </w:pP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rPr>
                <w:sz w:val="24"/>
                <w:szCs w:val="24"/>
              </w:rPr>
            </w:pP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5.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Володимир-Волинський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5/1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 xml:space="preserve">Володимир-волинська міжрайонна </w:t>
            </w:r>
            <w:r>
              <w:rPr>
                <w:sz w:val="24"/>
                <w:szCs w:val="24"/>
              </w:rPr>
              <w:t>д</w:t>
            </w:r>
            <w:r w:rsidRPr="00510DB7">
              <w:rPr>
                <w:sz w:val="24"/>
                <w:szCs w:val="24"/>
              </w:rPr>
              <w:t>ержавна лабораторія ветеринарної медицини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м.Володимир-Волинський,</w:t>
            </w:r>
          </w:p>
          <w:p w:rsidR="00AC0094" w:rsidRPr="00510DB7" w:rsidRDefault="00AC0094" w:rsidP="00510DB7">
            <w:pPr>
              <w:ind w:left="-39"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Зимнівська, 143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5/2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Метеостанція Володимир-Волинський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Володимир-Волинський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6.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Горохівський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6/1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ДПРЧ-9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Горохів,</w:t>
            </w:r>
            <w:r>
              <w:rPr>
                <w:sz w:val="24"/>
                <w:szCs w:val="24"/>
              </w:rPr>
              <w:t xml:space="preserve"> вул.</w:t>
            </w:r>
            <w:r w:rsidRPr="00510DB7">
              <w:rPr>
                <w:sz w:val="24"/>
                <w:szCs w:val="24"/>
              </w:rPr>
              <w:t>Козацька, 61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6/2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ДПРЧ-22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Берестечко,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Будьонного, 23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6/3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Горохівський районний військовий комісаріат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Горохів,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І. Сливки, 20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6/4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 xml:space="preserve">Горохівська міжрайонна </w:t>
            </w:r>
            <w:r>
              <w:rPr>
                <w:sz w:val="24"/>
                <w:szCs w:val="24"/>
              </w:rPr>
              <w:t>д</w:t>
            </w:r>
            <w:r w:rsidRPr="00510DB7">
              <w:rPr>
                <w:sz w:val="24"/>
                <w:szCs w:val="24"/>
              </w:rPr>
              <w:t>ержавна лабораторія ветеринарної медицини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Горохів,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Берестецька, 7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7.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Іваничівський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7/1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ДПРЧ-18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смт Іваничі,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Заводська, 26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7/2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Іваничівський районний військовий комісаріат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смт Іваничі,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Незалежності, 14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8.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Камінь-Каширський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8/1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ДПРЧ-8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Камінь-Каширський,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Народів, 2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8/2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Камінь-Каширський районний військовий комісаріат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Камінь-Каширський,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пров.</w:t>
            </w:r>
            <w:r w:rsidRPr="00510DB7">
              <w:rPr>
                <w:sz w:val="24"/>
                <w:szCs w:val="24"/>
              </w:rPr>
              <w:t>Шевченка, 6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  <w:vAlign w:val="center"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8/3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 xml:space="preserve">Камінь-Каширська міжрайонна </w:t>
            </w:r>
            <w:r>
              <w:rPr>
                <w:sz w:val="24"/>
                <w:szCs w:val="24"/>
              </w:rPr>
              <w:t>д</w:t>
            </w:r>
            <w:r w:rsidRPr="00510DB7">
              <w:rPr>
                <w:sz w:val="24"/>
                <w:szCs w:val="24"/>
              </w:rPr>
              <w:t>ержавна лабораторія ветеринарної медицини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Камінь-Каширський,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Чапаєва, 4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9.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Ківерцівський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9/1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ДПРЧ-6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Ківерці,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Ковельська, 8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9/2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Ківерцівський районний військовий комісаріат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left="-39"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Ківерці,</w:t>
            </w:r>
            <w:r>
              <w:rPr>
                <w:sz w:val="24"/>
                <w:szCs w:val="24"/>
              </w:rPr>
              <w:t xml:space="preserve"> вул.</w:t>
            </w:r>
            <w:r w:rsidRPr="00510DB7">
              <w:rPr>
                <w:sz w:val="24"/>
                <w:szCs w:val="24"/>
              </w:rPr>
              <w:t>Воїнів Інтернаціоналістів, 6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10.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Ковельський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10/1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ДПРП-21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смт Голоби,</w:t>
            </w:r>
            <w:r>
              <w:rPr>
                <w:sz w:val="24"/>
                <w:szCs w:val="24"/>
              </w:rPr>
              <w:t xml:space="preserve"> вул.</w:t>
            </w:r>
            <w:r w:rsidRPr="00510DB7">
              <w:rPr>
                <w:sz w:val="24"/>
                <w:szCs w:val="24"/>
              </w:rPr>
              <w:t>Горького, 3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10/2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Ковельський об’єднаний міський військовий комісаріат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Ковель,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Грушевського,14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10/3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 xml:space="preserve">Ковельська міжрайонна </w:t>
            </w:r>
            <w:r>
              <w:rPr>
                <w:sz w:val="24"/>
                <w:szCs w:val="24"/>
              </w:rPr>
              <w:t>д</w:t>
            </w:r>
            <w:r w:rsidRPr="00510DB7">
              <w:rPr>
                <w:sz w:val="24"/>
                <w:szCs w:val="24"/>
              </w:rPr>
              <w:t>ержавна лабораторія ветеринарної медицини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Ковель,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Шевченка, 86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11.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Локачинський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11/1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ДПРЧ-15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смт Локачі,</w:t>
            </w:r>
            <w:r>
              <w:rPr>
                <w:sz w:val="24"/>
                <w:szCs w:val="24"/>
              </w:rPr>
              <w:t xml:space="preserve"> вул.</w:t>
            </w:r>
            <w:r w:rsidRPr="00510DB7">
              <w:rPr>
                <w:sz w:val="24"/>
                <w:szCs w:val="24"/>
              </w:rPr>
              <w:t>Степова, 5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11/2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Локачинський районний військовий комісаріат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смт Локачі,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вул. 1 Травня, 38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12.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Луцький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12/1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ДПРП-20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смт Торчин, вул.</w:t>
            </w:r>
            <w:r w:rsidRPr="00510DB7">
              <w:rPr>
                <w:sz w:val="24"/>
                <w:szCs w:val="24"/>
              </w:rPr>
              <w:t>Незалежності, 68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12/2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ПрАТ «Волиньхолдінг»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  <w:r w:rsidRPr="00510DB7">
              <w:rPr>
                <w:sz w:val="24"/>
                <w:szCs w:val="24"/>
              </w:rPr>
              <w:t xml:space="preserve">Смолигів, </w:t>
            </w: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Лісова, 4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12/3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 xml:space="preserve">Державна установа «Волинська регіональна </w:t>
            </w:r>
            <w:r>
              <w:rPr>
                <w:sz w:val="24"/>
                <w:szCs w:val="24"/>
              </w:rPr>
              <w:t>д</w:t>
            </w:r>
            <w:r w:rsidRPr="00510DB7">
              <w:rPr>
                <w:sz w:val="24"/>
                <w:szCs w:val="24"/>
              </w:rPr>
              <w:t>ержавна лабораторія Держпродспоживслужби»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Луцьк,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Поліська Січ, 12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13.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Любешівський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13/1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ДПРЧ-12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смт Любешів,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Бондаренка, 84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13/2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Любешівський об’єднаний районний військовий комісаріат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смт Любешів,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Свободи, 35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ind w:right="-122"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13/3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 xml:space="preserve">Любешівська районна </w:t>
            </w:r>
            <w:r>
              <w:rPr>
                <w:sz w:val="24"/>
                <w:szCs w:val="24"/>
              </w:rPr>
              <w:t>д</w:t>
            </w:r>
            <w:r w:rsidRPr="00510DB7">
              <w:rPr>
                <w:sz w:val="24"/>
                <w:szCs w:val="24"/>
              </w:rPr>
              <w:t>ержавна лікарня ветеринарної медицини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смт Любешів, вул.Маяковського, 4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14.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Любомльський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14/1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ДПРЧ-10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Любомль,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вул.1-го травня, 16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14/2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ДПРП-24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  <w:r w:rsidRPr="00510DB7">
              <w:rPr>
                <w:sz w:val="24"/>
                <w:szCs w:val="24"/>
              </w:rPr>
              <w:t>Старовойтове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14/3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Любомльський районний військовий комісаріат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Любомль,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Незалежності, 45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15.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Маневицький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15/1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 w:rsidRPr="00510DB7">
              <w:rPr>
                <w:color w:val="000000"/>
                <w:sz w:val="24"/>
                <w:szCs w:val="24"/>
              </w:rPr>
              <w:t>ДПРЧ-13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 w:rsidRPr="00510DB7">
              <w:rPr>
                <w:color w:val="000000"/>
                <w:sz w:val="24"/>
                <w:szCs w:val="24"/>
              </w:rPr>
              <w:t>смт Маневичі,</w:t>
            </w:r>
          </w:p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</w:t>
            </w:r>
            <w:r w:rsidRPr="00510DB7">
              <w:rPr>
                <w:color w:val="000000"/>
                <w:sz w:val="24"/>
                <w:szCs w:val="24"/>
              </w:rPr>
              <w:t>Комарова, 21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15/2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 w:rsidRPr="00510DB7">
              <w:rPr>
                <w:color w:val="000000"/>
                <w:sz w:val="24"/>
                <w:szCs w:val="24"/>
              </w:rPr>
              <w:t>Маневицький районний військовий комісаріат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 w:rsidRPr="00510DB7">
              <w:rPr>
                <w:color w:val="000000"/>
                <w:sz w:val="24"/>
                <w:szCs w:val="24"/>
              </w:rPr>
              <w:t>смт Маневичі,</w:t>
            </w:r>
          </w:p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</w:t>
            </w:r>
            <w:r w:rsidRPr="00510DB7">
              <w:rPr>
                <w:color w:val="000000"/>
                <w:sz w:val="24"/>
                <w:szCs w:val="24"/>
              </w:rPr>
              <w:t>А. Снітка, 11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15/3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База ТзОВ «Агрофрукт» ЛТД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 w:rsidRPr="00510DB7">
              <w:rPr>
                <w:color w:val="000000"/>
                <w:sz w:val="24"/>
                <w:szCs w:val="24"/>
              </w:rPr>
              <w:t xml:space="preserve">смт Маневичі, </w:t>
            </w:r>
          </w:p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</w:t>
            </w:r>
            <w:r w:rsidRPr="00510DB7">
              <w:rPr>
                <w:color w:val="000000"/>
                <w:sz w:val="24"/>
                <w:szCs w:val="24"/>
              </w:rPr>
              <w:t>Луцька, 3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15/4</w:t>
            </w:r>
            <w:bookmarkStart w:id="0" w:name="_GoBack"/>
            <w:bookmarkEnd w:id="0"/>
          </w:p>
        </w:tc>
        <w:tc>
          <w:tcPr>
            <w:tcW w:w="3707" w:type="dxa"/>
            <w:vAlign w:val="center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 xml:space="preserve">Маневицька районна </w:t>
            </w:r>
            <w:r>
              <w:rPr>
                <w:sz w:val="24"/>
                <w:szCs w:val="24"/>
              </w:rPr>
              <w:t>д</w:t>
            </w:r>
            <w:r w:rsidRPr="00510DB7">
              <w:rPr>
                <w:sz w:val="24"/>
                <w:szCs w:val="24"/>
              </w:rPr>
              <w:t>ержавна лікарня ветеринарної медицини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 w:rsidRPr="00510DB7">
              <w:rPr>
                <w:color w:val="000000"/>
                <w:sz w:val="24"/>
                <w:szCs w:val="24"/>
              </w:rPr>
              <w:t>смт Маневичі,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</w:t>
            </w:r>
            <w:r w:rsidRPr="00510DB7">
              <w:rPr>
                <w:color w:val="000000"/>
                <w:sz w:val="24"/>
                <w:szCs w:val="24"/>
              </w:rPr>
              <w:t>Комарова, 36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16.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Ратнівський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color w:val="000000"/>
                <w:sz w:val="24"/>
                <w:szCs w:val="24"/>
              </w:rPr>
            </w:pPr>
            <w:r w:rsidRPr="00510DB7">
              <w:rPr>
                <w:color w:val="000000"/>
                <w:sz w:val="24"/>
                <w:szCs w:val="24"/>
              </w:rPr>
              <w:t>16/1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 w:rsidRPr="00510DB7">
              <w:rPr>
                <w:color w:val="000000"/>
                <w:sz w:val="24"/>
                <w:szCs w:val="24"/>
              </w:rPr>
              <w:t>ДПРЧ-14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 w:rsidRPr="00510DB7">
              <w:rPr>
                <w:color w:val="000000"/>
                <w:sz w:val="24"/>
                <w:szCs w:val="24"/>
              </w:rPr>
              <w:t>смт Ратне,</w:t>
            </w:r>
          </w:p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</w:t>
            </w:r>
            <w:r w:rsidRPr="00510DB7">
              <w:rPr>
                <w:color w:val="000000"/>
                <w:sz w:val="24"/>
                <w:szCs w:val="24"/>
              </w:rPr>
              <w:t>Центральна, 9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color w:val="000000"/>
                <w:sz w:val="24"/>
                <w:szCs w:val="24"/>
              </w:rPr>
            </w:pPr>
            <w:r w:rsidRPr="00510DB7">
              <w:rPr>
                <w:color w:val="000000"/>
                <w:sz w:val="24"/>
                <w:szCs w:val="24"/>
              </w:rPr>
              <w:t>16/2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Ратнівський районний військовий комісаріат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 w:rsidRPr="00510DB7">
              <w:rPr>
                <w:color w:val="000000"/>
                <w:sz w:val="24"/>
                <w:szCs w:val="24"/>
              </w:rPr>
              <w:t>смт Ратне,</w:t>
            </w:r>
          </w:p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</w:t>
            </w:r>
            <w:r w:rsidRPr="00510DB7">
              <w:rPr>
                <w:color w:val="000000"/>
                <w:sz w:val="24"/>
                <w:szCs w:val="24"/>
              </w:rPr>
              <w:t>Шевченка, 26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color w:val="000000"/>
                <w:sz w:val="24"/>
                <w:szCs w:val="24"/>
              </w:rPr>
            </w:pPr>
            <w:r w:rsidRPr="00510DB7">
              <w:rPr>
                <w:color w:val="000000"/>
                <w:sz w:val="24"/>
                <w:szCs w:val="24"/>
              </w:rPr>
              <w:t>16/3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ПрАТ «Ратнівський молокозавод»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 w:rsidRPr="00510DB7">
              <w:rPr>
                <w:color w:val="000000"/>
                <w:sz w:val="24"/>
                <w:szCs w:val="24"/>
              </w:rPr>
              <w:t xml:space="preserve">смт Ратне, </w:t>
            </w:r>
          </w:p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</w:t>
            </w:r>
            <w:r w:rsidRPr="00510DB7">
              <w:rPr>
                <w:color w:val="000000"/>
                <w:sz w:val="24"/>
                <w:szCs w:val="24"/>
              </w:rPr>
              <w:t>Шевченка, 47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17.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Рожищенський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17/1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ДПРЧ-3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 xml:space="preserve">смт Дубище, 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Зелена, 45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17/2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Рожищенський районний військовий комісаріат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Рожище,</w:t>
            </w:r>
            <w:r>
              <w:rPr>
                <w:sz w:val="24"/>
                <w:szCs w:val="24"/>
              </w:rPr>
              <w:t xml:space="preserve"> вул.</w:t>
            </w:r>
            <w:r w:rsidRPr="00510DB7">
              <w:rPr>
                <w:sz w:val="24"/>
                <w:szCs w:val="24"/>
              </w:rPr>
              <w:t>Гетьмана Мазепи, 108а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17/3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ТОВ «Терра Фуд» Рожищенський сирзавод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м.Рожище, вул.</w:t>
            </w:r>
            <w:r w:rsidRPr="00510DB7">
              <w:rPr>
                <w:sz w:val="24"/>
                <w:szCs w:val="24"/>
              </w:rPr>
              <w:t>Чайковського, 20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18.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895F57">
            <w:pPr>
              <w:ind w:right="-108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Старовижівський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18/1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 xml:space="preserve">ДПРЧ-16 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смт Стара Вижівка,</w:t>
            </w:r>
            <w:r w:rsidRPr="00510DB7">
              <w:t xml:space="preserve"> </w:t>
            </w: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 xml:space="preserve">Жовтнева, 20 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18/2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Старовижівський районний військовий комісаріат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смт Стара Вижівка,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Тиха, 22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19.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Турійський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19/1</w:t>
            </w:r>
          </w:p>
        </w:tc>
        <w:tc>
          <w:tcPr>
            <w:tcW w:w="3707" w:type="dxa"/>
            <w:shd w:val="clear" w:color="auto" w:fill="FFFFFF"/>
          </w:tcPr>
          <w:p w:rsidR="00AC0094" w:rsidRPr="00510DB7" w:rsidRDefault="00AC0094" w:rsidP="00510DB7">
            <w:pPr>
              <w:ind w:right="-113"/>
              <w:jc w:val="left"/>
              <w:rPr>
                <w:color w:val="000000"/>
                <w:sz w:val="24"/>
                <w:szCs w:val="24"/>
              </w:rPr>
            </w:pPr>
            <w:r w:rsidRPr="00510DB7">
              <w:rPr>
                <w:bCs/>
                <w:sz w:val="24"/>
                <w:szCs w:val="24"/>
              </w:rPr>
              <w:t>ДПРЧ-17</w:t>
            </w:r>
          </w:p>
        </w:tc>
        <w:tc>
          <w:tcPr>
            <w:tcW w:w="2953" w:type="dxa"/>
            <w:shd w:val="clear" w:color="auto" w:fill="FFFFFF"/>
          </w:tcPr>
          <w:p w:rsidR="00AC0094" w:rsidRPr="00510DB7" w:rsidRDefault="00AC0094" w:rsidP="00510DB7">
            <w:pPr>
              <w:ind w:right="-113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смт Турійськ, вул.</w:t>
            </w:r>
            <w:r w:rsidRPr="00510DB7">
              <w:rPr>
                <w:bCs/>
                <w:sz w:val="24"/>
                <w:szCs w:val="24"/>
              </w:rPr>
              <w:t>Володимирська, 2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19/2</w:t>
            </w:r>
          </w:p>
        </w:tc>
        <w:tc>
          <w:tcPr>
            <w:tcW w:w="3707" w:type="dxa"/>
            <w:shd w:val="clear" w:color="auto" w:fill="FFFFFF"/>
          </w:tcPr>
          <w:p w:rsidR="00AC0094" w:rsidRPr="00510DB7" w:rsidRDefault="00AC0094" w:rsidP="00510DB7">
            <w:pPr>
              <w:ind w:right="-113"/>
              <w:jc w:val="left"/>
              <w:rPr>
                <w:bCs/>
                <w:sz w:val="24"/>
                <w:szCs w:val="24"/>
              </w:rPr>
            </w:pPr>
            <w:r w:rsidRPr="00510DB7">
              <w:rPr>
                <w:bCs/>
                <w:sz w:val="24"/>
                <w:szCs w:val="24"/>
              </w:rPr>
              <w:t>Турійський районний військовий комісаріат</w:t>
            </w:r>
          </w:p>
        </w:tc>
        <w:tc>
          <w:tcPr>
            <w:tcW w:w="2953" w:type="dxa"/>
            <w:shd w:val="clear" w:color="auto" w:fill="FFFFFF"/>
          </w:tcPr>
          <w:p w:rsidR="00AC0094" w:rsidRPr="00510DB7" w:rsidRDefault="00AC0094" w:rsidP="00510DB7">
            <w:pPr>
              <w:ind w:right="-113"/>
              <w:jc w:val="left"/>
              <w:rPr>
                <w:bCs/>
                <w:sz w:val="24"/>
                <w:szCs w:val="24"/>
              </w:rPr>
            </w:pPr>
            <w:r w:rsidRPr="00510DB7">
              <w:rPr>
                <w:bCs/>
                <w:sz w:val="24"/>
                <w:szCs w:val="24"/>
              </w:rPr>
              <w:t>смт Турійськ,</w:t>
            </w:r>
          </w:p>
          <w:p w:rsidR="00AC0094" w:rsidRPr="00510DB7" w:rsidRDefault="00AC0094" w:rsidP="00510DB7">
            <w:pPr>
              <w:ind w:right="-113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вул.</w:t>
            </w:r>
            <w:r w:rsidRPr="00510DB7">
              <w:rPr>
                <w:bCs/>
                <w:sz w:val="24"/>
                <w:szCs w:val="24"/>
              </w:rPr>
              <w:t>Дубівська, 3</w:t>
            </w:r>
          </w:p>
        </w:tc>
      </w:tr>
      <w:tr w:rsidR="00AC0094" w:rsidRPr="00510DB7" w:rsidTr="00615892">
        <w:tc>
          <w:tcPr>
            <w:tcW w:w="516" w:type="dxa"/>
            <w:vMerge w:val="restart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20.</w:t>
            </w:r>
          </w:p>
        </w:tc>
        <w:tc>
          <w:tcPr>
            <w:tcW w:w="1932" w:type="dxa"/>
            <w:vMerge w:val="restart"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Шацький</w:t>
            </w: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20/1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  <w:lang w:eastAsia="ru-RU"/>
              </w:rPr>
            </w:pPr>
            <w:r w:rsidRPr="00510DB7">
              <w:rPr>
                <w:sz w:val="24"/>
                <w:szCs w:val="24"/>
                <w:lang w:eastAsia="ru-RU"/>
              </w:rPr>
              <w:t>ДПРЧ-11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  <w:lang w:eastAsia="ru-RU"/>
              </w:rPr>
            </w:pPr>
            <w:r w:rsidRPr="00510DB7">
              <w:rPr>
                <w:sz w:val="24"/>
                <w:szCs w:val="24"/>
                <w:lang w:eastAsia="ru-RU"/>
              </w:rPr>
              <w:t xml:space="preserve">смт Шацьк, 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вул.</w:t>
            </w:r>
            <w:r w:rsidRPr="00510DB7">
              <w:rPr>
                <w:sz w:val="24"/>
                <w:szCs w:val="24"/>
                <w:lang w:eastAsia="ru-RU"/>
              </w:rPr>
              <w:t>17 Вересня, 17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20/2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  <w:lang w:eastAsia="ru-RU"/>
              </w:rPr>
            </w:pPr>
            <w:r w:rsidRPr="00510DB7">
              <w:rPr>
                <w:sz w:val="24"/>
                <w:szCs w:val="24"/>
                <w:lang w:eastAsia="ru-RU"/>
              </w:rPr>
              <w:t>Шацький районний військовий комісаріат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  <w:lang w:eastAsia="ru-RU"/>
              </w:rPr>
            </w:pPr>
            <w:r w:rsidRPr="00510DB7">
              <w:rPr>
                <w:sz w:val="24"/>
                <w:szCs w:val="24"/>
                <w:lang w:eastAsia="ru-RU"/>
              </w:rPr>
              <w:t>смт Шацьк,</w:t>
            </w:r>
          </w:p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вул.</w:t>
            </w:r>
            <w:r w:rsidRPr="00510DB7">
              <w:rPr>
                <w:sz w:val="24"/>
                <w:szCs w:val="24"/>
                <w:lang w:eastAsia="ru-RU"/>
              </w:rPr>
              <w:t>Шевченка, 2</w:t>
            </w:r>
          </w:p>
        </w:tc>
      </w:tr>
      <w:tr w:rsidR="00AC0094" w:rsidRPr="00510DB7" w:rsidTr="00615892">
        <w:tc>
          <w:tcPr>
            <w:tcW w:w="516" w:type="dxa"/>
            <w:vMerge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C0094" w:rsidRPr="00510DB7" w:rsidRDefault="00AC0094" w:rsidP="00510DB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0094" w:rsidRPr="00510DB7" w:rsidRDefault="00AC0094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20/3</w:t>
            </w:r>
          </w:p>
        </w:tc>
        <w:tc>
          <w:tcPr>
            <w:tcW w:w="3707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  <w:lang w:eastAsia="ru-RU"/>
              </w:rPr>
            </w:pPr>
            <w:r w:rsidRPr="00510DB7">
              <w:rPr>
                <w:sz w:val="24"/>
                <w:szCs w:val="24"/>
                <w:lang w:eastAsia="ru-RU"/>
              </w:rPr>
              <w:t>Метеостанція Світязь</w:t>
            </w:r>
          </w:p>
        </w:tc>
        <w:tc>
          <w:tcPr>
            <w:tcW w:w="2953" w:type="dxa"/>
          </w:tcPr>
          <w:p w:rsidR="00AC0094" w:rsidRPr="00510DB7" w:rsidRDefault="00AC0094" w:rsidP="00510DB7">
            <w:pPr>
              <w:ind w:right="-113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</w:t>
            </w:r>
            <w:r w:rsidRPr="00510DB7">
              <w:rPr>
                <w:sz w:val="24"/>
                <w:szCs w:val="24"/>
                <w:lang w:eastAsia="ru-RU"/>
              </w:rPr>
              <w:t>Світязь</w:t>
            </w:r>
          </w:p>
        </w:tc>
      </w:tr>
    </w:tbl>
    <w:p w:rsidR="00AC0094" w:rsidRDefault="00AC0094">
      <w:pPr>
        <w:rPr>
          <w:sz w:val="24"/>
          <w:szCs w:val="24"/>
        </w:rPr>
      </w:pPr>
    </w:p>
    <w:sectPr w:rsidR="00AC0094" w:rsidSect="0061589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094" w:rsidRDefault="00AC0094" w:rsidP="001A01E8">
      <w:r>
        <w:separator/>
      </w:r>
    </w:p>
  </w:endnote>
  <w:endnote w:type="continuationSeparator" w:id="0">
    <w:p w:rsidR="00AC0094" w:rsidRDefault="00AC0094" w:rsidP="001A0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094" w:rsidRDefault="00AC0094" w:rsidP="001A01E8">
      <w:r>
        <w:separator/>
      </w:r>
    </w:p>
  </w:footnote>
  <w:footnote w:type="continuationSeparator" w:id="0">
    <w:p w:rsidR="00AC0094" w:rsidRDefault="00AC0094" w:rsidP="001A01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094" w:rsidRPr="001A01E8" w:rsidRDefault="00AC0094">
    <w:pPr>
      <w:pStyle w:val="Header"/>
      <w:rPr>
        <w:sz w:val="24"/>
      </w:rPr>
    </w:pPr>
    <w:r w:rsidRPr="001A01E8">
      <w:rPr>
        <w:sz w:val="24"/>
      </w:rPr>
      <w:fldChar w:fldCharType="begin"/>
    </w:r>
    <w:r w:rsidRPr="001A01E8">
      <w:rPr>
        <w:sz w:val="24"/>
      </w:rPr>
      <w:instrText>PAGE   \* MERGEFORMAT</w:instrText>
    </w:r>
    <w:r w:rsidRPr="001A01E8">
      <w:rPr>
        <w:sz w:val="24"/>
      </w:rPr>
      <w:fldChar w:fldCharType="separate"/>
    </w:r>
    <w:r>
      <w:rPr>
        <w:noProof/>
        <w:sz w:val="24"/>
      </w:rPr>
      <w:t>3</w:t>
    </w:r>
    <w:r w:rsidRPr="001A01E8">
      <w:rPr>
        <w:sz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39CA"/>
    <w:rsid w:val="000814D2"/>
    <w:rsid w:val="001A01E8"/>
    <w:rsid w:val="001E2368"/>
    <w:rsid w:val="002539CA"/>
    <w:rsid w:val="00310893"/>
    <w:rsid w:val="0034598E"/>
    <w:rsid w:val="0037329F"/>
    <w:rsid w:val="00390103"/>
    <w:rsid w:val="003927CD"/>
    <w:rsid w:val="003A61C2"/>
    <w:rsid w:val="003B2488"/>
    <w:rsid w:val="003C5136"/>
    <w:rsid w:val="003D25C7"/>
    <w:rsid w:val="003D71EA"/>
    <w:rsid w:val="003E312E"/>
    <w:rsid w:val="003E3C7D"/>
    <w:rsid w:val="00405BEE"/>
    <w:rsid w:val="00460EE9"/>
    <w:rsid w:val="00472BF4"/>
    <w:rsid w:val="00483069"/>
    <w:rsid w:val="00496178"/>
    <w:rsid w:val="004A2F84"/>
    <w:rsid w:val="004C10F5"/>
    <w:rsid w:val="004E0CAA"/>
    <w:rsid w:val="004F4CC6"/>
    <w:rsid w:val="004F7955"/>
    <w:rsid w:val="00502645"/>
    <w:rsid w:val="00510DB7"/>
    <w:rsid w:val="00545F3B"/>
    <w:rsid w:val="0056762B"/>
    <w:rsid w:val="005A1028"/>
    <w:rsid w:val="005C4328"/>
    <w:rsid w:val="00601225"/>
    <w:rsid w:val="00615892"/>
    <w:rsid w:val="00652B69"/>
    <w:rsid w:val="00665DD1"/>
    <w:rsid w:val="00680D4C"/>
    <w:rsid w:val="007360C9"/>
    <w:rsid w:val="0076388A"/>
    <w:rsid w:val="007B364F"/>
    <w:rsid w:val="0087448D"/>
    <w:rsid w:val="00895F57"/>
    <w:rsid w:val="008F1DB4"/>
    <w:rsid w:val="009010E8"/>
    <w:rsid w:val="0092600B"/>
    <w:rsid w:val="009422A1"/>
    <w:rsid w:val="009449C2"/>
    <w:rsid w:val="009511ED"/>
    <w:rsid w:val="009A1DE8"/>
    <w:rsid w:val="00A300BF"/>
    <w:rsid w:val="00A87FE6"/>
    <w:rsid w:val="00AC0094"/>
    <w:rsid w:val="00AE36D4"/>
    <w:rsid w:val="00B5747D"/>
    <w:rsid w:val="00BA0798"/>
    <w:rsid w:val="00BE6499"/>
    <w:rsid w:val="00C347CA"/>
    <w:rsid w:val="00C44E67"/>
    <w:rsid w:val="00CC38E3"/>
    <w:rsid w:val="00CD2AEF"/>
    <w:rsid w:val="00CE3755"/>
    <w:rsid w:val="00D46565"/>
    <w:rsid w:val="00D81A1E"/>
    <w:rsid w:val="00D95BB5"/>
    <w:rsid w:val="00DB1ECA"/>
    <w:rsid w:val="00DB29A2"/>
    <w:rsid w:val="00DC2575"/>
    <w:rsid w:val="00DE6849"/>
    <w:rsid w:val="00E1644E"/>
    <w:rsid w:val="00F14235"/>
    <w:rsid w:val="00F169A1"/>
    <w:rsid w:val="00F94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DB4"/>
    <w:pPr>
      <w:jc w:val="center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732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"/>
    <w:basedOn w:val="Normal"/>
    <w:uiPriority w:val="99"/>
    <w:rsid w:val="007360C9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Знак"/>
    <w:basedOn w:val="Normal"/>
    <w:uiPriority w:val="99"/>
    <w:rsid w:val="00C44E67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1A01E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A01E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A01E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A01E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6229</TotalTime>
  <Pages>3</Pages>
  <Words>715</Words>
  <Characters>4082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A.Evtuh</cp:lastModifiedBy>
  <cp:revision>19</cp:revision>
  <dcterms:created xsi:type="dcterms:W3CDTF">2018-07-05T07:47:00Z</dcterms:created>
  <dcterms:modified xsi:type="dcterms:W3CDTF">2018-08-13T06:00:00Z</dcterms:modified>
</cp:coreProperties>
</file>