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323" w:rsidRPr="007F4F06" w:rsidRDefault="002F3323" w:rsidP="006B188C">
      <w:pPr>
        <w:tabs>
          <w:tab w:val="left" w:pos="5355"/>
        </w:tabs>
        <w:jc w:val="both"/>
        <w:rPr>
          <w:b/>
          <w:sz w:val="2"/>
          <w:szCs w:val="2"/>
          <w:lang w:val="en-US"/>
        </w:rPr>
      </w:pPr>
      <w:r>
        <w:rPr>
          <w:b/>
          <w:sz w:val="28"/>
          <w:szCs w:val="28"/>
          <w:lang w:val="en-US"/>
        </w:rPr>
        <w:tab/>
      </w:r>
    </w:p>
    <w:p w:rsidR="002F3323" w:rsidRDefault="002F3323" w:rsidP="006B188C">
      <w:pPr>
        <w:ind w:firstLine="4536"/>
        <w:rPr>
          <w:snapToGrid w:val="0"/>
          <w:spacing w:val="8"/>
        </w:rPr>
      </w:pPr>
      <w:r w:rsidRPr="001B364A"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F3323" w:rsidRPr="007F4F06" w:rsidRDefault="002F3323" w:rsidP="006B188C">
      <w:pPr>
        <w:ind w:firstLine="4536"/>
        <w:rPr>
          <w:snapToGrid w:val="0"/>
          <w:spacing w:val="8"/>
          <w:sz w:val="16"/>
          <w:szCs w:val="16"/>
        </w:rPr>
      </w:pPr>
    </w:p>
    <w:p w:rsidR="002F3323" w:rsidRPr="001F35B4" w:rsidRDefault="002F3323" w:rsidP="006B188C">
      <w:pPr>
        <w:pStyle w:val="Heading2"/>
        <w:jc w:val="center"/>
        <w:rPr>
          <w:spacing w:val="14"/>
        </w:rPr>
      </w:pPr>
      <w:r w:rsidRPr="001F35B4">
        <w:rPr>
          <w:spacing w:val="14"/>
        </w:rPr>
        <w:t>ВОЛИНСЬКА ОБЛАСНА ДЕРЖАВНА АДМІНІСТРАЦІЯ</w:t>
      </w:r>
    </w:p>
    <w:p w:rsidR="002F3323" w:rsidRPr="00386A18" w:rsidRDefault="002F3323" w:rsidP="006B188C">
      <w:pPr>
        <w:jc w:val="center"/>
        <w:rPr>
          <w:sz w:val="28"/>
          <w:szCs w:val="28"/>
        </w:rPr>
      </w:pPr>
    </w:p>
    <w:p w:rsidR="002F3323" w:rsidRPr="009C0EA6" w:rsidRDefault="002F3323" w:rsidP="006B188C">
      <w:pPr>
        <w:jc w:val="center"/>
      </w:pPr>
      <w:r w:rsidRPr="0011031D"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</w:rPr>
        <w:t>ОЗПОРЯДЖЕННЯ</w:t>
      </w:r>
    </w:p>
    <w:p w:rsidR="002F3323" w:rsidRDefault="002F3323" w:rsidP="006B188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2F3323" w:rsidRPr="00933934" w:rsidRDefault="002F3323" w:rsidP="006B188C">
      <w:pPr>
        <w:rPr>
          <w:sz w:val="16"/>
          <w:szCs w:val="16"/>
          <w:lang w:val="en-US"/>
        </w:rPr>
      </w:pPr>
      <w:r w:rsidRPr="00933934">
        <w:rPr>
          <w:sz w:val="28"/>
          <w:szCs w:val="28"/>
          <w:lang w:val="ru-RU"/>
        </w:rPr>
        <w:t>18</w:t>
      </w:r>
      <w:r>
        <w:rPr>
          <w:sz w:val="28"/>
          <w:szCs w:val="28"/>
        </w:rPr>
        <w:t xml:space="preserve"> травня  </w:t>
      </w:r>
      <w:r w:rsidRPr="00661F9D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661F9D">
        <w:rPr>
          <w:sz w:val="28"/>
          <w:szCs w:val="28"/>
        </w:rPr>
        <w:t xml:space="preserve"> року    </w:t>
      </w:r>
      <w:r w:rsidRPr="00933934">
        <w:rPr>
          <w:sz w:val="28"/>
          <w:szCs w:val="28"/>
          <w:lang w:val="ru-RU"/>
        </w:rPr>
        <w:t xml:space="preserve">    </w:t>
      </w:r>
      <w:r w:rsidRPr="00661F9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>м.</w:t>
      </w:r>
      <w:r>
        <w:rPr>
          <w:sz w:val="28"/>
          <w:szCs w:val="28"/>
        </w:rPr>
        <w:t> </w:t>
      </w:r>
      <w:r w:rsidRPr="00661F9D">
        <w:rPr>
          <w:sz w:val="28"/>
          <w:szCs w:val="28"/>
        </w:rPr>
        <w:t xml:space="preserve">Луцьк           </w:t>
      </w:r>
      <w:r>
        <w:rPr>
          <w:sz w:val="28"/>
          <w:szCs w:val="28"/>
        </w:rPr>
        <w:t xml:space="preserve">                            </w:t>
      </w:r>
      <w:r w:rsidRPr="00933934">
        <w:rPr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  </w:t>
      </w:r>
      <w:r w:rsidRPr="00661F9D">
        <w:rPr>
          <w:sz w:val="28"/>
          <w:szCs w:val="28"/>
        </w:rPr>
        <w:t xml:space="preserve">№ </w:t>
      </w:r>
      <w:r>
        <w:rPr>
          <w:sz w:val="28"/>
          <w:szCs w:val="28"/>
          <w:lang w:val="en-US"/>
        </w:rPr>
        <w:t>287</w:t>
      </w:r>
    </w:p>
    <w:p w:rsidR="002F3323" w:rsidRPr="00CF7AA6" w:rsidRDefault="002F3323" w:rsidP="006B188C">
      <w:pPr>
        <w:rPr>
          <w:sz w:val="28"/>
          <w:szCs w:val="28"/>
        </w:rPr>
      </w:pPr>
    </w:p>
    <w:p w:rsidR="002F3323" w:rsidRPr="00CF7AA6" w:rsidRDefault="002F3323" w:rsidP="006B188C">
      <w:pPr>
        <w:rPr>
          <w:sz w:val="16"/>
          <w:szCs w:val="16"/>
        </w:rPr>
      </w:pPr>
    </w:p>
    <w:p w:rsidR="002F3323" w:rsidRPr="00491930" w:rsidRDefault="002F3323" w:rsidP="006B188C">
      <w:pPr>
        <w:jc w:val="center"/>
        <w:rPr>
          <w:sz w:val="28"/>
          <w:szCs w:val="28"/>
        </w:rPr>
      </w:pPr>
      <w:r w:rsidRPr="00661F9D">
        <w:rPr>
          <w:sz w:val="28"/>
          <w:szCs w:val="28"/>
        </w:rPr>
        <w:t>Про</w:t>
      </w:r>
      <w:r>
        <w:rPr>
          <w:sz w:val="28"/>
          <w:szCs w:val="28"/>
        </w:rPr>
        <w:t xml:space="preserve"> гуманітарну допомогу</w:t>
      </w:r>
    </w:p>
    <w:p w:rsidR="002F3323" w:rsidRDefault="002F3323" w:rsidP="006B188C">
      <w:pPr>
        <w:jc w:val="center"/>
        <w:rPr>
          <w:sz w:val="28"/>
          <w:szCs w:val="28"/>
        </w:rPr>
      </w:pPr>
    </w:p>
    <w:p w:rsidR="002F3323" w:rsidRPr="00661F9D" w:rsidRDefault="002F3323" w:rsidP="006B188C">
      <w:pPr>
        <w:jc w:val="both"/>
        <w:rPr>
          <w:b/>
          <w:sz w:val="16"/>
          <w:szCs w:val="16"/>
        </w:rPr>
      </w:pPr>
    </w:p>
    <w:p w:rsidR="002F3323" w:rsidRDefault="002F3323" w:rsidP="0084497F">
      <w:pPr>
        <w:tabs>
          <w:tab w:val="left" w:pos="709"/>
        </w:tabs>
        <w:jc w:val="both"/>
        <w:rPr>
          <w:sz w:val="28"/>
          <w:szCs w:val="28"/>
        </w:rPr>
      </w:pPr>
      <w:r w:rsidRPr="00933934">
        <w:rPr>
          <w:sz w:val="28"/>
          <w:szCs w:val="28"/>
          <w:lang w:val="ru-RU"/>
        </w:rPr>
        <w:tab/>
      </w:r>
      <w:r w:rsidRPr="00661F9D">
        <w:rPr>
          <w:sz w:val="28"/>
          <w:szCs w:val="28"/>
        </w:rPr>
        <w:t>Відповідно до статей 31, 39, 41 Закону України «Про місцеві державні адміністрації», Закону України «Про г</w:t>
      </w:r>
      <w:r>
        <w:rPr>
          <w:sz w:val="28"/>
          <w:szCs w:val="28"/>
        </w:rPr>
        <w:t xml:space="preserve">уманітарну допомогу», постанов </w:t>
      </w:r>
      <w:r w:rsidRPr="00661F9D">
        <w:rPr>
          <w:sz w:val="28"/>
          <w:szCs w:val="28"/>
        </w:rPr>
        <w:t>Кабінету Міністрів України від 25 березня 2013 року № 241 «Про затвердження Порядку взаємодії центральних і місцевих органів виконавчої влади та Національного банку щодо реалізації Закону України</w:t>
      </w:r>
      <w:r>
        <w:rPr>
          <w:sz w:val="28"/>
          <w:szCs w:val="28"/>
        </w:rPr>
        <w:t xml:space="preserve"> «Про гуманітарну допомогу»</w:t>
      </w:r>
      <w:r w:rsidRPr="00661F9D">
        <w:rPr>
          <w:sz w:val="28"/>
          <w:szCs w:val="28"/>
        </w:rPr>
        <w:t xml:space="preserve"> (зі змінами),</w:t>
      </w:r>
      <w:r w:rsidRPr="00F93EBF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</w:t>
      </w:r>
      <w:r w:rsidRPr="00F93EBF">
        <w:rPr>
          <w:sz w:val="28"/>
          <w:szCs w:val="28"/>
        </w:rPr>
        <w:t>19</w:t>
      </w:r>
      <w:r>
        <w:rPr>
          <w:sz w:val="28"/>
          <w:szCs w:val="28"/>
        </w:rPr>
        <w:t xml:space="preserve"> липня </w:t>
      </w:r>
      <w:r w:rsidRPr="00F93EBF">
        <w:rPr>
          <w:sz w:val="28"/>
          <w:szCs w:val="28"/>
        </w:rPr>
        <w:t>2006 року № 999</w:t>
      </w:r>
      <w:r>
        <w:rPr>
          <w:sz w:val="28"/>
          <w:szCs w:val="28"/>
        </w:rPr>
        <w:t xml:space="preserve"> «Про затвердження </w:t>
      </w:r>
      <w:r w:rsidRPr="00F93EBF">
        <w:rPr>
          <w:sz w:val="28"/>
          <w:szCs w:val="28"/>
        </w:rPr>
        <w:t>Порядку забезпечення інвалідів автомобілями</w:t>
      </w:r>
      <w:r>
        <w:rPr>
          <w:sz w:val="28"/>
          <w:szCs w:val="28"/>
        </w:rPr>
        <w:t>» (зі змінами)</w:t>
      </w:r>
      <w:r w:rsidRPr="00F93EBF">
        <w:rPr>
          <w:sz w:val="28"/>
          <w:szCs w:val="28"/>
        </w:rPr>
        <w:t>,</w:t>
      </w:r>
      <w:r w:rsidRPr="00661F9D">
        <w:rPr>
          <w:sz w:val="28"/>
          <w:szCs w:val="28"/>
        </w:rPr>
        <w:t xml:space="preserve"> на підставі протоколу № </w:t>
      </w:r>
      <w:r>
        <w:rPr>
          <w:sz w:val="28"/>
          <w:szCs w:val="28"/>
        </w:rPr>
        <w:t>8</w:t>
      </w:r>
      <w:r w:rsidRPr="009A0F92">
        <w:rPr>
          <w:sz w:val="28"/>
          <w:szCs w:val="28"/>
        </w:rPr>
        <w:t xml:space="preserve"> </w:t>
      </w:r>
      <w:r w:rsidRPr="00661F9D">
        <w:rPr>
          <w:sz w:val="28"/>
          <w:szCs w:val="28"/>
        </w:rPr>
        <w:t>засідання Робочої групи з питань гуманітарної допомоги при обл</w:t>
      </w:r>
      <w:r>
        <w:rPr>
          <w:sz w:val="28"/>
          <w:szCs w:val="28"/>
        </w:rPr>
        <w:t xml:space="preserve">асній </w:t>
      </w:r>
      <w:r w:rsidRPr="00661F9D">
        <w:rPr>
          <w:sz w:val="28"/>
          <w:szCs w:val="28"/>
        </w:rPr>
        <w:t>держ</w:t>
      </w:r>
      <w:r>
        <w:rPr>
          <w:sz w:val="28"/>
          <w:szCs w:val="28"/>
        </w:rPr>
        <w:t xml:space="preserve">авній адміністрації </w:t>
      </w:r>
      <w:r w:rsidRPr="00661F9D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10 травня 2018 </w:t>
      </w:r>
      <w:r w:rsidRPr="00661F9D">
        <w:rPr>
          <w:sz w:val="28"/>
          <w:szCs w:val="28"/>
        </w:rPr>
        <w:t>року:</w:t>
      </w:r>
    </w:p>
    <w:p w:rsidR="002F3323" w:rsidRPr="00115C4A" w:rsidRDefault="002F3323" w:rsidP="006B188C">
      <w:pPr>
        <w:jc w:val="both"/>
        <w:rPr>
          <w:sz w:val="8"/>
          <w:szCs w:val="8"/>
        </w:rPr>
      </w:pPr>
    </w:p>
    <w:p w:rsidR="002F3323" w:rsidRDefault="002F3323" w:rsidP="009B5235">
      <w:pPr>
        <w:ind w:left="709"/>
        <w:jc w:val="both"/>
        <w:rPr>
          <w:sz w:val="28"/>
          <w:szCs w:val="28"/>
          <w:lang w:val="ru-RU"/>
        </w:rPr>
      </w:pPr>
      <w:r w:rsidRPr="009B5235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Pr="00661F9D">
        <w:rPr>
          <w:sz w:val="28"/>
          <w:szCs w:val="28"/>
          <w:lang w:val="ru-RU"/>
        </w:rPr>
        <w:t>Визнати гуманітарною допом</w:t>
      </w:r>
      <w:r>
        <w:rPr>
          <w:sz w:val="28"/>
          <w:szCs w:val="28"/>
          <w:lang w:val="ru-RU"/>
        </w:rPr>
        <w:t>огою:</w:t>
      </w:r>
    </w:p>
    <w:p w:rsidR="002F3323" w:rsidRDefault="002F3323" w:rsidP="00A47005">
      <w:pPr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вантаж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 xml:space="preserve"> вагою до трьох тонн згідно з додатком 1;</w:t>
      </w:r>
    </w:p>
    <w:p w:rsidR="002F3323" w:rsidRDefault="002F3323" w:rsidP="00537F5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легкові автомобілі згідно з додатком 2.</w:t>
      </w:r>
    </w:p>
    <w:p w:rsidR="002F3323" w:rsidRPr="00115C4A" w:rsidRDefault="002F3323" w:rsidP="00537F54">
      <w:pPr>
        <w:ind w:firstLine="709"/>
        <w:jc w:val="both"/>
        <w:rPr>
          <w:sz w:val="8"/>
          <w:szCs w:val="8"/>
          <w:lang w:val="ru-RU"/>
        </w:rPr>
      </w:pPr>
    </w:p>
    <w:p w:rsidR="002F3323" w:rsidRPr="006D1C7F" w:rsidRDefault="002F3323" w:rsidP="00E61A6C">
      <w:pPr>
        <w:ind w:firstLine="720"/>
        <w:jc w:val="both"/>
        <w:rPr>
          <w:sz w:val="8"/>
          <w:szCs w:val="8"/>
        </w:rPr>
      </w:pPr>
    </w:p>
    <w:p w:rsidR="002F3323" w:rsidRDefault="002F3323" w:rsidP="009B52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В</w:t>
      </w:r>
      <w:r w:rsidRPr="00DB4BF0">
        <w:rPr>
          <w:sz w:val="28"/>
          <w:szCs w:val="28"/>
        </w:rPr>
        <w:t xml:space="preserve">ідділу інформаційної політики обласної державної адміністрації </w:t>
      </w:r>
      <w:r>
        <w:rPr>
          <w:sz w:val="28"/>
          <w:szCs w:val="28"/>
        </w:rPr>
        <w:t xml:space="preserve">(К.Мариневич) </w:t>
      </w:r>
      <w:r w:rsidRPr="00DB4BF0">
        <w:rPr>
          <w:sz w:val="28"/>
          <w:szCs w:val="28"/>
        </w:rPr>
        <w:t xml:space="preserve">у день </w:t>
      </w:r>
      <w:r>
        <w:rPr>
          <w:sz w:val="28"/>
          <w:szCs w:val="28"/>
        </w:rPr>
        <w:t>виданн</w:t>
      </w:r>
      <w:r w:rsidRPr="00DB4BF0">
        <w:rPr>
          <w:sz w:val="28"/>
          <w:szCs w:val="28"/>
        </w:rPr>
        <w:t>я розпорядження оприлюднити його на офіційному веб-сайті облдержадміністрації.</w:t>
      </w:r>
    </w:p>
    <w:p w:rsidR="002F3323" w:rsidRPr="006D1C7F" w:rsidRDefault="002F3323" w:rsidP="00E12A5B">
      <w:pPr>
        <w:jc w:val="both"/>
        <w:rPr>
          <w:sz w:val="8"/>
          <w:szCs w:val="8"/>
        </w:rPr>
      </w:pPr>
    </w:p>
    <w:p w:rsidR="002F3323" w:rsidRPr="00BB0A3B" w:rsidRDefault="002F3323" w:rsidP="00E12A5B">
      <w:pPr>
        <w:jc w:val="both"/>
        <w:rPr>
          <w:sz w:val="6"/>
          <w:szCs w:val="6"/>
        </w:rPr>
      </w:pPr>
    </w:p>
    <w:p w:rsidR="002F3323" w:rsidRPr="00661F9D" w:rsidRDefault="002F3323" w:rsidP="00E12A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. Контроль за виконанням </w:t>
      </w:r>
      <w:r w:rsidRPr="00661F9D">
        <w:rPr>
          <w:sz w:val="28"/>
          <w:szCs w:val="28"/>
        </w:rPr>
        <w:t>розпорядження покласти на заступника голови обла</w:t>
      </w:r>
      <w:r>
        <w:rPr>
          <w:sz w:val="28"/>
          <w:szCs w:val="28"/>
        </w:rPr>
        <w:t>сної державної адміністрації С. </w:t>
      </w:r>
      <w:r w:rsidRPr="00661F9D">
        <w:rPr>
          <w:sz w:val="28"/>
          <w:szCs w:val="28"/>
        </w:rPr>
        <w:t>Мишковець.</w:t>
      </w:r>
    </w:p>
    <w:p w:rsidR="002F3323" w:rsidRDefault="002F3323" w:rsidP="006B188C">
      <w:pPr>
        <w:spacing w:line="276" w:lineRule="auto"/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Pr="00661F9D" w:rsidRDefault="002F3323" w:rsidP="006B188C">
      <w:pPr>
        <w:jc w:val="both"/>
        <w:rPr>
          <w:sz w:val="28"/>
          <w:szCs w:val="28"/>
        </w:rPr>
      </w:pPr>
      <w:r w:rsidRPr="00661F9D">
        <w:rPr>
          <w:sz w:val="28"/>
          <w:szCs w:val="28"/>
        </w:rPr>
        <w:t xml:space="preserve">Голова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661F9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О.</w:t>
      </w:r>
      <w:r w:rsidRPr="00AA7E5C">
        <w:rPr>
          <w:b/>
          <w:sz w:val="28"/>
          <w:szCs w:val="28"/>
        </w:rPr>
        <w:t>САВЧЕНКО</w:t>
      </w:r>
      <w:r w:rsidRPr="00661F9D">
        <w:rPr>
          <w:sz w:val="28"/>
          <w:szCs w:val="28"/>
        </w:rPr>
        <w:t xml:space="preserve"> </w:t>
      </w: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Pr="00661F9D" w:rsidRDefault="002F3323" w:rsidP="006B188C">
      <w:pPr>
        <w:ind w:firstLine="720"/>
        <w:jc w:val="both"/>
        <w:rPr>
          <w:sz w:val="28"/>
          <w:szCs w:val="28"/>
        </w:rPr>
      </w:pPr>
    </w:p>
    <w:p w:rsidR="002F3323" w:rsidRPr="00CE34E8" w:rsidRDefault="002F3323" w:rsidP="006B188C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Гобод </w:t>
      </w:r>
      <w:r w:rsidRPr="00661F9D">
        <w:rPr>
          <w:sz w:val="28"/>
          <w:szCs w:val="28"/>
        </w:rPr>
        <w:t>778 </w:t>
      </w:r>
      <w:r>
        <w:rPr>
          <w:sz w:val="28"/>
          <w:szCs w:val="28"/>
        </w:rPr>
        <w:t>109</w:t>
      </w:r>
    </w:p>
    <w:p w:rsidR="002F3323" w:rsidRPr="00CE34E8" w:rsidRDefault="002F3323" w:rsidP="006B188C">
      <w:pPr>
        <w:tabs>
          <w:tab w:val="left" w:pos="4536"/>
          <w:tab w:val="left" w:pos="5245"/>
        </w:tabs>
        <w:ind w:right="-284"/>
        <w:jc w:val="both"/>
        <w:rPr>
          <w:b/>
          <w:sz w:val="28"/>
          <w:szCs w:val="28"/>
          <w:lang w:val="en-US"/>
        </w:rPr>
      </w:pPr>
    </w:p>
    <w:p w:rsidR="002F3323" w:rsidRPr="00CE34E8" w:rsidRDefault="002F3323" w:rsidP="006B188C">
      <w:pPr>
        <w:tabs>
          <w:tab w:val="left" w:pos="4536"/>
          <w:tab w:val="left" w:pos="5245"/>
        </w:tabs>
        <w:ind w:right="-284"/>
        <w:jc w:val="both"/>
        <w:rPr>
          <w:b/>
          <w:sz w:val="28"/>
          <w:szCs w:val="28"/>
          <w:lang w:val="en-US"/>
        </w:rPr>
      </w:pPr>
    </w:p>
    <w:p w:rsidR="002F3323" w:rsidRPr="007F4F06" w:rsidRDefault="002F3323" w:rsidP="007F4F06">
      <w:pPr>
        <w:tabs>
          <w:tab w:val="left" w:pos="5355"/>
        </w:tabs>
        <w:jc w:val="both"/>
        <w:rPr>
          <w:b/>
          <w:sz w:val="2"/>
          <w:szCs w:val="2"/>
          <w:lang w:val="en-US"/>
        </w:rPr>
      </w:pPr>
      <w:r>
        <w:rPr>
          <w:b/>
          <w:sz w:val="28"/>
          <w:szCs w:val="28"/>
          <w:lang w:val="en-US"/>
        </w:rPr>
        <w:tab/>
      </w:r>
    </w:p>
    <w:sectPr w:rsidR="002F3323" w:rsidRPr="007F4F06" w:rsidSect="009B5235">
      <w:headerReference w:type="even" r:id="rId8"/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323" w:rsidRDefault="002F3323">
      <w:r>
        <w:separator/>
      </w:r>
    </w:p>
  </w:endnote>
  <w:endnote w:type="continuationSeparator" w:id="0">
    <w:p w:rsidR="002F3323" w:rsidRDefault="002F33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©цUAA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323" w:rsidRDefault="002F3323">
      <w:r>
        <w:separator/>
      </w:r>
    </w:p>
  </w:footnote>
  <w:footnote w:type="continuationSeparator" w:id="0">
    <w:p w:rsidR="002F3323" w:rsidRDefault="002F33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23" w:rsidRDefault="002F3323" w:rsidP="008F5A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3323" w:rsidRDefault="002F33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323" w:rsidRDefault="002F3323" w:rsidP="008F5A8B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F3323" w:rsidRDefault="002F3323" w:rsidP="007C1144">
    <w:pPr>
      <w:pStyle w:val="Header"/>
      <w:framePr w:wrap="around" w:vAnchor="text" w:hAnchor="margin" w:xAlign="center" w:y="1"/>
      <w:rPr>
        <w:rStyle w:val="PageNumber"/>
      </w:rPr>
    </w:pPr>
  </w:p>
  <w:p w:rsidR="002F3323" w:rsidRDefault="002F33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4568"/>
    <w:multiLevelType w:val="hybridMultilevel"/>
    <w:tmpl w:val="8842B5D0"/>
    <w:lvl w:ilvl="0" w:tplc="EA4AB6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DE238BE"/>
    <w:multiLevelType w:val="hybridMultilevel"/>
    <w:tmpl w:val="0A665908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16A57D01"/>
    <w:multiLevelType w:val="hybridMultilevel"/>
    <w:tmpl w:val="D4F44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F32B04"/>
    <w:multiLevelType w:val="hybridMultilevel"/>
    <w:tmpl w:val="F210E8D0"/>
    <w:lvl w:ilvl="0" w:tplc="E03E28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322749B0"/>
    <w:multiLevelType w:val="hybridMultilevel"/>
    <w:tmpl w:val="6A0A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800ADA"/>
    <w:multiLevelType w:val="hybridMultilevel"/>
    <w:tmpl w:val="A37AF99C"/>
    <w:lvl w:ilvl="0" w:tplc="5CFA5FD4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E35C92"/>
    <w:multiLevelType w:val="hybridMultilevel"/>
    <w:tmpl w:val="1388A0DC"/>
    <w:lvl w:ilvl="0" w:tplc="35E4BE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F36"/>
    <w:rsid w:val="0000044D"/>
    <w:rsid w:val="00004F2D"/>
    <w:rsid w:val="0000565D"/>
    <w:rsid w:val="00005BFB"/>
    <w:rsid w:val="00005D4E"/>
    <w:rsid w:val="000066F8"/>
    <w:rsid w:val="00013041"/>
    <w:rsid w:val="0001777C"/>
    <w:rsid w:val="00022907"/>
    <w:rsid w:val="00030BFA"/>
    <w:rsid w:val="00041767"/>
    <w:rsid w:val="00043E15"/>
    <w:rsid w:val="00046314"/>
    <w:rsid w:val="00052345"/>
    <w:rsid w:val="00053739"/>
    <w:rsid w:val="000554F4"/>
    <w:rsid w:val="00063B2F"/>
    <w:rsid w:val="000655C3"/>
    <w:rsid w:val="000663C1"/>
    <w:rsid w:val="00070C23"/>
    <w:rsid w:val="00075C75"/>
    <w:rsid w:val="0007600B"/>
    <w:rsid w:val="00081026"/>
    <w:rsid w:val="00083C32"/>
    <w:rsid w:val="000847AC"/>
    <w:rsid w:val="0009197E"/>
    <w:rsid w:val="0009698D"/>
    <w:rsid w:val="0009724F"/>
    <w:rsid w:val="0009759A"/>
    <w:rsid w:val="000A127C"/>
    <w:rsid w:val="000A18B1"/>
    <w:rsid w:val="000A5667"/>
    <w:rsid w:val="000A756E"/>
    <w:rsid w:val="000B259C"/>
    <w:rsid w:val="000B3602"/>
    <w:rsid w:val="000B5C1A"/>
    <w:rsid w:val="000C5FCE"/>
    <w:rsid w:val="000C61B3"/>
    <w:rsid w:val="000D70CD"/>
    <w:rsid w:val="000D7613"/>
    <w:rsid w:val="000E0B51"/>
    <w:rsid w:val="000E144C"/>
    <w:rsid w:val="000F0B0A"/>
    <w:rsid w:val="000F6EAD"/>
    <w:rsid w:val="001042B7"/>
    <w:rsid w:val="001054B2"/>
    <w:rsid w:val="00110296"/>
    <w:rsid w:val="0011031D"/>
    <w:rsid w:val="00110F2E"/>
    <w:rsid w:val="00111BFA"/>
    <w:rsid w:val="00115C4A"/>
    <w:rsid w:val="00121519"/>
    <w:rsid w:val="00122022"/>
    <w:rsid w:val="00125292"/>
    <w:rsid w:val="00126456"/>
    <w:rsid w:val="00127E41"/>
    <w:rsid w:val="0013088C"/>
    <w:rsid w:val="00130C96"/>
    <w:rsid w:val="00131757"/>
    <w:rsid w:val="001330E9"/>
    <w:rsid w:val="001353D7"/>
    <w:rsid w:val="00136353"/>
    <w:rsid w:val="00137E5E"/>
    <w:rsid w:val="0014187F"/>
    <w:rsid w:val="00143153"/>
    <w:rsid w:val="00145ADA"/>
    <w:rsid w:val="001461CE"/>
    <w:rsid w:val="00155B12"/>
    <w:rsid w:val="00160080"/>
    <w:rsid w:val="00162472"/>
    <w:rsid w:val="00162645"/>
    <w:rsid w:val="00164EFC"/>
    <w:rsid w:val="00164FB2"/>
    <w:rsid w:val="00166FDF"/>
    <w:rsid w:val="001A33BE"/>
    <w:rsid w:val="001A74C8"/>
    <w:rsid w:val="001B1ED2"/>
    <w:rsid w:val="001B364A"/>
    <w:rsid w:val="001B412B"/>
    <w:rsid w:val="001B4B6B"/>
    <w:rsid w:val="001C2B38"/>
    <w:rsid w:val="001C3B6A"/>
    <w:rsid w:val="001C5C2E"/>
    <w:rsid w:val="001C7615"/>
    <w:rsid w:val="001D0A25"/>
    <w:rsid w:val="001D1510"/>
    <w:rsid w:val="001D43E7"/>
    <w:rsid w:val="001D4B28"/>
    <w:rsid w:val="001D7CC9"/>
    <w:rsid w:val="001E203D"/>
    <w:rsid w:val="001E2B97"/>
    <w:rsid w:val="001E6EC0"/>
    <w:rsid w:val="001E7A80"/>
    <w:rsid w:val="001F35B4"/>
    <w:rsid w:val="001F544D"/>
    <w:rsid w:val="00201D93"/>
    <w:rsid w:val="002111C5"/>
    <w:rsid w:val="0021303C"/>
    <w:rsid w:val="002158CF"/>
    <w:rsid w:val="002170D5"/>
    <w:rsid w:val="00217DEA"/>
    <w:rsid w:val="002206FC"/>
    <w:rsid w:val="00227EB2"/>
    <w:rsid w:val="002328A9"/>
    <w:rsid w:val="00242265"/>
    <w:rsid w:val="0025579C"/>
    <w:rsid w:val="00266574"/>
    <w:rsid w:val="00270E59"/>
    <w:rsid w:val="002718EB"/>
    <w:rsid w:val="00271943"/>
    <w:rsid w:val="00272CD4"/>
    <w:rsid w:val="00281BD9"/>
    <w:rsid w:val="00286122"/>
    <w:rsid w:val="002877A6"/>
    <w:rsid w:val="002976C3"/>
    <w:rsid w:val="002A00E7"/>
    <w:rsid w:val="002A6963"/>
    <w:rsid w:val="002A7916"/>
    <w:rsid w:val="002A7C19"/>
    <w:rsid w:val="002B798D"/>
    <w:rsid w:val="002C1E82"/>
    <w:rsid w:val="002C3233"/>
    <w:rsid w:val="002D4899"/>
    <w:rsid w:val="002D5464"/>
    <w:rsid w:val="002D6644"/>
    <w:rsid w:val="002E0F83"/>
    <w:rsid w:val="002E67EC"/>
    <w:rsid w:val="002F3323"/>
    <w:rsid w:val="002F77E0"/>
    <w:rsid w:val="00300B61"/>
    <w:rsid w:val="00302D56"/>
    <w:rsid w:val="00303F8D"/>
    <w:rsid w:val="00304D49"/>
    <w:rsid w:val="0035732B"/>
    <w:rsid w:val="00361B5D"/>
    <w:rsid w:val="0036200B"/>
    <w:rsid w:val="0036230F"/>
    <w:rsid w:val="00363D5A"/>
    <w:rsid w:val="003664C2"/>
    <w:rsid w:val="00371FA6"/>
    <w:rsid w:val="00386A18"/>
    <w:rsid w:val="003876DB"/>
    <w:rsid w:val="0039459B"/>
    <w:rsid w:val="003A29E2"/>
    <w:rsid w:val="003A68CE"/>
    <w:rsid w:val="003B075B"/>
    <w:rsid w:val="003B350A"/>
    <w:rsid w:val="003B3E90"/>
    <w:rsid w:val="003C0EEC"/>
    <w:rsid w:val="003C39A1"/>
    <w:rsid w:val="003D13C2"/>
    <w:rsid w:val="003E026F"/>
    <w:rsid w:val="003E3921"/>
    <w:rsid w:val="003E714E"/>
    <w:rsid w:val="003F510C"/>
    <w:rsid w:val="003F562A"/>
    <w:rsid w:val="003F6A75"/>
    <w:rsid w:val="00401236"/>
    <w:rsid w:val="00407537"/>
    <w:rsid w:val="00411E36"/>
    <w:rsid w:val="004176B4"/>
    <w:rsid w:val="004215FA"/>
    <w:rsid w:val="00421917"/>
    <w:rsid w:val="004235A4"/>
    <w:rsid w:val="004273C9"/>
    <w:rsid w:val="004329D6"/>
    <w:rsid w:val="00436715"/>
    <w:rsid w:val="004403D5"/>
    <w:rsid w:val="00440A07"/>
    <w:rsid w:val="00441B56"/>
    <w:rsid w:val="00444DF1"/>
    <w:rsid w:val="00445908"/>
    <w:rsid w:val="00445F39"/>
    <w:rsid w:val="004522FB"/>
    <w:rsid w:val="004637D4"/>
    <w:rsid w:val="0046528F"/>
    <w:rsid w:val="00467465"/>
    <w:rsid w:val="00482719"/>
    <w:rsid w:val="0048352C"/>
    <w:rsid w:val="00483582"/>
    <w:rsid w:val="00491930"/>
    <w:rsid w:val="00494610"/>
    <w:rsid w:val="00494E3E"/>
    <w:rsid w:val="004A17EB"/>
    <w:rsid w:val="004A37B2"/>
    <w:rsid w:val="004A5BEF"/>
    <w:rsid w:val="004B0C04"/>
    <w:rsid w:val="004B175B"/>
    <w:rsid w:val="004B38F5"/>
    <w:rsid w:val="004B3FE0"/>
    <w:rsid w:val="004B4A1F"/>
    <w:rsid w:val="004C183D"/>
    <w:rsid w:val="004C25D1"/>
    <w:rsid w:val="004E1FB6"/>
    <w:rsid w:val="004E5758"/>
    <w:rsid w:val="004F1041"/>
    <w:rsid w:val="004F416C"/>
    <w:rsid w:val="004F57FE"/>
    <w:rsid w:val="005025B8"/>
    <w:rsid w:val="0050440B"/>
    <w:rsid w:val="00506008"/>
    <w:rsid w:val="005061D6"/>
    <w:rsid w:val="0051079D"/>
    <w:rsid w:val="005110F5"/>
    <w:rsid w:val="00512457"/>
    <w:rsid w:val="0051285B"/>
    <w:rsid w:val="00520D2A"/>
    <w:rsid w:val="0052147F"/>
    <w:rsid w:val="00530047"/>
    <w:rsid w:val="005303B0"/>
    <w:rsid w:val="00534095"/>
    <w:rsid w:val="00537C36"/>
    <w:rsid w:val="00537F54"/>
    <w:rsid w:val="00540D17"/>
    <w:rsid w:val="00546C3C"/>
    <w:rsid w:val="005523AA"/>
    <w:rsid w:val="0055248A"/>
    <w:rsid w:val="00554172"/>
    <w:rsid w:val="00556C3F"/>
    <w:rsid w:val="00562A7B"/>
    <w:rsid w:val="005755B5"/>
    <w:rsid w:val="00582C1F"/>
    <w:rsid w:val="0058464D"/>
    <w:rsid w:val="0058657C"/>
    <w:rsid w:val="00590E9E"/>
    <w:rsid w:val="005A1904"/>
    <w:rsid w:val="005A1E74"/>
    <w:rsid w:val="005B17B0"/>
    <w:rsid w:val="005B5E00"/>
    <w:rsid w:val="005C35B0"/>
    <w:rsid w:val="005D2423"/>
    <w:rsid w:val="005D4F65"/>
    <w:rsid w:val="005D58A7"/>
    <w:rsid w:val="005D6079"/>
    <w:rsid w:val="005E0A5C"/>
    <w:rsid w:val="005E3316"/>
    <w:rsid w:val="005E559D"/>
    <w:rsid w:val="005F153C"/>
    <w:rsid w:val="005F5900"/>
    <w:rsid w:val="00600DBE"/>
    <w:rsid w:val="00603E70"/>
    <w:rsid w:val="00605925"/>
    <w:rsid w:val="00621007"/>
    <w:rsid w:val="0062713B"/>
    <w:rsid w:val="00627CC9"/>
    <w:rsid w:val="006302EA"/>
    <w:rsid w:val="00637302"/>
    <w:rsid w:val="0064301C"/>
    <w:rsid w:val="00643059"/>
    <w:rsid w:val="00644544"/>
    <w:rsid w:val="00645D60"/>
    <w:rsid w:val="006525FD"/>
    <w:rsid w:val="00653D25"/>
    <w:rsid w:val="00653D90"/>
    <w:rsid w:val="006606B3"/>
    <w:rsid w:val="00661D8F"/>
    <w:rsid w:val="00661F9D"/>
    <w:rsid w:val="00664604"/>
    <w:rsid w:val="00680E10"/>
    <w:rsid w:val="006843EC"/>
    <w:rsid w:val="0068549F"/>
    <w:rsid w:val="00685549"/>
    <w:rsid w:val="00690676"/>
    <w:rsid w:val="00695B7C"/>
    <w:rsid w:val="00696145"/>
    <w:rsid w:val="006965BA"/>
    <w:rsid w:val="00697E58"/>
    <w:rsid w:val="006A5616"/>
    <w:rsid w:val="006B188C"/>
    <w:rsid w:val="006C064F"/>
    <w:rsid w:val="006C3D1C"/>
    <w:rsid w:val="006C44B9"/>
    <w:rsid w:val="006C6279"/>
    <w:rsid w:val="006D1C7F"/>
    <w:rsid w:val="006D53EC"/>
    <w:rsid w:val="006D5877"/>
    <w:rsid w:val="006E0E94"/>
    <w:rsid w:val="006F0685"/>
    <w:rsid w:val="006F2934"/>
    <w:rsid w:val="006F7BAB"/>
    <w:rsid w:val="00703602"/>
    <w:rsid w:val="00710011"/>
    <w:rsid w:val="00713081"/>
    <w:rsid w:val="007147AD"/>
    <w:rsid w:val="00716368"/>
    <w:rsid w:val="00724294"/>
    <w:rsid w:val="00731FE9"/>
    <w:rsid w:val="00735AB8"/>
    <w:rsid w:val="007373B7"/>
    <w:rsid w:val="007416A9"/>
    <w:rsid w:val="00743514"/>
    <w:rsid w:val="0074574A"/>
    <w:rsid w:val="00753DC0"/>
    <w:rsid w:val="0076068F"/>
    <w:rsid w:val="00764910"/>
    <w:rsid w:val="00764C58"/>
    <w:rsid w:val="00765708"/>
    <w:rsid w:val="00771E4F"/>
    <w:rsid w:val="0077388A"/>
    <w:rsid w:val="00780658"/>
    <w:rsid w:val="00785C5F"/>
    <w:rsid w:val="007955EF"/>
    <w:rsid w:val="0079703D"/>
    <w:rsid w:val="00797CA4"/>
    <w:rsid w:val="007A0E26"/>
    <w:rsid w:val="007A2A0D"/>
    <w:rsid w:val="007A55F3"/>
    <w:rsid w:val="007B63A7"/>
    <w:rsid w:val="007C1144"/>
    <w:rsid w:val="007C156A"/>
    <w:rsid w:val="007C4DCF"/>
    <w:rsid w:val="007D2515"/>
    <w:rsid w:val="007E044A"/>
    <w:rsid w:val="007E1192"/>
    <w:rsid w:val="007E28F5"/>
    <w:rsid w:val="007F4F06"/>
    <w:rsid w:val="0080583D"/>
    <w:rsid w:val="00816FDC"/>
    <w:rsid w:val="0082230D"/>
    <w:rsid w:val="00824813"/>
    <w:rsid w:val="00834337"/>
    <w:rsid w:val="00843399"/>
    <w:rsid w:val="0084497F"/>
    <w:rsid w:val="008458FF"/>
    <w:rsid w:val="00847003"/>
    <w:rsid w:val="00847687"/>
    <w:rsid w:val="00850E32"/>
    <w:rsid w:val="00855291"/>
    <w:rsid w:val="008569A4"/>
    <w:rsid w:val="0085740E"/>
    <w:rsid w:val="008626C5"/>
    <w:rsid w:val="0086415A"/>
    <w:rsid w:val="00872652"/>
    <w:rsid w:val="00880126"/>
    <w:rsid w:val="0088114C"/>
    <w:rsid w:val="008816D8"/>
    <w:rsid w:val="008919F4"/>
    <w:rsid w:val="008A2496"/>
    <w:rsid w:val="008A34E6"/>
    <w:rsid w:val="008B0B5A"/>
    <w:rsid w:val="008B5F44"/>
    <w:rsid w:val="008C0F36"/>
    <w:rsid w:val="008C3EA6"/>
    <w:rsid w:val="008C6A6D"/>
    <w:rsid w:val="008D1371"/>
    <w:rsid w:val="008D1C34"/>
    <w:rsid w:val="008E1F58"/>
    <w:rsid w:val="008E44D4"/>
    <w:rsid w:val="008E55C9"/>
    <w:rsid w:val="008E62A8"/>
    <w:rsid w:val="008E68F7"/>
    <w:rsid w:val="008F108F"/>
    <w:rsid w:val="008F4ECE"/>
    <w:rsid w:val="008F4FF3"/>
    <w:rsid w:val="008F5A8B"/>
    <w:rsid w:val="0090176B"/>
    <w:rsid w:val="009038CF"/>
    <w:rsid w:val="00904B43"/>
    <w:rsid w:val="00905525"/>
    <w:rsid w:val="00906D83"/>
    <w:rsid w:val="00912C75"/>
    <w:rsid w:val="00914784"/>
    <w:rsid w:val="00921832"/>
    <w:rsid w:val="009274DD"/>
    <w:rsid w:val="00933704"/>
    <w:rsid w:val="00933889"/>
    <w:rsid w:val="00933934"/>
    <w:rsid w:val="00934304"/>
    <w:rsid w:val="00937609"/>
    <w:rsid w:val="00940902"/>
    <w:rsid w:val="00947132"/>
    <w:rsid w:val="00947EF0"/>
    <w:rsid w:val="0095041D"/>
    <w:rsid w:val="009522E7"/>
    <w:rsid w:val="00954C8B"/>
    <w:rsid w:val="00961140"/>
    <w:rsid w:val="00966BB1"/>
    <w:rsid w:val="00972D21"/>
    <w:rsid w:val="00973F69"/>
    <w:rsid w:val="009803D8"/>
    <w:rsid w:val="009A0F92"/>
    <w:rsid w:val="009A3DDE"/>
    <w:rsid w:val="009A71D8"/>
    <w:rsid w:val="009B5235"/>
    <w:rsid w:val="009B63F4"/>
    <w:rsid w:val="009B70C4"/>
    <w:rsid w:val="009C0EA6"/>
    <w:rsid w:val="009D3BFF"/>
    <w:rsid w:val="009D66D5"/>
    <w:rsid w:val="009E492B"/>
    <w:rsid w:val="009E50DB"/>
    <w:rsid w:val="009F7F7D"/>
    <w:rsid w:val="00A017AE"/>
    <w:rsid w:val="00A02CB9"/>
    <w:rsid w:val="00A06324"/>
    <w:rsid w:val="00A0785D"/>
    <w:rsid w:val="00A107A6"/>
    <w:rsid w:val="00A14CA5"/>
    <w:rsid w:val="00A151AD"/>
    <w:rsid w:val="00A17C76"/>
    <w:rsid w:val="00A22CFC"/>
    <w:rsid w:val="00A246DB"/>
    <w:rsid w:val="00A40837"/>
    <w:rsid w:val="00A47005"/>
    <w:rsid w:val="00A50FF5"/>
    <w:rsid w:val="00A51C74"/>
    <w:rsid w:val="00A571DC"/>
    <w:rsid w:val="00A6146C"/>
    <w:rsid w:val="00A62AA9"/>
    <w:rsid w:val="00A6606D"/>
    <w:rsid w:val="00A74E58"/>
    <w:rsid w:val="00A752DB"/>
    <w:rsid w:val="00A77550"/>
    <w:rsid w:val="00A83CD8"/>
    <w:rsid w:val="00AA1306"/>
    <w:rsid w:val="00AA4838"/>
    <w:rsid w:val="00AA7E5C"/>
    <w:rsid w:val="00AB206B"/>
    <w:rsid w:val="00AB4250"/>
    <w:rsid w:val="00AB615F"/>
    <w:rsid w:val="00AC4885"/>
    <w:rsid w:val="00AD5D60"/>
    <w:rsid w:val="00AD651D"/>
    <w:rsid w:val="00AD7382"/>
    <w:rsid w:val="00AE22B1"/>
    <w:rsid w:val="00AF26C5"/>
    <w:rsid w:val="00AF639A"/>
    <w:rsid w:val="00B032E7"/>
    <w:rsid w:val="00B0599D"/>
    <w:rsid w:val="00B17F92"/>
    <w:rsid w:val="00B238C2"/>
    <w:rsid w:val="00B25D03"/>
    <w:rsid w:val="00B25F9F"/>
    <w:rsid w:val="00B26A81"/>
    <w:rsid w:val="00B26FBE"/>
    <w:rsid w:val="00B31202"/>
    <w:rsid w:val="00B318C1"/>
    <w:rsid w:val="00B32808"/>
    <w:rsid w:val="00B3745A"/>
    <w:rsid w:val="00B42A5B"/>
    <w:rsid w:val="00B45450"/>
    <w:rsid w:val="00B52B1C"/>
    <w:rsid w:val="00B578F3"/>
    <w:rsid w:val="00B60D7D"/>
    <w:rsid w:val="00B67366"/>
    <w:rsid w:val="00B83CA3"/>
    <w:rsid w:val="00B83E0D"/>
    <w:rsid w:val="00B84AA8"/>
    <w:rsid w:val="00B87B3B"/>
    <w:rsid w:val="00BA0CDE"/>
    <w:rsid w:val="00BA39D5"/>
    <w:rsid w:val="00BB0A3B"/>
    <w:rsid w:val="00BB61D2"/>
    <w:rsid w:val="00BB719A"/>
    <w:rsid w:val="00BC62D6"/>
    <w:rsid w:val="00BD0168"/>
    <w:rsid w:val="00BD138C"/>
    <w:rsid w:val="00BE0D80"/>
    <w:rsid w:val="00BE132C"/>
    <w:rsid w:val="00BE32FA"/>
    <w:rsid w:val="00BE36BF"/>
    <w:rsid w:val="00C164A9"/>
    <w:rsid w:val="00C20DE2"/>
    <w:rsid w:val="00C21BC0"/>
    <w:rsid w:val="00C23E30"/>
    <w:rsid w:val="00C243F1"/>
    <w:rsid w:val="00C27741"/>
    <w:rsid w:val="00C3157D"/>
    <w:rsid w:val="00C31F38"/>
    <w:rsid w:val="00C35EF7"/>
    <w:rsid w:val="00C366E7"/>
    <w:rsid w:val="00C40CBC"/>
    <w:rsid w:val="00C426F6"/>
    <w:rsid w:val="00C43A6A"/>
    <w:rsid w:val="00C43EFC"/>
    <w:rsid w:val="00C449DF"/>
    <w:rsid w:val="00C449F8"/>
    <w:rsid w:val="00C46FA2"/>
    <w:rsid w:val="00C47B6F"/>
    <w:rsid w:val="00C47D15"/>
    <w:rsid w:val="00C51E18"/>
    <w:rsid w:val="00C54733"/>
    <w:rsid w:val="00C605BA"/>
    <w:rsid w:val="00C60C80"/>
    <w:rsid w:val="00C62834"/>
    <w:rsid w:val="00C64E41"/>
    <w:rsid w:val="00C65225"/>
    <w:rsid w:val="00C66828"/>
    <w:rsid w:val="00C66FF3"/>
    <w:rsid w:val="00C70A0F"/>
    <w:rsid w:val="00C748E9"/>
    <w:rsid w:val="00C7599E"/>
    <w:rsid w:val="00C83471"/>
    <w:rsid w:val="00C8552A"/>
    <w:rsid w:val="00C85F16"/>
    <w:rsid w:val="00C90306"/>
    <w:rsid w:val="00C93356"/>
    <w:rsid w:val="00C94659"/>
    <w:rsid w:val="00C97993"/>
    <w:rsid w:val="00CB2C71"/>
    <w:rsid w:val="00CB625F"/>
    <w:rsid w:val="00CC1FE4"/>
    <w:rsid w:val="00CD104E"/>
    <w:rsid w:val="00CD2AA0"/>
    <w:rsid w:val="00CD74F9"/>
    <w:rsid w:val="00CE1E7E"/>
    <w:rsid w:val="00CE34E8"/>
    <w:rsid w:val="00CE3C66"/>
    <w:rsid w:val="00CE4DCF"/>
    <w:rsid w:val="00CE5718"/>
    <w:rsid w:val="00CF04AE"/>
    <w:rsid w:val="00CF08B3"/>
    <w:rsid w:val="00CF2ED1"/>
    <w:rsid w:val="00CF4547"/>
    <w:rsid w:val="00CF68BF"/>
    <w:rsid w:val="00CF7AA6"/>
    <w:rsid w:val="00D06B5C"/>
    <w:rsid w:val="00D1414E"/>
    <w:rsid w:val="00D1599E"/>
    <w:rsid w:val="00D179D1"/>
    <w:rsid w:val="00D20CB1"/>
    <w:rsid w:val="00D2158D"/>
    <w:rsid w:val="00D2503F"/>
    <w:rsid w:val="00D26DD6"/>
    <w:rsid w:val="00D33FFD"/>
    <w:rsid w:val="00D402E1"/>
    <w:rsid w:val="00D46BCE"/>
    <w:rsid w:val="00D478CF"/>
    <w:rsid w:val="00D56BCC"/>
    <w:rsid w:val="00D63AF4"/>
    <w:rsid w:val="00D651DF"/>
    <w:rsid w:val="00D7004A"/>
    <w:rsid w:val="00D70102"/>
    <w:rsid w:val="00D7213B"/>
    <w:rsid w:val="00D74475"/>
    <w:rsid w:val="00D82432"/>
    <w:rsid w:val="00D8668F"/>
    <w:rsid w:val="00D906B6"/>
    <w:rsid w:val="00D91BC8"/>
    <w:rsid w:val="00D93042"/>
    <w:rsid w:val="00D93C5F"/>
    <w:rsid w:val="00D979F5"/>
    <w:rsid w:val="00DA0290"/>
    <w:rsid w:val="00DB4BF0"/>
    <w:rsid w:val="00DB531C"/>
    <w:rsid w:val="00DC03AA"/>
    <w:rsid w:val="00DC2B0B"/>
    <w:rsid w:val="00DC79B8"/>
    <w:rsid w:val="00DD07CB"/>
    <w:rsid w:val="00DD330B"/>
    <w:rsid w:val="00DD45B2"/>
    <w:rsid w:val="00DE3E2A"/>
    <w:rsid w:val="00DE4113"/>
    <w:rsid w:val="00DF14D7"/>
    <w:rsid w:val="00DF2C8D"/>
    <w:rsid w:val="00DF3457"/>
    <w:rsid w:val="00DF5976"/>
    <w:rsid w:val="00E03136"/>
    <w:rsid w:val="00E050CC"/>
    <w:rsid w:val="00E074AD"/>
    <w:rsid w:val="00E12A5B"/>
    <w:rsid w:val="00E220B6"/>
    <w:rsid w:val="00E262E1"/>
    <w:rsid w:val="00E35C9A"/>
    <w:rsid w:val="00E426E0"/>
    <w:rsid w:val="00E5245C"/>
    <w:rsid w:val="00E54561"/>
    <w:rsid w:val="00E61A6C"/>
    <w:rsid w:val="00E62202"/>
    <w:rsid w:val="00E628CB"/>
    <w:rsid w:val="00E63EBC"/>
    <w:rsid w:val="00E6455F"/>
    <w:rsid w:val="00E64A96"/>
    <w:rsid w:val="00E64C31"/>
    <w:rsid w:val="00E65DEC"/>
    <w:rsid w:val="00E66101"/>
    <w:rsid w:val="00E722D5"/>
    <w:rsid w:val="00E7480E"/>
    <w:rsid w:val="00E77E0B"/>
    <w:rsid w:val="00E8340F"/>
    <w:rsid w:val="00E868DF"/>
    <w:rsid w:val="00E87AEB"/>
    <w:rsid w:val="00E92373"/>
    <w:rsid w:val="00E95B4E"/>
    <w:rsid w:val="00E96379"/>
    <w:rsid w:val="00EB0B47"/>
    <w:rsid w:val="00EB26C0"/>
    <w:rsid w:val="00EB67D4"/>
    <w:rsid w:val="00ED12A3"/>
    <w:rsid w:val="00ED5B96"/>
    <w:rsid w:val="00ED779E"/>
    <w:rsid w:val="00EE0119"/>
    <w:rsid w:val="00EE1FEF"/>
    <w:rsid w:val="00EF1001"/>
    <w:rsid w:val="00EF7C9A"/>
    <w:rsid w:val="00F036D9"/>
    <w:rsid w:val="00F038D7"/>
    <w:rsid w:val="00F04C5A"/>
    <w:rsid w:val="00F05203"/>
    <w:rsid w:val="00F15F26"/>
    <w:rsid w:val="00F2300C"/>
    <w:rsid w:val="00F24409"/>
    <w:rsid w:val="00F25273"/>
    <w:rsid w:val="00F33B76"/>
    <w:rsid w:val="00F34159"/>
    <w:rsid w:val="00F35D75"/>
    <w:rsid w:val="00F36355"/>
    <w:rsid w:val="00F51596"/>
    <w:rsid w:val="00F541BE"/>
    <w:rsid w:val="00F61B1D"/>
    <w:rsid w:val="00F657BA"/>
    <w:rsid w:val="00F773B9"/>
    <w:rsid w:val="00F77515"/>
    <w:rsid w:val="00F81769"/>
    <w:rsid w:val="00F831D5"/>
    <w:rsid w:val="00F84C11"/>
    <w:rsid w:val="00F8568F"/>
    <w:rsid w:val="00F93208"/>
    <w:rsid w:val="00F93963"/>
    <w:rsid w:val="00F93EBF"/>
    <w:rsid w:val="00F96E30"/>
    <w:rsid w:val="00F973DE"/>
    <w:rsid w:val="00FA11DD"/>
    <w:rsid w:val="00FA16C2"/>
    <w:rsid w:val="00FA1E68"/>
    <w:rsid w:val="00FA4DB6"/>
    <w:rsid w:val="00FA7B8B"/>
    <w:rsid w:val="00FB00E7"/>
    <w:rsid w:val="00FB1ECA"/>
    <w:rsid w:val="00FB23F0"/>
    <w:rsid w:val="00FC027B"/>
    <w:rsid w:val="00FC6E81"/>
    <w:rsid w:val="00FD0E15"/>
    <w:rsid w:val="00FD63C9"/>
    <w:rsid w:val="00FD7092"/>
    <w:rsid w:val="00FE22C3"/>
    <w:rsid w:val="00FE3298"/>
    <w:rsid w:val="00FE5284"/>
    <w:rsid w:val="00FE6B30"/>
    <w:rsid w:val="00FF017B"/>
    <w:rsid w:val="00FF4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F36"/>
    <w:rPr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28A9"/>
    <w:pPr>
      <w:keepNext/>
      <w:outlineLvl w:val="1"/>
    </w:pPr>
    <w:rPr>
      <w:b/>
      <w:sz w:val="28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paragraph" w:styleId="Header">
    <w:name w:val="header"/>
    <w:basedOn w:val="Normal"/>
    <w:link w:val="HeaderChar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21519"/>
    <w:rPr>
      <w:rFonts w:cs="Times New Roman"/>
      <w:sz w:val="24"/>
      <w:lang w:val="uk-UA"/>
    </w:rPr>
  </w:style>
  <w:style w:type="character" w:styleId="PageNumber">
    <w:name w:val="page number"/>
    <w:basedOn w:val="DefaultParagraphFont"/>
    <w:uiPriority w:val="99"/>
    <w:rsid w:val="008C0F3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C0F36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8C0F3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47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uk-UA" w:eastAsia="ru-RU"/>
    </w:rPr>
  </w:style>
  <w:style w:type="paragraph" w:customStyle="1" w:styleId="1">
    <w:name w:val="Знак Знак1 Знак"/>
    <w:basedOn w:val="Normal"/>
    <w:uiPriority w:val="99"/>
    <w:rsid w:val="000E144C"/>
    <w:rPr>
      <w:rFonts w:ascii="Verdana" w:hAnsi="Verdana" w:cs="Verdana"/>
      <w:sz w:val="20"/>
      <w:szCs w:val="20"/>
      <w:lang w:eastAsia="en-US"/>
    </w:rPr>
  </w:style>
  <w:style w:type="paragraph" w:customStyle="1" w:styleId="a">
    <w:name w:val="Знак Знак Знак"/>
    <w:basedOn w:val="Normal"/>
    <w:uiPriority w:val="99"/>
    <w:rsid w:val="00FB23F0"/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Знак Знак Знак Знак Знак Знак Знак Знак Знак"/>
    <w:basedOn w:val="Normal"/>
    <w:uiPriority w:val="99"/>
    <w:rsid w:val="003F510C"/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Знак Знак Знак Знак Знак Знак Знак Знак Знак1"/>
    <w:basedOn w:val="Normal"/>
    <w:uiPriority w:val="99"/>
    <w:rsid w:val="00467465"/>
    <w:rPr>
      <w:rFonts w:ascii="Verdana" w:hAnsi="Verdana" w:cs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467465"/>
    <w:rPr>
      <w:rFonts w:cs="Times New Roman"/>
      <w:color w:val="0000FF"/>
      <w:u w:val="single"/>
    </w:rPr>
  </w:style>
  <w:style w:type="paragraph" w:customStyle="1" w:styleId="a1">
    <w:name w:val="Знак Знак Знак Знак"/>
    <w:basedOn w:val="Normal"/>
    <w:uiPriority w:val="99"/>
    <w:rsid w:val="00C366E7"/>
    <w:rPr>
      <w:rFonts w:ascii="Verdana" w:eastAsia="Batang" w:hAnsi="Verdana"/>
      <w:color w:val="000000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328A9"/>
    <w:rPr>
      <w:sz w:val="28"/>
      <w:szCs w:val="20"/>
      <w:lang w:eastAsia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 w:eastAsia="ru-RU"/>
    </w:rPr>
  </w:style>
  <w:style w:type="paragraph" w:customStyle="1" w:styleId="a2">
    <w:name w:val="звернення"/>
    <w:basedOn w:val="Normal"/>
    <w:uiPriority w:val="99"/>
    <w:rsid w:val="00121519"/>
    <w:pPr>
      <w:spacing w:before="120" w:after="120"/>
      <w:jc w:val="center"/>
    </w:pPr>
    <w:rPr>
      <w:rFonts w:ascii="Arial" w:hAnsi="Arial"/>
      <w:b/>
      <w:szCs w:val="20"/>
    </w:rPr>
  </w:style>
  <w:style w:type="paragraph" w:styleId="ListParagraph">
    <w:name w:val="List Paragraph"/>
    <w:basedOn w:val="Normal"/>
    <w:uiPriority w:val="99"/>
    <w:qFormat/>
    <w:rsid w:val="00764910"/>
    <w:pPr>
      <w:ind w:left="708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5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210</Words>
  <Characters>1200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тимчасової</dc:title>
  <dc:subject/>
  <dc:creator>rada42</dc:creator>
  <cp:keywords/>
  <dc:description/>
  <cp:lastModifiedBy>A.Evtuh</cp:lastModifiedBy>
  <cp:revision>5</cp:revision>
  <cp:lastPrinted>2018-03-26T11:10:00Z</cp:lastPrinted>
  <dcterms:created xsi:type="dcterms:W3CDTF">2018-05-11T06:43:00Z</dcterms:created>
  <dcterms:modified xsi:type="dcterms:W3CDTF">2018-05-18T11:35:00Z</dcterms:modified>
</cp:coreProperties>
</file>