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EF" w:rsidRDefault="003E7EEF" w:rsidP="00C55364">
      <w:pPr>
        <w:jc w:val="center"/>
        <w:rPr>
          <w:snapToGrid w:val="0"/>
          <w:spacing w:val="8"/>
        </w:rPr>
      </w:pPr>
      <w:r w:rsidRPr="006369D8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6" o:title=""/>
          </v:shape>
        </w:pict>
      </w:r>
    </w:p>
    <w:p w:rsidR="003E7EEF" w:rsidRDefault="003E7EEF" w:rsidP="00C55364">
      <w:pPr>
        <w:jc w:val="center"/>
        <w:rPr>
          <w:b/>
          <w:bCs/>
          <w:spacing w:val="8"/>
          <w:sz w:val="16"/>
          <w:lang w:val="ru-RU"/>
        </w:rPr>
      </w:pPr>
    </w:p>
    <w:p w:rsidR="003E7EEF" w:rsidRPr="00C55364" w:rsidRDefault="003E7EEF" w:rsidP="00C55364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pacing w:val="14"/>
          <w:lang w:val="ru-RU"/>
        </w:rPr>
      </w:pPr>
      <w:r w:rsidRPr="00C55364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3E7EEF" w:rsidRPr="00C55364" w:rsidRDefault="003E7EEF" w:rsidP="00C55364">
      <w:pPr>
        <w:jc w:val="center"/>
        <w:rPr>
          <w:sz w:val="28"/>
          <w:szCs w:val="28"/>
          <w:lang w:val="ru-RU"/>
        </w:rPr>
      </w:pPr>
    </w:p>
    <w:p w:rsidR="003E7EEF" w:rsidRPr="00C55364" w:rsidRDefault="003E7EEF" w:rsidP="00C55364">
      <w:pPr>
        <w:jc w:val="center"/>
        <w:rPr>
          <w:b/>
          <w:sz w:val="32"/>
          <w:szCs w:val="32"/>
        </w:rPr>
      </w:pPr>
      <w:r w:rsidRPr="00C55364">
        <w:rPr>
          <w:b/>
          <w:sz w:val="32"/>
          <w:szCs w:val="32"/>
        </w:rPr>
        <w:t>РОЗПОРЯДЖЕННЯ</w:t>
      </w:r>
    </w:p>
    <w:p w:rsidR="003E7EEF" w:rsidRPr="00C55364" w:rsidRDefault="003E7EEF" w:rsidP="00BB6F7B">
      <w:pPr>
        <w:rPr>
          <w:sz w:val="28"/>
          <w:szCs w:val="28"/>
        </w:rPr>
      </w:pPr>
    </w:p>
    <w:p w:rsidR="003E7EEF" w:rsidRPr="003B66C7" w:rsidRDefault="003E7EEF" w:rsidP="0081325E">
      <w:pPr>
        <w:rPr>
          <w:sz w:val="28"/>
        </w:rPr>
      </w:pPr>
      <w:r>
        <w:rPr>
          <w:sz w:val="28"/>
        </w:rPr>
        <w:t xml:space="preserve">23 </w:t>
      </w:r>
      <w:r w:rsidRPr="00C94CEE">
        <w:rPr>
          <w:sz w:val="28"/>
        </w:rPr>
        <w:t>жовтня 201</w:t>
      </w:r>
      <w:r>
        <w:rPr>
          <w:sz w:val="28"/>
        </w:rPr>
        <w:t xml:space="preserve">7 року         </w:t>
      </w:r>
      <w:r w:rsidRPr="00C94CEE">
        <w:rPr>
          <w:sz w:val="28"/>
        </w:rPr>
        <w:t xml:space="preserve">         </w:t>
      </w:r>
      <w:r>
        <w:rPr>
          <w:sz w:val="28"/>
        </w:rPr>
        <w:t xml:space="preserve">      </w:t>
      </w:r>
      <w:r w:rsidRPr="00C94CEE">
        <w:rPr>
          <w:sz w:val="28"/>
        </w:rPr>
        <w:t>м.</w:t>
      </w:r>
      <w:r>
        <w:rPr>
          <w:sz w:val="28"/>
        </w:rPr>
        <w:t xml:space="preserve">Луцьк                            </w:t>
      </w:r>
      <w:r w:rsidRPr="00C94CEE">
        <w:rPr>
          <w:sz w:val="28"/>
        </w:rPr>
        <w:t xml:space="preserve">                 </w:t>
      </w:r>
      <w:r>
        <w:rPr>
          <w:sz w:val="28"/>
        </w:rPr>
        <w:t xml:space="preserve">    </w:t>
      </w:r>
      <w:r w:rsidRPr="00C94CEE">
        <w:rPr>
          <w:sz w:val="28"/>
        </w:rPr>
        <w:t>№ </w:t>
      </w:r>
      <w:r>
        <w:rPr>
          <w:sz w:val="28"/>
        </w:rPr>
        <w:t>532</w:t>
      </w:r>
    </w:p>
    <w:p w:rsidR="003E7EEF" w:rsidRPr="003B66C7" w:rsidRDefault="003E7EEF" w:rsidP="00F462E6">
      <w:pPr>
        <w:ind w:firstLine="360"/>
        <w:rPr>
          <w:sz w:val="28"/>
        </w:rPr>
      </w:pPr>
    </w:p>
    <w:p w:rsidR="003E7EEF" w:rsidRPr="003B66C7" w:rsidRDefault="003E7EEF" w:rsidP="00CF1F09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Про внесення змін до розпорядження</w:t>
      </w:r>
    </w:p>
    <w:p w:rsidR="003E7EEF" w:rsidRPr="003B66C7" w:rsidRDefault="003E7EEF" w:rsidP="00CF1F09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голови обласної державної адміністрації</w:t>
      </w:r>
    </w:p>
    <w:p w:rsidR="003E7EEF" w:rsidRPr="00401418" w:rsidRDefault="003E7EEF" w:rsidP="00CF1F09">
      <w:pPr>
        <w:pStyle w:val="BodyText"/>
        <w:spacing w:after="0"/>
        <w:ind w:left="539"/>
        <w:jc w:val="center"/>
        <w:rPr>
          <w:sz w:val="28"/>
          <w:szCs w:val="28"/>
          <w:lang w:val="uk-UA"/>
        </w:rPr>
      </w:pPr>
      <w:r w:rsidRPr="009D16C2">
        <w:rPr>
          <w:sz w:val="28"/>
          <w:szCs w:val="28"/>
          <w:lang w:val="uk-UA"/>
        </w:rPr>
        <w:t>від 01</w:t>
      </w:r>
      <w:r w:rsidRPr="003B66C7">
        <w:rPr>
          <w:sz w:val="28"/>
          <w:szCs w:val="28"/>
          <w:lang w:val="uk-UA"/>
        </w:rPr>
        <w:t xml:space="preserve"> </w:t>
      </w:r>
      <w:r w:rsidRPr="009D16C2">
        <w:rPr>
          <w:sz w:val="28"/>
          <w:szCs w:val="28"/>
          <w:lang w:val="uk-UA"/>
        </w:rPr>
        <w:t xml:space="preserve">березня 2017 року </w:t>
      </w:r>
      <w:r w:rsidRPr="00401418">
        <w:rPr>
          <w:sz w:val="28"/>
          <w:lang w:val="uk-UA"/>
        </w:rPr>
        <w:t>№</w:t>
      </w:r>
      <w:r>
        <w:rPr>
          <w:sz w:val="28"/>
        </w:rPr>
        <w:t> </w:t>
      </w:r>
      <w:r w:rsidRPr="009D16C2">
        <w:rPr>
          <w:sz w:val="28"/>
          <w:lang w:val="uk-UA"/>
        </w:rPr>
        <w:t>109</w:t>
      </w:r>
    </w:p>
    <w:p w:rsidR="003E7EEF" w:rsidRPr="00C21F5B" w:rsidRDefault="003E7EEF" w:rsidP="00C21F5B">
      <w:pPr>
        <w:jc w:val="both"/>
        <w:rPr>
          <w:sz w:val="28"/>
          <w:szCs w:val="28"/>
        </w:rPr>
      </w:pPr>
    </w:p>
    <w:p w:rsidR="003E7EEF" w:rsidRDefault="003E7EEF" w:rsidP="009D16C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3B66C7">
        <w:rPr>
          <w:sz w:val="28"/>
          <w:szCs w:val="28"/>
        </w:rPr>
        <w:t xml:space="preserve">Відповідно до статей 2, 6, 35, 41 Закону України </w:t>
      </w:r>
      <w:r>
        <w:rPr>
          <w:sz w:val="28"/>
          <w:szCs w:val="28"/>
        </w:rPr>
        <w:t>«</w:t>
      </w:r>
      <w:r w:rsidRPr="003B66C7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Pr="003B66C7">
        <w:rPr>
          <w:sz w:val="28"/>
          <w:szCs w:val="28"/>
        </w:rPr>
        <w:t>, постанови Кабінету Міністрів України від 15</w:t>
      </w:r>
      <w:r>
        <w:rPr>
          <w:sz w:val="28"/>
          <w:szCs w:val="28"/>
        </w:rPr>
        <w:t xml:space="preserve"> лютого </w:t>
      </w:r>
      <w:r w:rsidRPr="003B66C7">
        <w:rPr>
          <w:sz w:val="28"/>
          <w:szCs w:val="28"/>
        </w:rPr>
        <w:t>2002</w:t>
      </w:r>
      <w:r>
        <w:rPr>
          <w:sz w:val="28"/>
          <w:szCs w:val="28"/>
        </w:rPr>
        <w:t> року</w:t>
      </w:r>
      <w:r w:rsidRPr="003B66C7">
        <w:rPr>
          <w:sz w:val="28"/>
          <w:szCs w:val="28"/>
        </w:rPr>
        <w:t xml:space="preserve"> № 153 </w:t>
      </w:r>
      <w:r>
        <w:rPr>
          <w:sz w:val="28"/>
          <w:szCs w:val="28"/>
        </w:rPr>
        <w:t>«</w:t>
      </w:r>
      <w:r w:rsidRPr="003B66C7">
        <w:rPr>
          <w:sz w:val="28"/>
          <w:szCs w:val="28"/>
        </w:rPr>
        <w:t>Про створення єдиної системи залучення, використання та моніторингу міжнародної технічної допомоги</w:t>
      </w:r>
      <w:r>
        <w:rPr>
          <w:sz w:val="28"/>
          <w:szCs w:val="28"/>
        </w:rPr>
        <w:t xml:space="preserve">» (зі змінами і доповненнями) </w:t>
      </w:r>
      <w:r w:rsidRPr="009D16C2">
        <w:rPr>
          <w:sz w:val="28"/>
          <w:szCs w:val="28"/>
        </w:rPr>
        <w:t>внести до</w:t>
      </w:r>
      <w:r w:rsidRPr="003B66C7">
        <w:rPr>
          <w:sz w:val="28"/>
          <w:szCs w:val="28"/>
        </w:rPr>
        <w:t xml:space="preserve"> Перелік</w:t>
      </w:r>
      <w:r w:rsidRPr="009D16C2">
        <w:rPr>
          <w:sz w:val="28"/>
          <w:szCs w:val="28"/>
        </w:rPr>
        <w:t>у</w:t>
      </w:r>
      <w:r w:rsidRPr="003B66C7">
        <w:rPr>
          <w:sz w:val="28"/>
          <w:szCs w:val="28"/>
        </w:rPr>
        <w:t xml:space="preserve"> проектів міжнародної технічної допомоги, бенефіціаром за якими є обласна державна адміністрація (до пункту 1 розпорядження голови обласної державної адміністрації від </w:t>
      </w:r>
      <w:r>
        <w:rPr>
          <w:sz w:val="28"/>
          <w:szCs w:val="28"/>
        </w:rPr>
        <w:t>01</w:t>
      </w:r>
      <w:r w:rsidRPr="003B66C7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Pr="003B66C7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3B66C7">
        <w:rPr>
          <w:sz w:val="28"/>
          <w:szCs w:val="28"/>
        </w:rPr>
        <w:t xml:space="preserve"> року </w:t>
      </w:r>
      <w:r w:rsidRPr="00401418">
        <w:rPr>
          <w:sz w:val="28"/>
        </w:rPr>
        <w:t>№</w:t>
      </w:r>
      <w:r>
        <w:rPr>
          <w:sz w:val="28"/>
        </w:rPr>
        <w:t> 109</w:t>
      </w:r>
      <w:r w:rsidRPr="003B66C7">
        <w:rPr>
          <w:sz w:val="28"/>
          <w:szCs w:val="28"/>
        </w:rPr>
        <w:t xml:space="preserve">), </w:t>
      </w:r>
      <w:r>
        <w:rPr>
          <w:sz w:val="28"/>
          <w:szCs w:val="28"/>
        </w:rPr>
        <w:t>такі зміни</w:t>
      </w:r>
      <w:r w:rsidRPr="003B66C7">
        <w:rPr>
          <w:sz w:val="28"/>
          <w:szCs w:val="28"/>
        </w:rPr>
        <w:t xml:space="preserve">: </w:t>
      </w:r>
    </w:p>
    <w:p w:rsidR="003E7EEF" w:rsidRDefault="003E7EEF" w:rsidP="00661200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У позиції 2 Переліку після слів «м.Луцьк» доповнити словами</w:t>
      </w:r>
      <w:r>
        <w:rPr>
          <w:sz w:val="28"/>
          <w:szCs w:val="28"/>
        </w:rPr>
        <w:br/>
        <w:t>«- Підтримка реалізації проекту».</w:t>
      </w:r>
    </w:p>
    <w:p w:rsidR="003E7EEF" w:rsidRDefault="003E7EEF" w:rsidP="009D16C2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Доповнити перелік позицією 6 такого змісту:</w:t>
      </w:r>
    </w:p>
    <w:p w:rsidR="003E7EEF" w:rsidRPr="00983A4F" w:rsidRDefault="003E7EEF" w:rsidP="009D16C2">
      <w:pPr>
        <w:tabs>
          <w:tab w:val="left" w:pos="720"/>
        </w:tabs>
        <w:ind w:firstLine="709"/>
        <w:jc w:val="both"/>
        <w:rPr>
          <w:sz w:val="10"/>
          <w:szCs w:val="10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5400"/>
        <w:gridCol w:w="3645"/>
      </w:tblGrid>
      <w:tr w:rsidR="003E7EEF" w:rsidRPr="00E8217A" w:rsidTr="005C435F">
        <w:trPr>
          <w:trHeight w:val="781"/>
        </w:trPr>
        <w:tc>
          <w:tcPr>
            <w:tcW w:w="552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№ з/п</w:t>
            </w:r>
          </w:p>
        </w:tc>
        <w:tc>
          <w:tcPr>
            <w:tcW w:w="5402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Назва проекту</w:t>
            </w:r>
          </w:p>
          <w:p w:rsidR="003E7EEF" w:rsidRPr="00E8217A" w:rsidRDefault="003E7EEF" w:rsidP="00E821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6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Реципієнт</w:t>
            </w:r>
          </w:p>
        </w:tc>
      </w:tr>
      <w:tr w:rsidR="003E7EEF" w:rsidRPr="00E8217A" w:rsidTr="005C435F">
        <w:tc>
          <w:tcPr>
            <w:tcW w:w="552" w:type="dxa"/>
          </w:tcPr>
          <w:p w:rsidR="003E7EEF" w:rsidRPr="00E8217A" w:rsidRDefault="003E7EEF" w:rsidP="00E8217A">
            <w:pPr>
              <w:jc w:val="center"/>
              <w:rPr>
                <w:sz w:val="16"/>
                <w:szCs w:val="16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8217A">
              <w:rPr>
                <w:sz w:val="28"/>
                <w:szCs w:val="28"/>
              </w:rPr>
              <w:t>.</w:t>
            </w:r>
          </w:p>
        </w:tc>
        <w:tc>
          <w:tcPr>
            <w:tcW w:w="5402" w:type="dxa"/>
          </w:tcPr>
          <w:p w:rsidR="003E7EEF" w:rsidRPr="00E8217A" w:rsidRDefault="003E7EEF" w:rsidP="00CF1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реконструкції системи централізованого водопостачання у </w:t>
            </w:r>
            <w:r>
              <w:rPr>
                <w:sz w:val="28"/>
                <w:szCs w:val="28"/>
              </w:rPr>
              <w:br/>
              <w:t>м.Луцьк</w:t>
            </w:r>
          </w:p>
        </w:tc>
        <w:tc>
          <w:tcPr>
            <w:tcW w:w="3646" w:type="dxa"/>
          </w:tcPr>
          <w:p w:rsidR="003E7EEF" w:rsidRPr="00C94CEE" w:rsidRDefault="003E7EEF" w:rsidP="002F17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Державне комунальне підприємство «Луцьктепло»</w:t>
            </w:r>
            <w:r w:rsidRPr="00C94C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із залученням компанії «</w:t>
            </w:r>
            <w:r>
              <w:rPr>
                <w:sz w:val="28"/>
                <w:szCs w:val="28"/>
                <w:lang w:val="en-US"/>
              </w:rPr>
              <w:t>ENERTEX</w:t>
            </w:r>
            <w:r w:rsidRPr="00C94C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SARL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E7EEF" w:rsidRPr="00C21F5B" w:rsidRDefault="003E7EEF" w:rsidP="00BC636D">
      <w:pPr>
        <w:pStyle w:val="Heading6"/>
        <w:spacing w:before="0" w:after="0"/>
        <w:jc w:val="both"/>
        <w:rPr>
          <w:b w:val="0"/>
          <w:bCs w:val="0"/>
          <w:sz w:val="16"/>
          <w:szCs w:val="16"/>
          <w:lang w:val="uk-UA"/>
        </w:rPr>
      </w:pPr>
      <w:r w:rsidRPr="003B66C7">
        <w:rPr>
          <w:b w:val="0"/>
          <w:bCs w:val="0"/>
          <w:sz w:val="28"/>
          <w:szCs w:val="28"/>
          <w:lang w:val="uk-UA"/>
        </w:rPr>
        <w:tab/>
      </w:r>
    </w:p>
    <w:p w:rsidR="003E7EEF" w:rsidRDefault="003E7EEF" w:rsidP="00D73757"/>
    <w:p w:rsidR="003E7EEF" w:rsidRDefault="003E7EEF" w:rsidP="00D73757"/>
    <w:p w:rsidR="003E7EEF" w:rsidRPr="003B66C7" w:rsidRDefault="003E7EEF" w:rsidP="00D73757"/>
    <w:p w:rsidR="003E7EEF" w:rsidRPr="004735F7" w:rsidRDefault="003E7EEF" w:rsidP="00C94CEE">
      <w:pPr>
        <w:pStyle w:val="Heading6"/>
        <w:spacing w:before="0" w:after="0"/>
        <w:ind w:right="-285"/>
        <w:rPr>
          <w:b w:val="0"/>
          <w:sz w:val="28"/>
          <w:szCs w:val="28"/>
        </w:rPr>
      </w:pPr>
      <w:r w:rsidRPr="003B66C7">
        <w:rPr>
          <w:b w:val="0"/>
          <w:sz w:val="28"/>
          <w:szCs w:val="28"/>
          <w:lang w:val="uk-UA"/>
        </w:rPr>
        <w:t>Голова</w:t>
      </w: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sz w:val="28"/>
          <w:szCs w:val="28"/>
          <w:lang w:val="uk-UA"/>
        </w:rPr>
        <w:t>В.ГУНЧИК</w:t>
      </w:r>
    </w:p>
    <w:p w:rsidR="003E7EEF" w:rsidRDefault="003E7EEF" w:rsidP="005C224C">
      <w:pPr>
        <w:pStyle w:val="Heading6"/>
        <w:spacing w:before="0" w:after="0"/>
        <w:rPr>
          <w:b w:val="0"/>
          <w:sz w:val="28"/>
          <w:szCs w:val="28"/>
          <w:lang w:val="uk-UA"/>
        </w:rPr>
      </w:pPr>
    </w:p>
    <w:p w:rsidR="003E7EEF" w:rsidRPr="009D16C2" w:rsidRDefault="003E7EEF" w:rsidP="009D16C2"/>
    <w:p w:rsidR="003E7EEF" w:rsidRPr="003B66C7" w:rsidRDefault="003E7EEF" w:rsidP="005C224C">
      <w:pPr>
        <w:pStyle w:val="Heading6"/>
        <w:spacing w:before="0" w:after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Бальбуза 778 201 </w:t>
      </w:r>
    </w:p>
    <w:sectPr w:rsidR="003E7EEF" w:rsidRPr="003B66C7" w:rsidSect="00C55364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EEF" w:rsidRDefault="003E7EEF">
      <w:r>
        <w:separator/>
      </w:r>
    </w:p>
  </w:endnote>
  <w:endnote w:type="continuationSeparator" w:id="0">
    <w:p w:rsidR="003E7EEF" w:rsidRDefault="003E7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EEF" w:rsidRDefault="003E7EEF">
      <w:r>
        <w:separator/>
      </w:r>
    </w:p>
  </w:footnote>
  <w:footnote w:type="continuationSeparator" w:id="0">
    <w:p w:rsidR="003E7EEF" w:rsidRDefault="003E7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EF" w:rsidRDefault="003E7EEF" w:rsidP="00E41F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7EEF" w:rsidRDefault="003E7E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EF" w:rsidRDefault="003E7EEF" w:rsidP="00E41F1A">
    <w:pPr>
      <w:pStyle w:val="Header"/>
      <w:framePr w:wrap="around" w:vAnchor="text" w:hAnchor="margin" w:xAlign="center" w:y="1"/>
      <w:rPr>
        <w:rStyle w:val="PageNumber"/>
      </w:rPr>
    </w:pPr>
  </w:p>
  <w:p w:rsidR="003E7EEF" w:rsidRDefault="003E7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12C"/>
    <w:rsid w:val="0000426F"/>
    <w:rsid w:val="00010294"/>
    <w:rsid w:val="000119E0"/>
    <w:rsid w:val="00012D83"/>
    <w:rsid w:val="00013059"/>
    <w:rsid w:val="0001469B"/>
    <w:rsid w:val="00014AFA"/>
    <w:rsid w:val="00020826"/>
    <w:rsid w:val="00022EAE"/>
    <w:rsid w:val="0004083E"/>
    <w:rsid w:val="00045614"/>
    <w:rsid w:val="00052761"/>
    <w:rsid w:val="00055B8D"/>
    <w:rsid w:val="0007250C"/>
    <w:rsid w:val="0008764A"/>
    <w:rsid w:val="00094420"/>
    <w:rsid w:val="00095C11"/>
    <w:rsid w:val="000A10DE"/>
    <w:rsid w:val="000A5C38"/>
    <w:rsid w:val="000C0E46"/>
    <w:rsid w:val="000C237E"/>
    <w:rsid w:val="000C75BA"/>
    <w:rsid w:val="000D1441"/>
    <w:rsid w:val="000D2DBD"/>
    <w:rsid w:val="000D67CF"/>
    <w:rsid w:val="000E4011"/>
    <w:rsid w:val="000F17F9"/>
    <w:rsid w:val="000F19A1"/>
    <w:rsid w:val="000F537F"/>
    <w:rsid w:val="000F5FC4"/>
    <w:rsid w:val="00112183"/>
    <w:rsid w:val="001162B7"/>
    <w:rsid w:val="0011740A"/>
    <w:rsid w:val="00166A2B"/>
    <w:rsid w:val="00176035"/>
    <w:rsid w:val="00183FA2"/>
    <w:rsid w:val="001A5B15"/>
    <w:rsid w:val="001A73D4"/>
    <w:rsid w:val="001B32EF"/>
    <w:rsid w:val="001B3A77"/>
    <w:rsid w:val="001C214F"/>
    <w:rsid w:val="001C2ECD"/>
    <w:rsid w:val="001C615A"/>
    <w:rsid w:val="001D615F"/>
    <w:rsid w:val="001F0949"/>
    <w:rsid w:val="001F353B"/>
    <w:rsid w:val="001F4F75"/>
    <w:rsid w:val="00202EE9"/>
    <w:rsid w:val="00215A5C"/>
    <w:rsid w:val="00215F62"/>
    <w:rsid w:val="00221966"/>
    <w:rsid w:val="00221F59"/>
    <w:rsid w:val="00227433"/>
    <w:rsid w:val="00232770"/>
    <w:rsid w:val="00234057"/>
    <w:rsid w:val="00243978"/>
    <w:rsid w:val="0026163C"/>
    <w:rsid w:val="002616FC"/>
    <w:rsid w:val="00262339"/>
    <w:rsid w:val="0026327E"/>
    <w:rsid w:val="0026763D"/>
    <w:rsid w:val="002701C9"/>
    <w:rsid w:val="0027071F"/>
    <w:rsid w:val="002742D6"/>
    <w:rsid w:val="00276DF9"/>
    <w:rsid w:val="002858BA"/>
    <w:rsid w:val="00295190"/>
    <w:rsid w:val="002A2AF1"/>
    <w:rsid w:val="002B1A61"/>
    <w:rsid w:val="002D01AD"/>
    <w:rsid w:val="002D6DC6"/>
    <w:rsid w:val="002D7F1E"/>
    <w:rsid w:val="002F1735"/>
    <w:rsid w:val="002F5A2A"/>
    <w:rsid w:val="003050C8"/>
    <w:rsid w:val="00313E47"/>
    <w:rsid w:val="00314773"/>
    <w:rsid w:val="003151F5"/>
    <w:rsid w:val="0031797C"/>
    <w:rsid w:val="00324DAB"/>
    <w:rsid w:val="00327071"/>
    <w:rsid w:val="00345BBC"/>
    <w:rsid w:val="00347601"/>
    <w:rsid w:val="00371143"/>
    <w:rsid w:val="0037306D"/>
    <w:rsid w:val="003733A8"/>
    <w:rsid w:val="0037661E"/>
    <w:rsid w:val="00395A0F"/>
    <w:rsid w:val="00397978"/>
    <w:rsid w:val="003A0C0E"/>
    <w:rsid w:val="003B66C7"/>
    <w:rsid w:val="003D542F"/>
    <w:rsid w:val="003E2CA7"/>
    <w:rsid w:val="003E7EEF"/>
    <w:rsid w:val="003F39FF"/>
    <w:rsid w:val="003F4943"/>
    <w:rsid w:val="00401418"/>
    <w:rsid w:val="004040B4"/>
    <w:rsid w:val="00413288"/>
    <w:rsid w:val="00416FD0"/>
    <w:rsid w:val="00421CCA"/>
    <w:rsid w:val="00446DA9"/>
    <w:rsid w:val="00452F43"/>
    <w:rsid w:val="00453180"/>
    <w:rsid w:val="00455544"/>
    <w:rsid w:val="00472311"/>
    <w:rsid w:val="004735F7"/>
    <w:rsid w:val="004736E9"/>
    <w:rsid w:val="00496258"/>
    <w:rsid w:val="00497C59"/>
    <w:rsid w:val="004B2F36"/>
    <w:rsid w:val="004B34C7"/>
    <w:rsid w:val="004D5E81"/>
    <w:rsid w:val="004E2F27"/>
    <w:rsid w:val="004E56B3"/>
    <w:rsid w:val="004F193A"/>
    <w:rsid w:val="004F2FE7"/>
    <w:rsid w:val="004F4FBF"/>
    <w:rsid w:val="004F7061"/>
    <w:rsid w:val="0050012C"/>
    <w:rsid w:val="005008E0"/>
    <w:rsid w:val="00504C9F"/>
    <w:rsid w:val="00511417"/>
    <w:rsid w:val="00513C8B"/>
    <w:rsid w:val="005367BC"/>
    <w:rsid w:val="00542404"/>
    <w:rsid w:val="00546BC8"/>
    <w:rsid w:val="005507AA"/>
    <w:rsid w:val="00557481"/>
    <w:rsid w:val="00566AF2"/>
    <w:rsid w:val="00585A27"/>
    <w:rsid w:val="0059059B"/>
    <w:rsid w:val="005A019C"/>
    <w:rsid w:val="005A05E9"/>
    <w:rsid w:val="005A5FE3"/>
    <w:rsid w:val="005B1428"/>
    <w:rsid w:val="005B2DB1"/>
    <w:rsid w:val="005B574C"/>
    <w:rsid w:val="005C14E2"/>
    <w:rsid w:val="005C224C"/>
    <w:rsid w:val="005C435F"/>
    <w:rsid w:val="005D235C"/>
    <w:rsid w:val="005E2ADB"/>
    <w:rsid w:val="005F06D6"/>
    <w:rsid w:val="005F7841"/>
    <w:rsid w:val="0061051E"/>
    <w:rsid w:val="00610B64"/>
    <w:rsid w:val="00615026"/>
    <w:rsid w:val="00633DD2"/>
    <w:rsid w:val="006369D8"/>
    <w:rsid w:val="00637109"/>
    <w:rsid w:val="00642BD5"/>
    <w:rsid w:val="0065165D"/>
    <w:rsid w:val="00661200"/>
    <w:rsid w:val="00663695"/>
    <w:rsid w:val="00663ECD"/>
    <w:rsid w:val="00672581"/>
    <w:rsid w:val="00676F2A"/>
    <w:rsid w:val="00677A5A"/>
    <w:rsid w:val="006900CE"/>
    <w:rsid w:val="00690888"/>
    <w:rsid w:val="006A15EA"/>
    <w:rsid w:val="006B6BDD"/>
    <w:rsid w:val="006D7632"/>
    <w:rsid w:val="006E6017"/>
    <w:rsid w:val="006F4D04"/>
    <w:rsid w:val="006F7152"/>
    <w:rsid w:val="00703D69"/>
    <w:rsid w:val="00722022"/>
    <w:rsid w:val="00722324"/>
    <w:rsid w:val="007263DC"/>
    <w:rsid w:val="007433D9"/>
    <w:rsid w:val="00763CC9"/>
    <w:rsid w:val="00772293"/>
    <w:rsid w:val="007769BC"/>
    <w:rsid w:val="0079233B"/>
    <w:rsid w:val="00792D25"/>
    <w:rsid w:val="00793FE1"/>
    <w:rsid w:val="007964BA"/>
    <w:rsid w:val="007A05F3"/>
    <w:rsid w:val="007A5DE1"/>
    <w:rsid w:val="007B0D7B"/>
    <w:rsid w:val="007C44E3"/>
    <w:rsid w:val="007D104B"/>
    <w:rsid w:val="007D6668"/>
    <w:rsid w:val="007D6946"/>
    <w:rsid w:val="007E2D5C"/>
    <w:rsid w:val="007E5C80"/>
    <w:rsid w:val="007F3F98"/>
    <w:rsid w:val="008016BE"/>
    <w:rsid w:val="00810322"/>
    <w:rsid w:val="00811566"/>
    <w:rsid w:val="0081325E"/>
    <w:rsid w:val="0081729E"/>
    <w:rsid w:val="008220E3"/>
    <w:rsid w:val="00825778"/>
    <w:rsid w:val="00832079"/>
    <w:rsid w:val="00840533"/>
    <w:rsid w:val="00847699"/>
    <w:rsid w:val="00850AB7"/>
    <w:rsid w:val="00876289"/>
    <w:rsid w:val="00884DC0"/>
    <w:rsid w:val="00885336"/>
    <w:rsid w:val="00891ECD"/>
    <w:rsid w:val="0089606D"/>
    <w:rsid w:val="008A11C1"/>
    <w:rsid w:val="008B445F"/>
    <w:rsid w:val="008C2D40"/>
    <w:rsid w:val="008C3C80"/>
    <w:rsid w:val="008D1675"/>
    <w:rsid w:val="008D4056"/>
    <w:rsid w:val="008D5AB2"/>
    <w:rsid w:val="008E1E4B"/>
    <w:rsid w:val="008E1EDC"/>
    <w:rsid w:val="0090171E"/>
    <w:rsid w:val="00925467"/>
    <w:rsid w:val="00925811"/>
    <w:rsid w:val="00932CBF"/>
    <w:rsid w:val="00935A65"/>
    <w:rsid w:val="00941CD1"/>
    <w:rsid w:val="00970CB6"/>
    <w:rsid w:val="009776C8"/>
    <w:rsid w:val="00983A4F"/>
    <w:rsid w:val="009A0CBD"/>
    <w:rsid w:val="009A2BE1"/>
    <w:rsid w:val="009A6B39"/>
    <w:rsid w:val="009B297E"/>
    <w:rsid w:val="009B5BD4"/>
    <w:rsid w:val="009C20C6"/>
    <w:rsid w:val="009C5DDE"/>
    <w:rsid w:val="009D16C2"/>
    <w:rsid w:val="009E1A41"/>
    <w:rsid w:val="009E1B33"/>
    <w:rsid w:val="009E3F24"/>
    <w:rsid w:val="009E4554"/>
    <w:rsid w:val="009E4F43"/>
    <w:rsid w:val="00A03A4B"/>
    <w:rsid w:val="00A12CC7"/>
    <w:rsid w:val="00A16145"/>
    <w:rsid w:val="00A20472"/>
    <w:rsid w:val="00A6217B"/>
    <w:rsid w:val="00A62376"/>
    <w:rsid w:val="00A6349C"/>
    <w:rsid w:val="00A65D5B"/>
    <w:rsid w:val="00A85209"/>
    <w:rsid w:val="00A95F24"/>
    <w:rsid w:val="00AA119C"/>
    <w:rsid w:val="00AA72BF"/>
    <w:rsid w:val="00AC0C66"/>
    <w:rsid w:val="00AC2487"/>
    <w:rsid w:val="00AE022D"/>
    <w:rsid w:val="00AE3F5F"/>
    <w:rsid w:val="00AE57B3"/>
    <w:rsid w:val="00AE5E52"/>
    <w:rsid w:val="00B067C8"/>
    <w:rsid w:val="00B07B74"/>
    <w:rsid w:val="00B20322"/>
    <w:rsid w:val="00B24C8F"/>
    <w:rsid w:val="00B257F9"/>
    <w:rsid w:val="00B30A50"/>
    <w:rsid w:val="00B366BE"/>
    <w:rsid w:val="00B5313D"/>
    <w:rsid w:val="00B5606E"/>
    <w:rsid w:val="00B56834"/>
    <w:rsid w:val="00B61A59"/>
    <w:rsid w:val="00B61B11"/>
    <w:rsid w:val="00B66546"/>
    <w:rsid w:val="00B83CFA"/>
    <w:rsid w:val="00B95919"/>
    <w:rsid w:val="00B972FD"/>
    <w:rsid w:val="00BA35C7"/>
    <w:rsid w:val="00BB547E"/>
    <w:rsid w:val="00BB6F7B"/>
    <w:rsid w:val="00BC636D"/>
    <w:rsid w:val="00BE3F17"/>
    <w:rsid w:val="00C06787"/>
    <w:rsid w:val="00C14395"/>
    <w:rsid w:val="00C16213"/>
    <w:rsid w:val="00C21F5B"/>
    <w:rsid w:val="00C3065C"/>
    <w:rsid w:val="00C34690"/>
    <w:rsid w:val="00C439C0"/>
    <w:rsid w:val="00C467E5"/>
    <w:rsid w:val="00C55364"/>
    <w:rsid w:val="00C627DB"/>
    <w:rsid w:val="00C63BDA"/>
    <w:rsid w:val="00C73845"/>
    <w:rsid w:val="00C77888"/>
    <w:rsid w:val="00C84CAE"/>
    <w:rsid w:val="00C852C5"/>
    <w:rsid w:val="00C90A5B"/>
    <w:rsid w:val="00C94B0A"/>
    <w:rsid w:val="00C94CEE"/>
    <w:rsid w:val="00CA174C"/>
    <w:rsid w:val="00CB5711"/>
    <w:rsid w:val="00CC0A07"/>
    <w:rsid w:val="00CD5FD9"/>
    <w:rsid w:val="00CE05B1"/>
    <w:rsid w:val="00CE5D11"/>
    <w:rsid w:val="00CF0AC5"/>
    <w:rsid w:val="00CF1F09"/>
    <w:rsid w:val="00CF7A37"/>
    <w:rsid w:val="00D00B83"/>
    <w:rsid w:val="00D20A51"/>
    <w:rsid w:val="00D31338"/>
    <w:rsid w:val="00D43A0D"/>
    <w:rsid w:val="00D528AB"/>
    <w:rsid w:val="00D61920"/>
    <w:rsid w:val="00D630BF"/>
    <w:rsid w:val="00D73757"/>
    <w:rsid w:val="00D76CD3"/>
    <w:rsid w:val="00D87B29"/>
    <w:rsid w:val="00D973F6"/>
    <w:rsid w:val="00DA174D"/>
    <w:rsid w:val="00DA4C47"/>
    <w:rsid w:val="00DB0802"/>
    <w:rsid w:val="00DB1C1F"/>
    <w:rsid w:val="00DC1DD5"/>
    <w:rsid w:val="00DD359B"/>
    <w:rsid w:val="00DD3F11"/>
    <w:rsid w:val="00DD45EB"/>
    <w:rsid w:val="00DF1FC4"/>
    <w:rsid w:val="00DF3F76"/>
    <w:rsid w:val="00E140D5"/>
    <w:rsid w:val="00E26ED8"/>
    <w:rsid w:val="00E31B01"/>
    <w:rsid w:val="00E329AD"/>
    <w:rsid w:val="00E41F1A"/>
    <w:rsid w:val="00E54D00"/>
    <w:rsid w:val="00E55132"/>
    <w:rsid w:val="00E756EA"/>
    <w:rsid w:val="00E76317"/>
    <w:rsid w:val="00E8217A"/>
    <w:rsid w:val="00EA5747"/>
    <w:rsid w:val="00EB1AA7"/>
    <w:rsid w:val="00EF7846"/>
    <w:rsid w:val="00F002C8"/>
    <w:rsid w:val="00F10FE1"/>
    <w:rsid w:val="00F12180"/>
    <w:rsid w:val="00F160AA"/>
    <w:rsid w:val="00F373EA"/>
    <w:rsid w:val="00F462E6"/>
    <w:rsid w:val="00F50900"/>
    <w:rsid w:val="00F5464C"/>
    <w:rsid w:val="00F6100C"/>
    <w:rsid w:val="00F61F4E"/>
    <w:rsid w:val="00F677A7"/>
    <w:rsid w:val="00F74A4C"/>
    <w:rsid w:val="00F75713"/>
    <w:rsid w:val="00F93574"/>
    <w:rsid w:val="00F95658"/>
    <w:rsid w:val="00FA232D"/>
    <w:rsid w:val="00FA6E1A"/>
    <w:rsid w:val="00FB2A5D"/>
    <w:rsid w:val="00FB7F64"/>
    <w:rsid w:val="00FC77F0"/>
    <w:rsid w:val="00FD0670"/>
    <w:rsid w:val="00FE3C05"/>
    <w:rsid w:val="00FF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2C"/>
    <w:rPr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369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69D8"/>
    <w:rPr>
      <w:rFonts w:ascii="Calibri" w:hAnsi="Calibri" w:cs="Times New Roman"/>
      <w:b/>
      <w:bCs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0012C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50012C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C24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Normal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Normal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Normal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B66546"/>
    <w:rPr>
      <w:rFonts w:cs="Times New Roman"/>
    </w:rPr>
  </w:style>
  <w:style w:type="paragraph" w:customStyle="1" w:styleId="rvps7">
    <w:name w:val="rvps7"/>
    <w:basedOn w:val="Normal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DefaultParagraphFont"/>
    <w:uiPriority w:val="99"/>
    <w:rsid w:val="00B66546"/>
    <w:rPr>
      <w:rFonts w:cs="Times New Roman"/>
    </w:rPr>
  </w:style>
  <w:style w:type="paragraph" w:customStyle="1" w:styleId="rvps6">
    <w:name w:val="rvps6"/>
    <w:basedOn w:val="Normal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DefaultParagraphFont"/>
    <w:uiPriority w:val="99"/>
    <w:rsid w:val="00B66546"/>
    <w:rPr>
      <w:rFonts w:cs="Times New Roman"/>
    </w:rPr>
  </w:style>
  <w:style w:type="paragraph" w:customStyle="1" w:styleId="rvps2">
    <w:name w:val="rvps2"/>
    <w:basedOn w:val="Normal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">
    <w:name w:val="Нормальний текст"/>
    <w:basedOn w:val="Normal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0">
    <w:name w:val="Шапка документу"/>
    <w:basedOn w:val="Normal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customStyle="1" w:styleId="3">
    <w:name w:val="Знак Знак3 Знак"/>
    <w:basedOn w:val="Normal"/>
    <w:uiPriority w:val="99"/>
    <w:rsid w:val="002623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112183"/>
    <w:pPr>
      <w:spacing w:before="100" w:beforeAutospacing="1" w:after="100" w:afterAutospacing="1"/>
    </w:pPr>
    <w:rPr>
      <w:lang w:val="ru-RU"/>
    </w:rPr>
  </w:style>
  <w:style w:type="paragraph" w:customStyle="1" w:styleId="31">
    <w:name w:val="Знак Знак3 Знак1"/>
    <w:basedOn w:val="Normal"/>
    <w:uiPriority w:val="99"/>
    <w:rsid w:val="00C43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1F0949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C21F5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21F5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0B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69D8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808</Words>
  <Characters>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DIANA</cp:lastModifiedBy>
  <cp:revision>8</cp:revision>
  <cp:lastPrinted>2017-10-17T07:52:00Z</cp:lastPrinted>
  <dcterms:created xsi:type="dcterms:W3CDTF">2017-10-12T13:00:00Z</dcterms:created>
  <dcterms:modified xsi:type="dcterms:W3CDTF">2017-10-23T09:12:00Z</dcterms:modified>
</cp:coreProperties>
</file>