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51" w:rsidRPr="0039658B" w:rsidRDefault="00EB4051" w:rsidP="0039658B">
      <w:pPr>
        <w:rPr>
          <w:snapToGrid w:val="0"/>
          <w:spacing w:val="8"/>
          <w:sz w:val="16"/>
          <w:szCs w:val="16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24.25pt;margin-top:0;width:33.75pt;height:48pt;z-index:251658240;visibility:visible" filled="t" fillcolor="silver">
            <v:imagedata r:id="rId4" o:title=""/>
            <w10:wrap type="square" side="right"/>
          </v:shape>
        </w:pict>
      </w:r>
      <w:r>
        <w:rPr>
          <w:snapToGrid w:val="0"/>
          <w:spacing w:val="8"/>
          <w:lang w:val="uk-UA"/>
        </w:rPr>
        <w:br w:type="textWrapping" w:clear="all"/>
      </w:r>
    </w:p>
    <w:p w:rsidR="00EB4051" w:rsidRPr="00397983" w:rsidRDefault="00EB4051" w:rsidP="00CB7AFF">
      <w:pPr>
        <w:pStyle w:val="Heading1"/>
        <w:jc w:val="center"/>
        <w:rPr>
          <w:spacing w:val="14"/>
          <w:sz w:val="28"/>
        </w:rPr>
      </w:pPr>
      <w:r w:rsidRPr="00397983">
        <w:rPr>
          <w:spacing w:val="14"/>
          <w:sz w:val="28"/>
        </w:rPr>
        <w:t>ВОЛИНСЬКА ОБЛАСНА ДЕРЖАВНА АДМІНІСТРАЦІЯ</w:t>
      </w:r>
    </w:p>
    <w:p w:rsidR="00EB4051" w:rsidRPr="00397983" w:rsidRDefault="00EB4051" w:rsidP="00CB7AFF">
      <w:pPr>
        <w:jc w:val="center"/>
        <w:rPr>
          <w:b/>
          <w:sz w:val="28"/>
          <w:szCs w:val="28"/>
          <w:lang w:val="uk-UA"/>
        </w:rPr>
      </w:pPr>
    </w:p>
    <w:p w:rsidR="00EB4051" w:rsidRPr="00397983" w:rsidRDefault="00EB4051" w:rsidP="00CB7AFF">
      <w:pPr>
        <w:jc w:val="center"/>
        <w:rPr>
          <w:b/>
          <w:sz w:val="32"/>
          <w:szCs w:val="32"/>
          <w:lang w:val="uk-UA"/>
        </w:rPr>
      </w:pPr>
      <w:r w:rsidRPr="00397983">
        <w:rPr>
          <w:b/>
          <w:sz w:val="32"/>
          <w:szCs w:val="32"/>
          <w:lang w:val="uk-UA"/>
        </w:rPr>
        <w:t>РОЗПОРЯДЖЕННЯ</w:t>
      </w:r>
    </w:p>
    <w:p w:rsidR="00EB4051" w:rsidRDefault="00EB4051" w:rsidP="00CB7AFF">
      <w:pPr>
        <w:rPr>
          <w:sz w:val="28"/>
          <w:szCs w:val="28"/>
          <w:lang w:val="uk-UA"/>
        </w:rPr>
      </w:pPr>
    </w:p>
    <w:p w:rsidR="00EB4051" w:rsidRDefault="00EB4051" w:rsidP="00CB7A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 2017 року                        м.Луцьк                                                  № 498</w:t>
      </w:r>
    </w:p>
    <w:p w:rsidR="00EB4051" w:rsidRDefault="00EB4051" w:rsidP="00CB7AFF">
      <w:pPr>
        <w:rPr>
          <w:sz w:val="28"/>
          <w:szCs w:val="28"/>
          <w:lang w:val="uk-UA"/>
        </w:rPr>
      </w:pPr>
    </w:p>
    <w:p w:rsidR="00EB4051" w:rsidRPr="000744D1" w:rsidRDefault="00EB4051" w:rsidP="00CB7AFF">
      <w:pPr>
        <w:rPr>
          <w:sz w:val="16"/>
          <w:szCs w:val="16"/>
          <w:lang w:val="uk-UA"/>
        </w:rPr>
      </w:pPr>
    </w:p>
    <w:p w:rsidR="00EB4051" w:rsidRDefault="00EB4051" w:rsidP="00CB7A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початок опалювального сезону </w:t>
      </w:r>
    </w:p>
    <w:p w:rsidR="00EB4051" w:rsidRDefault="00EB4051" w:rsidP="00CB7A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2017 – 2018 років</w:t>
      </w:r>
    </w:p>
    <w:p w:rsidR="00EB4051" w:rsidRDefault="00EB4051" w:rsidP="00CB7AFF">
      <w:pPr>
        <w:jc w:val="center"/>
        <w:rPr>
          <w:sz w:val="28"/>
          <w:szCs w:val="28"/>
          <w:lang w:val="uk-UA"/>
        </w:rPr>
      </w:pPr>
    </w:p>
    <w:p w:rsidR="00EB4051" w:rsidRPr="000744D1" w:rsidRDefault="00EB4051" w:rsidP="00CB7AFF">
      <w:pPr>
        <w:jc w:val="center"/>
        <w:rPr>
          <w:sz w:val="16"/>
          <w:szCs w:val="16"/>
          <w:lang w:val="uk-UA"/>
        </w:rPr>
      </w:pPr>
    </w:p>
    <w:p w:rsidR="00EB4051" w:rsidRDefault="00EB4051" w:rsidP="00CB7A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 липня 2005 року № 630 (зі змінами): </w:t>
      </w:r>
    </w:p>
    <w:p w:rsidR="00EB4051" w:rsidRDefault="00EB4051" w:rsidP="00CB7A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ЗОБОВ</w:t>
      </w:r>
      <w:r w:rsidRPr="009C36B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ЯЗУЮ райдержадміністрації, РЕКОМЕНДУВАТИ виконкомам міських (міст обласного значення) рад, об’єднаних територіальних громад:</w:t>
      </w:r>
    </w:p>
    <w:p w:rsidR="00EB4051" w:rsidRDefault="00EB4051" w:rsidP="00CB7A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розпочати опалювальний сезон 2017 – 2018 років, виходячи з  кліматичних умов моменту встановлення середньодобової температури протягом трьох днів менше +8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С;</w:t>
      </w:r>
    </w:p>
    <w:p w:rsidR="00EB4051" w:rsidRPr="00F37B55" w:rsidRDefault="00EB4051" w:rsidP="007D2332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2) з дотриманням установленого порядку здійснювати теплопостачання та гаряче водопостачання насамперед дитячим, лікувальним, учбовим закладам, будинкам-інтернатам для інвалідів та престарілих.</w:t>
      </w:r>
      <w:r>
        <w:rPr>
          <w:sz w:val="28"/>
          <w:szCs w:val="28"/>
          <w:lang w:val="uk-UA"/>
        </w:rPr>
        <w:tab/>
      </w:r>
    </w:p>
    <w:p w:rsidR="00EB4051" w:rsidRPr="00F37B55" w:rsidRDefault="00EB4051" w:rsidP="00CB7AFF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2. З метою економії енергоресурсів теплопостачальним підприємствам області суворо дотримуватися температурних графіків роботи котелень.</w:t>
      </w:r>
    </w:p>
    <w:p w:rsidR="00EB4051" w:rsidRDefault="00EB4051" w:rsidP="00CB7A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виконанням розпорядження залишаю за собою.</w:t>
      </w: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Default="00EB4051" w:rsidP="00CB7A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Pr="00A227A1" w:rsidRDefault="00EB4051" w:rsidP="00CB7AF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В.ГУНЧИК</w:t>
      </w:r>
      <w:r w:rsidRPr="000466E4"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EB4051" w:rsidRDefault="00EB4051" w:rsidP="00CB7A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Default="00EB4051" w:rsidP="00CB7AFF">
      <w:pPr>
        <w:jc w:val="both"/>
        <w:rPr>
          <w:sz w:val="28"/>
          <w:szCs w:val="28"/>
          <w:lang w:val="uk-UA"/>
        </w:rPr>
      </w:pPr>
    </w:p>
    <w:p w:rsidR="00EB4051" w:rsidRPr="008861D0" w:rsidRDefault="00EB4051" w:rsidP="00CB7A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Пиріг 778 119</w:t>
      </w:r>
    </w:p>
    <w:p w:rsidR="00EB4051" w:rsidRDefault="00EB4051"/>
    <w:sectPr w:rsidR="00EB4051" w:rsidSect="00CD2B7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AFF"/>
    <w:rsid w:val="0000145D"/>
    <w:rsid w:val="00003208"/>
    <w:rsid w:val="00003852"/>
    <w:rsid w:val="00003E4D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2D53"/>
    <w:rsid w:val="00043339"/>
    <w:rsid w:val="0004593B"/>
    <w:rsid w:val="000466E4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44D1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1F70E4"/>
    <w:rsid w:val="0020188F"/>
    <w:rsid w:val="00204F55"/>
    <w:rsid w:val="00210B2A"/>
    <w:rsid w:val="002120D6"/>
    <w:rsid w:val="002150BE"/>
    <w:rsid w:val="00215756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9F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9658B"/>
    <w:rsid w:val="00397983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5C8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3E9F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2C7"/>
    <w:rsid w:val="004E6FB2"/>
    <w:rsid w:val="004F0215"/>
    <w:rsid w:val="004F22B4"/>
    <w:rsid w:val="004F2A3D"/>
    <w:rsid w:val="004F2E68"/>
    <w:rsid w:val="004F3539"/>
    <w:rsid w:val="004F3B41"/>
    <w:rsid w:val="004F58DC"/>
    <w:rsid w:val="005007C9"/>
    <w:rsid w:val="005052E1"/>
    <w:rsid w:val="00510468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5E78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1A57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0007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5592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33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332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61D0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25FA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17824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1620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6B7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27A1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2F8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79A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2C83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57ED8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B7AFF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2B71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1419"/>
    <w:rsid w:val="00DB225F"/>
    <w:rsid w:val="00DB25BD"/>
    <w:rsid w:val="00DB315D"/>
    <w:rsid w:val="00DB556A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577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6F3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E2E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051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AC5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EF7CD6"/>
    <w:rsid w:val="00F01687"/>
    <w:rsid w:val="00F03DAC"/>
    <w:rsid w:val="00F06379"/>
    <w:rsid w:val="00F10694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B55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C665D"/>
    <w:rsid w:val="00FD068C"/>
    <w:rsid w:val="00FD08DE"/>
    <w:rsid w:val="00FD0F0D"/>
    <w:rsid w:val="00FD176A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F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AFF"/>
    <w:pPr>
      <w:keepNext/>
      <w:outlineLvl w:val="0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7AFF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902</Words>
  <Characters>515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10</cp:revision>
  <cp:lastPrinted>2017-09-28T05:58:00Z</cp:lastPrinted>
  <dcterms:created xsi:type="dcterms:W3CDTF">2017-09-28T05:55:00Z</dcterms:created>
  <dcterms:modified xsi:type="dcterms:W3CDTF">2017-10-02T06:01:00Z</dcterms:modified>
</cp:coreProperties>
</file>