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5693" w:rsidRDefault="00E35693">
      <w:pPr>
        <w:jc w:val="center"/>
        <w:rPr>
          <w:b/>
          <w:bCs/>
          <w:spacing w:val="8"/>
          <w:sz w:val="16"/>
          <w:szCs w:val="16"/>
        </w:rPr>
      </w:pPr>
      <w:r w:rsidRPr="00F57D05">
        <w:rPr>
          <w:b/>
          <w:noProof/>
          <w:spacing w:val="8"/>
          <w:lang w:eastAsia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>
            <v:imagedata r:id="rId5" o:title=""/>
          </v:shape>
        </w:pict>
      </w:r>
    </w:p>
    <w:p w:rsidR="00E35693" w:rsidRDefault="00E35693">
      <w:pPr>
        <w:jc w:val="center"/>
        <w:rPr>
          <w:b/>
          <w:bCs/>
          <w:spacing w:val="8"/>
          <w:sz w:val="16"/>
          <w:szCs w:val="16"/>
        </w:rPr>
      </w:pPr>
    </w:p>
    <w:p w:rsidR="00E35693" w:rsidRDefault="00E35693">
      <w:pPr>
        <w:pStyle w:val="Heading1"/>
        <w:rPr>
          <w:b/>
          <w:bCs/>
          <w:spacing w:val="14"/>
        </w:rPr>
      </w:pPr>
      <w:r>
        <w:rPr>
          <w:b/>
          <w:bCs/>
          <w:spacing w:val="14"/>
        </w:rPr>
        <w:t>ВОЛИНСЬКА ОБЛАСНА ДЕРЖАВНА АДМІНІСТРАЦІЯ</w:t>
      </w:r>
    </w:p>
    <w:p w:rsidR="00E35693" w:rsidRPr="00394AA9" w:rsidRDefault="00E35693" w:rsidP="00394AA9">
      <w:pPr>
        <w:rPr>
          <w:sz w:val="28"/>
          <w:szCs w:val="28"/>
        </w:rPr>
      </w:pPr>
    </w:p>
    <w:p w:rsidR="00E35693" w:rsidRDefault="00E35693" w:rsidP="00394AA9">
      <w:pPr>
        <w:pStyle w:val="Heading2"/>
        <w:spacing w:before="0" w:after="0"/>
        <w:ind w:left="578" w:hanging="578"/>
        <w:jc w:val="center"/>
      </w:pPr>
      <w:r>
        <w:rPr>
          <w:rFonts w:ascii="Times New Roman" w:hAnsi="Times New Roman" w:cs="Times New Roman"/>
          <w:bCs w:val="0"/>
          <w:i w:val="0"/>
          <w:sz w:val="32"/>
        </w:rPr>
        <w:t>РОЗПОРЯДЖЕННЯ</w:t>
      </w:r>
    </w:p>
    <w:p w:rsidR="00E35693" w:rsidRDefault="00E35693">
      <w:pPr>
        <w:pStyle w:val="BodyTextIndent"/>
        <w:ind w:firstLine="0"/>
      </w:pPr>
    </w:p>
    <w:p w:rsidR="00E35693" w:rsidRPr="001374D0" w:rsidRDefault="00E35693">
      <w:pPr>
        <w:pStyle w:val="BodyTextIndent"/>
        <w:ind w:firstLine="0"/>
        <w:rPr>
          <w:lang w:val="en-US"/>
        </w:rPr>
      </w:pPr>
      <w:r>
        <w:rPr>
          <w:lang w:val="en-US"/>
        </w:rPr>
        <w:t>19</w:t>
      </w:r>
      <w:r>
        <w:t xml:space="preserve"> липня 2017 року                            м.Луцьк                                               № </w:t>
      </w:r>
      <w:r>
        <w:rPr>
          <w:lang w:val="en-US"/>
        </w:rPr>
        <w:t>359</w:t>
      </w: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  <w:rPr>
          <w:sz w:val="16"/>
          <w:szCs w:val="16"/>
        </w:rPr>
      </w:pPr>
    </w:p>
    <w:p w:rsidR="00E35693" w:rsidRDefault="00E35693" w:rsidP="001A79DF">
      <w:pPr>
        <w:pStyle w:val="BodyTextIndent"/>
        <w:ind w:firstLine="0"/>
        <w:jc w:val="center"/>
        <w:outlineLvl w:val="0"/>
        <w:rPr>
          <w:szCs w:val="28"/>
        </w:rPr>
      </w:pPr>
      <w:r>
        <w:t xml:space="preserve">Про оголошення конкурсу на зайняття </w:t>
      </w:r>
      <w:r>
        <w:rPr>
          <w:szCs w:val="28"/>
        </w:rPr>
        <w:t xml:space="preserve">посади </w:t>
      </w:r>
    </w:p>
    <w:p w:rsidR="00E35693" w:rsidRPr="001A79DF" w:rsidRDefault="00E35693" w:rsidP="00950A38">
      <w:pPr>
        <w:pStyle w:val="BodyTextIndent"/>
        <w:ind w:firstLine="0"/>
        <w:jc w:val="center"/>
        <w:outlineLvl w:val="0"/>
        <w:rPr>
          <w:szCs w:val="28"/>
        </w:rPr>
      </w:pPr>
      <w:r>
        <w:rPr>
          <w:szCs w:val="28"/>
        </w:rPr>
        <w:t>державної служби категорії «В» головного</w:t>
      </w:r>
      <w:r w:rsidRPr="00B66726">
        <w:rPr>
          <w:szCs w:val="28"/>
        </w:rPr>
        <w:t xml:space="preserve"> спеціаліста</w:t>
      </w:r>
      <w:r>
        <w:rPr>
          <w:szCs w:val="28"/>
        </w:rPr>
        <w:t xml:space="preserve"> – бухгалтера відділу</w:t>
      </w:r>
      <w:r w:rsidRPr="00DE6794">
        <w:rPr>
          <w:szCs w:val="28"/>
        </w:rPr>
        <w:t xml:space="preserve"> </w:t>
      </w:r>
      <w:r>
        <w:rPr>
          <w:szCs w:val="28"/>
        </w:rPr>
        <w:t xml:space="preserve">з питань фізичної культури та спорту облдержадміністрації </w:t>
      </w: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  <w:rPr>
          <w:sz w:val="16"/>
          <w:szCs w:val="16"/>
        </w:rPr>
      </w:pPr>
    </w:p>
    <w:p w:rsidR="00E35693" w:rsidRDefault="00E35693" w:rsidP="00950A38">
      <w:pPr>
        <w:tabs>
          <w:tab w:val="left" w:pos="720"/>
        </w:tabs>
        <w:spacing w:after="120"/>
        <w:ind w:right="96"/>
        <w:jc w:val="both"/>
        <w:rPr>
          <w:sz w:val="28"/>
          <w:szCs w:val="28"/>
        </w:rPr>
      </w:pPr>
      <w:r w:rsidRPr="001A79DF">
        <w:rPr>
          <w:sz w:val="28"/>
          <w:szCs w:val="28"/>
        </w:rPr>
        <w:tab/>
        <w:t>1. Відповідно до стат</w:t>
      </w:r>
      <w:r>
        <w:rPr>
          <w:sz w:val="28"/>
          <w:szCs w:val="28"/>
        </w:rPr>
        <w:t>ті</w:t>
      </w:r>
      <w:r w:rsidRPr="001A79DF">
        <w:rPr>
          <w:sz w:val="28"/>
          <w:szCs w:val="28"/>
        </w:rPr>
        <w:t xml:space="preserve"> 22 Закону України «Про державну службу», </w:t>
      </w:r>
      <w:r w:rsidRPr="001A79DF">
        <w:rPr>
          <w:sz w:val="28"/>
          <w:szCs w:val="28"/>
          <w:lang w:eastAsia="uk-UA"/>
        </w:rPr>
        <w:t xml:space="preserve">Порядку проведення конкурсу на зайняття посад державної служби, затвердженого </w:t>
      </w:r>
      <w:r w:rsidRPr="001A79DF">
        <w:rPr>
          <w:sz w:val="28"/>
          <w:szCs w:val="28"/>
        </w:rPr>
        <w:t xml:space="preserve">постановою Кабінету Міністрів України </w:t>
      </w:r>
      <w:r w:rsidRPr="001A79DF">
        <w:rPr>
          <w:sz w:val="28"/>
          <w:szCs w:val="28"/>
          <w:lang w:eastAsia="uk-UA"/>
        </w:rPr>
        <w:t xml:space="preserve">від 25 березня </w:t>
      </w:r>
      <w:r>
        <w:rPr>
          <w:sz w:val="28"/>
          <w:szCs w:val="28"/>
          <w:lang w:eastAsia="uk-UA"/>
        </w:rPr>
        <w:t>2016 </w:t>
      </w:r>
      <w:r w:rsidRPr="001A79DF">
        <w:rPr>
          <w:sz w:val="28"/>
          <w:szCs w:val="28"/>
          <w:lang w:eastAsia="uk-UA"/>
        </w:rPr>
        <w:t>року № 246,</w:t>
      </w:r>
      <w:r w:rsidRPr="001A79DF">
        <w:rPr>
          <w:sz w:val="28"/>
          <w:szCs w:val="28"/>
        </w:rPr>
        <w:t xml:space="preserve"> оголосити конкурс на </w:t>
      </w:r>
      <w:r w:rsidRPr="001A79DF">
        <w:rPr>
          <w:sz w:val="28"/>
          <w:szCs w:val="28"/>
          <w:lang w:eastAsia="uk-UA"/>
        </w:rPr>
        <w:t>зайняття</w:t>
      </w:r>
      <w:r>
        <w:rPr>
          <w:sz w:val="28"/>
          <w:szCs w:val="28"/>
          <w:lang w:eastAsia="uk-UA"/>
        </w:rPr>
        <w:t xml:space="preserve"> </w:t>
      </w:r>
      <w:r w:rsidRPr="001A79DF">
        <w:rPr>
          <w:sz w:val="28"/>
          <w:szCs w:val="28"/>
          <w:lang w:eastAsia="uk-UA"/>
        </w:rPr>
        <w:t xml:space="preserve"> </w:t>
      </w:r>
      <w:r w:rsidRPr="001A79DF">
        <w:rPr>
          <w:sz w:val="28"/>
          <w:szCs w:val="28"/>
        </w:rPr>
        <w:t>посад</w:t>
      </w:r>
      <w:r>
        <w:rPr>
          <w:sz w:val="28"/>
          <w:szCs w:val="28"/>
        </w:rPr>
        <w:t xml:space="preserve">и </w:t>
      </w:r>
      <w:r w:rsidRPr="003E4A06">
        <w:rPr>
          <w:sz w:val="28"/>
          <w:szCs w:val="28"/>
        </w:rPr>
        <w:t>державної служби категорії «В»</w:t>
      </w:r>
      <w:r w:rsidRPr="001A79DF">
        <w:rPr>
          <w:sz w:val="28"/>
          <w:szCs w:val="28"/>
        </w:rPr>
        <w:t xml:space="preserve"> </w:t>
      </w:r>
      <w:r w:rsidRPr="007D21F3">
        <w:rPr>
          <w:sz w:val="28"/>
          <w:szCs w:val="28"/>
        </w:rPr>
        <w:t>головного спеціаліста – бухгалтер</w:t>
      </w:r>
      <w:r w:rsidRPr="00905B6E">
        <w:rPr>
          <w:sz w:val="28"/>
          <w:szCs w:val="28"/>
        </w:rPr>
        <w:t>а</w:t>
      </w:r>
      <w:r>
        <w:rPr>
          <w:sz w:val="28"/>
          <w:szCs w:val="28"/>
        </w:rPr>
        <w:t xml:space="preserve"> відділу</w:t>
      </w:r>
      <w:r w:rsidRPr="00DE6794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 фізичної культури та спорту облдержадміністрації.</w:t>
      </w:r>
    </w:p>
    <w:p w:rsidR="00E35693" w:rsidRPr="005B2B3F" w:rsidRDefault="00E35693" w:rsidP="00950A38">
      <w:pPr>
        <w:tabs>
          <w:tab w:val="left" w:pos="720"/>
        </w:tabs>
        <w:spacing w:after="120"/>
        <w:ind w:right="96"/>
        <w:jc w:val="both"/>
        <w:rPr>
          <w:szCs w:val="28"/>
        </w:rPr>
      </w:pPr>
      <w:r>
        <w:rPr>
          <w:sz w:val="28"/>
          <w:szCs w:val="28"/>
        </w:rPr>
        <w:tab/>
      </w:r>
      <w:r w:rsidRPr="00950A38">
        <w:rPr>
          <w:sz w:val="28"/>
          <w:szCs w:val="28"/>
        </w:rPr>
        <w:t xml:space="preserve">2. Затвердити умови проведення конкурсу на </w:t>
      </w:r>
      <w:r w:rsidRPr="00950A38">
        <w:rPr>
          <w:sz w:val="28"/>
          <w:szCs w:val="28"/>
          <w:lang w:eastAsia="uk-UA"/>
        </w:rPr>
        <w:t xml:space="preserve">зайняття </w:t>
      </w:r>
      <w:r w:rsidRPr="00950A38">
        <w:rPr>
          <w:sz w:val="28"/>
          <w:szCs w:val="28"/>
        </w:rPr>
        <w:t xml:space="preserve">посади державної служби категорії «В» </w:t>
      </w:r>
      <w:bookmarkStart w:id="0" w:name="_GoBack"/>
      <w:r w:rsidRPr="007D21F3">
        <w:rPr>
          <w:sz w:val="28"/>
          <w:szCs w:val="28"/>
        </w:rPr>
        <w:t>головного спеціаліста</w:t>
      </w:r>
      <w:r>
        <w:rPr>
          <w:szCs w:val="28"/>
        </w:rPr>
        <w:t xml:space="preserve"> </w:t>
      </w:r>
      <w:bookmarkEnd w:id="0"/>
      <w:r>
        <w:rPr>
          <w:szCs w:val="28"/>
        </w:rPr>
        <w:t xml:space="preserve">– </w:t>
      </w:r>
      <w:r w:rsidRPr="00EF6C97">
        <w:rPr>
          <w:sz w:val="28"/>
          <w:szCs w:val="28"/>
        </w:rPr>
        <w:t>бухгалтера</w:t>
      </w:r>
      <w:r>
        <w:rPr>
          <w:sz w:val="28"/>
          <w:szCs w:val="28"/>
        </w:rPr>
        <w:t xml:space="preserve"> відділу</w:t>
      </w:r>
      <w:r w:rsidRPr="00DE6794">
        <w:rPr>
          <w:sz w:val="28"/>
          <w:szCs w:val="28"/>
        </w:rPr>
        <w:t xml:space="preserve"> </w:t>
      </w:r>
      <w:r>
        <w:rPr>
          <w:sz w:val="28"/>
          <w:szCs w:val="28"/>
        </w:rPr>
        <w:t>з питань фізичної культури та спорту облдержадміністрації, що додаються.</w:t>
      </w: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</w:pPr>
      <w:r>
        <w:t xml:space="preserve">Голова </w:t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                             В.ГУНЧИК</w:t>
      </w: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</w:pPr>
    </w:p>
    <w:p w:rsidR="00E35693" w:rsidRDefault="00E35693">
      <w:pPr>
        <w:pStyle w:val="BodyTextIndent"/>
        <w:ind w:firstLine="0"/>
        <w:rPr>
          <w:sz w:val="24"/>
        </w:rPr>
      </w:pPr>
      <w:r>
        <w:rPr>
          <w:sz w:val="24"/>
        </w:rPr>
        <w:t>Поронюк 778 224</w:t>
      </w:r>
    </w:p>
    <w:p w:rsidR="00E35693" w:rsidRDefault="00E35693">
      <w:pPr>
        <w:pStyle w:val="BodyTextIndent"/>
        <w:ind w:firstLine="0"/>
        <w:rPr>
          <w:sz w:val="24"/>
        </w:rPr>
      </w:pPr>
    </w:p>
    <w:p w:rsidR="00E35693" w:rsidRDefault="00E35693">
      <w:pPr>
        <w:pStyle w:val="BodyTextIndent"/>
        <w:ind w:firstLine="0"/>
        <w:rPr>
          <w:sz w:val="24"/>
        </w:rPr>
      </w:pPr>
    </w:p>
    <w:p w:rsidR="00E35693" w:rsidRDefault="00E35693">
      <w:pPr>
        <w:pStyle w:val="BodyTextIndent"/>
        <w:ind w:firstLine="0"/>
        <w:rPr>
          <w:sz w:val="24"/>
        </w:rPr>
      </w:pPr>
    </w:p>
    <w:p w:rsidR="00E35693" w:rsidRPr="000C6004" w:rsidRDefault="00E35693" w:rsidP="00BB47FB">
      <w:pPr>
        <w:pStyle w:val="BodyTextIndent"/>
        <w:spacing w:line="360" w:lineRule="auto"/>
        <w:ind w:left="4962" w:firstLine="0"/>
      </w:pPr>
      <w:bookmarkStart w:id="1" w:name="n197"/>
      <w:bookmarkEnd w:id="1"/>
      <w:r w:rsidRPr="000C6004">
        <w:t xml:space="preserve"> </w:t>
      </w:r>
    </w:p>
    <w:p w:rsidR="00E35693" w:rsidRPr="005B2B3F" w:rsidRDefault="00E35693" w:rsidP="0056170B">
      <w:pPr>
        <w:pStyle w:val="BodyTextIndent"/>
        <w:ind w:firstLine="0"/>
        <w:rPr>
          <w:szCs w:val="28"/>
        </w:rPr>
      </w:pPr>
    </w:p>
    <w:sectPr w:rsidR="00E35693" w:rsidRPr="005B2B3F" w:rsidSect="00C85C9C">
      <w:pgSz w:w="11906" w:h="16838"/>
      <w:pgMar w:top="397" w:right="567" w:bottom="1985" w:left="1701" w:header="708" w:footer="708" w:gutter="0"/>
      <w:cols w:space="720"/>
      <w:titlePg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2B830363"/>
    <w:multiLevelType w:val="hybridMultilevel"/>
    <w:tmpl w:val="DAD848B2"/>
    <w:lvl w:ilvl="0" w:tplc="ABEAE2A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37E98"/>
    <w:rsid w:val="00023744"/>
    <w:rsid w:val="000443A1"/>
    <w:rsid w:val="000453EC"/>
    <w:rsid w:val="000470D1"/>
    <w:rsid w:val="00055E88"/>
    <w:rsid w:val="000621CB"/>
    <w:rsid w:val="00064494"/>
    <w:rsid w:val="000813E8"/>
    <w:rsid w:val="000A180C"/>
    <w:rsid w:val="000A1822"/>
    <w:rsid w:val="000A183D"/>
    <w:rsid w:val="000C6004"/>
    <w:rsid w:val="000E5A7F"/>
    <w:rsid w:val="00101538"/>
    <w:rsid w:val="00106B0F"/>
    <w:rsid w:val="00113577"/>
    <w:rsid w:val="001208A6"/>
    <w:rsid w:val="0012120B"/>
    <w:rsid w:val="00122309"/>
    <w:rsid w:val="001374D0"/>
    <w:rsid w:val="00151F11"/>
    <w:rsid w:val="00155B7D"/>
    <w:rsid w:val="00162ADA"/>
    <w:rsid w:val="001A23DC"/>
    <w:rsid w:val="001A79DF"/>
    <w:rsid w:val="001F25D4"/>
    <w:rsid w:val="00201FC8"/>
    <w:rsid w:val="00271822"/>
    <w:rsid w:val="002D2E6E"/>
    <w:rsid w:val="002E4D8C"/>
    <w:rsid w:val="002F0953"/>
    <w:rsid w:val="00334CD6"/>
    <w:rsid w:val="00352F73"/>
    <w:rsid w:val="00366315"/>
    <w:rsid w:val="00394AA9"/>
    <w:rsid w:val="003C35B2"/>
    <w:rsid w:val="003E4A06"/>
    <w:rsid w:val="003E68CE"/>
    <w:rsid w:val="004331F4"/>
    <w:rsid w:val="00436B24"/>
    <w:rsid w:val="00473165"/>
    <w:rsid w:val="0047380D"/>
    <w:rsid w:val="00485154"/>
    <w:rsid w:val="004913A0"/>
    <w:rsid w:val="004E4F1F"/>
    <w:rsid w:val="005058D4"/>
    <w:rsid w:val="0052132A"/>
    <w:rsid w:val="00532012"/>
    <w:rsid w:val="0056170B"/>
    <w:rsid w:val="00576B73"/>
    <w:rsid w:val="00581C5C"/>
    <w:rsid w:val="00585228"/>
    <w:rsid w:val="00595B38"/>
    <w:rsid w:val="005B2B3F"/>
    <w:rsid w:val="0060332E"/>
    <w:rsid w:val="006B386E"/>
    <w:rsid w:val="006D07FD"/>
    <w:rsid w:val="006D1DFB"/>
    <w:rsid w:val="006D7115"/>
    <w:rsid w:val="006D745A"/>
    <w:rsid w:val="00717EB4"/>
    <w:rsid w:val="007400B0"/>
    <w:rsid w:val="00741CE3"/>
    <w:rsid w:val="007612BB"/>
    <w:rsid w:val="00763AB7"/>
    <w:rsid w:val="00772D39"/>
    <w:rsid w:val="007C1846"/>
    <w:rsid w:val="007D21F3"/>
    <w:rsid w:val="007D40A4"/>
    <w:rsid w:val="007F22AA"/>
    <w:rsid w:val="00817826"/>
    <w:rsid w:val="008246DD"/>
    <w:rsid w:val="008308AA"/>
    <w:rsid w:val="008340FD"/>
    <w:rsid w:val="00836067"/>
    <w:rsid w:val="00853342"/>
    <w:rsid w:val="0085758E"/>
    <w:rsid w:val="008C7190"/>
    <w:rsid w:val="008E0993"/>
    <w:rsid w:val="00905B6E"/>
    <w:rsid w:val="009438BD"/>
    <w:rsid w:val="00950A38"/>
    <w:rsid w:val="009B38B3"/>
    <w:rsid w:val="00A14BB9"/>
    <w:rsid w:val="00A25B09"/>
    <w:rsid w:val="00A57304"/>
    <w:rsid w:val="00A92E34"/>
    <w:rsid w:val="00AB67D2"/>
    <w:rsid w:val="00AD1A1C"/>
    <w:rsid w:val="00AD2F73"/>
    <w:rsid w:val="00B077BE"/>
    <w:rsid w:val="00B10C8C"/>
    <w:rsid w:val="00B1771C"/>
    <w:rsid w:val="00B66726"/>
    <w:rsid w:val="00B70F46"/>
    <w:rsid w:val="00BA4B65"/>
    <w:rsid w:val="00BA77B6"/>
    <w:rsid w:val="00BB4493"/>
    <w:rsid w:val="00BB47FB"/>
    <w:rsid w:val="00BF42EA"/>
    <w:rsid w:val="00C11C32"/>
    <w:rsid w:val="00C30CF3"/>
    <w:rsid w:val="00C85C9C"/>
    <w:rsid w:val="00D06C84"/>
    <w:rsid w:val="00D67B30"/>
    <w:rsid w:val="00D85A24"/>
    <w:rsid w:val="00D95C28"/>
    <w:rsid w:val="00DA68B1"/>
    <w:rsid w:val="00DE6794"/>
    <w:rsid w:val="00DF7D04"/>
    <w:rsid w:val="00E054FB"/>
    <w:rsid w:val="00E21EBB"/>
    <w:rsid w:val="00E30E7F"/>
    <w:rsid w:val="00E35693"/>
    <w:rsid w:val="00E37E98"/>
    <w:rsid w:val="00E63118"/>
    <w:rsid w:val="00E70355"/>
    <w:rsid w:val="00EA607B"/>
    <w:rsid w:val="00EC4A84"/>
    <w:rsid w:val="00ED4A25"/>
    <w:rsid w:val="00EF6C97"/>
    <w:rsid w:val="00F10F0E"/>
    <w:rsid w:val="00F41A2D"/>
    <w:rsid w:val="00F57D05"/>
    <w:rsid w:val="00F93A59"/>
    <w:rsid w:val="00FA6070"/>
    <w:rsid w:val="00FB0E09"/>
    <w:rsid w:val="00FC41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BB9"/>
    <w:pPr>
      <w:suppressAutoHyphens/>
    </w:pPr>
    <w:rPr>
      <w:sz w:val="24"/>
      <w:szCs w:val="24"/>
      <w:lang w:val="uk-UA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4BB9"/>
    <w:pPr>
      <w:keepNext/>
      <w:numPr>
        <w:numId w:val="1"/>
      </w:numPr>
      <w:jc w:val="center"/>
      <w:outlineLvl w:val="0"/>
    </w:pPr>
    <w:rPr>
      <w:sz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14BB9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23744"/>
    <w:rPr>
      <w:rFonts w:ascii="Cambria" w:hAnsi="Cambria" w:cs="Times New Roman"/>
      <w:b/>
      <w:bCs/>
      <w:kern w:val="32"/>
      <w:sz w:val="32"/>
      <w:szCs w:val="32"/>
      <w:lang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23744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WW8Num1z0">
    <w:name w:val="WW8Num1z0"/>
    <w:uiPriority w:val="99"/>
    <w:rsid w:val="00A14BB9"/>
  </w:style>
  <w:style w:type="character" w:customStyle="1" w:styleId="1">
    <w:name w:val="Основной шрифт абзаца1"/>
    <w:uiPriority w:val="99"/>
    <w:rsid w:val="00A14BB9"/>
  </w:style>
  <w:style w:type="paragraph" w:customStyle="1" w:styleId="10">
    <w:name w:val="Заголовок1"/>
    <w:basedOn w:val="Normal"/>
    <w:next w:val="BodyText"/>
    <w:uiPriority w:val="99"/>
    <w:rsid w:val="00A14BB9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A14BB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23744"/>
    <w:rPr>
      <w:rFonts w:cs="Times New Roman"/>
      <w:sz w:val="24"/>
      <w:szCs w:val="24"/>
      <w:lang w:eastAsia="ar-SA" w:bidi="ar-SA"/>
    </w:rPr>
  </w:style>
  <w:style w:type="paragraph" w:styleId="List">
    <w:name w:val="List"/>
    <w:basedOn w:val="BodyText"/>
    <w:uiPriority w:val="99"/>
    <w:rsid w:val="00A14BB9"/>
    <w:rPr>
      <w:rFonts w:cs="Mangal"/>
    </w:rPr>
  </w:style>
  <w:style w:type="paragraph" w:customStyle="1" w:styleId="11">
    <w:name w:val="Название1"/>
    <w:basedOn w:val="Normal"/>
    <w:uiPriority w:val="99"/>
    <w:rsid w:val="00A14BB9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Normal"/>
    <w:uiPriority w:val="99"/>
    <w:rsid w:val="00A14BB9"/>
    <w:pPr>
      <w:suppressLineNumbers/>
    </w:pPr>
    <w:rPr>
      <w:rFonts w:cs="Mangal"/>
    </w:rPr>
  </w:style>
  <w:style w:type="paragraph" w:styleId="BodyTextIndent">
    <w:name w:val="Body Text Indent"/>
    <w:basedOn w:val="Normal"/>
    <w:link w:val="BodyTextIndentChar"/>
    <w:uiPriority w:val="99"/>
    <w:rsid w:val="00A14BB9"/>
    <w:pPr>
      <w:ind w:firstLine="720"/>
      <w:jc w:val="both"/>
    </w:pPr>
    <w:rPr>
      <w:sz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D7115"/>
    <w:rPr>
      <w:rFonts w:cs="Times New Roman"/>
      <w:sz w:val="24"/>
      <w:szCs w:val="24"/>
      <w:lang w:val="uk-UA" w:eastAsia="ar-SA" w:bidi="ar-SA"/>
    </w:rPr>
  </w:style>
  <w:style w:type="paragraph" w:customStyle="1" w:styleId="13">
    <w:name w:val="Схема документа1"/>
    <w:basedOn w:val="Normal"/>
    <w:uiPriority w:val="99"/>
    <w:rsid w:val="00A14BB9"/>
    <w:pPr>
      <w:shd w:val="clear" w:color="auto" w:fill="000080"/>
    </w:pPr>
    <w:rPr>
      <w:rFonts w:ascii="Tahoma" w:hAnsi="Tahoma" w:cs="Tahoma"/>
    </w:rPr>
  </w:style>
  <w:style w:type="paragraph" w:customStyle="1" w:styleId="21">
    <w:name w:val="Основной текст с отступом 21"/>
    <w:basedOn w:val="Normal"/>
    <w:uiPriority w:val="99"/>
    <w:rsid w:val="00A14BB9"/>
    <w:pPr>
      <w:ind w:firstLine="708"/>
      <w:jc w:val="both"/>
    </w:pPr>
  </w:style>
  <w:style w:type="paragraph" w:styleId="BalloonText">
    <w:name w:val="Balloon Text"/>
    <w:basedOn w:val="Normal"/>
    <w:link w:val="BalloonTextChar"/>
    <w:uiPriority w:val="99"/>
    <w:rsid w:val="00A14B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23744"/>
    <w:rPr>
      <w:rFonts w:cs="Times New Roman"/>
      <w:sz w:val="2"/>
      <w:lang w:eastAsia="ar-SA" w:bidi="ar-SA"/>
    </w:rPr>
  </w:style>
  <w:style w:type="paragraph" w:customStyle="1" w:styleId="rvps7">
    <w:name w:val="rvps7"/>
    <w:basedOn w:val="Normal"/>
    <w:uiPriority w:val="99"/>
    <w:rsid w:val="005B2B3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9">
    <w:name w:val="rvts9"/>
    <w:basedOn w:val="DefaultParagraphFont"/>
    <w:uiPriority w:val="99"/>
    <w:rsid w:val="005B2B3F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B2B3F"/>
    <w:rPr>
      <w:rFonts w:cs="Times New Roman"/>
    </w:rPr>
  </w:style>
  <w:style w:type="paragraph" w:customStyle="1" w:styleId="rvps6">
    <w:name w:val="rvps6"/>
    <w:basedOn w:val="Normal"/>
    <w:uiPriority w:val="99"/>
    <w:rsid w:val="005B2B3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basedOn w:val="DefaultParagraphFont"/>
    <w:uiPriority w:val="99"/>
    <w:rsid w:val="005B2B3F"/>
    <w:rPr>
      <w:rFonts w:cs="Times New Roman"/>
    </w:rPr>
  </w:style>
  <w:style w:type="character" w:customStyle="1" w:styleId="rvts15">
    <w:name w:val="rvts15"/>
    <w:basedOn w:val="DefaultParagraphFont"/>
    <w:uiPriority w:val="99"/>
    <w:rsid w:val="005B2B3F"/>
    <w:rPr>
      <w:rFonts w:cs="Times New Roman"/>
    </w:rPr>
  </w:style>
  <w:style w:type="paragraph" w:customStyle="1" w:styleId="rvps12">
    <w:name w:val="rvps12"/>
    <w:basedOn w:val="Normal"/>
    <w:uiPriority w:val="99"/>
    <w:rsid w:val="005B2B3F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14">
    <w:name w:val="rvps14"/>
    <w:basedOn w:val="Normal"/>
    <w:uiPriority w:val="99"/>
    <w:rsid w:val="005B2B3F"/>
    <w:pPr>
      <w:suppressAutoHyphens w:val="0"/>
      <w:spacing w:before="100" w:beforeAutospacing="1" w:after="100" w:afterAutospacing="1"/>
    </w:pPr>
    <w:rPr>
      <w:lang w:eastAsia="uk-UA"/>
    </w:rPr>
  </w:style>
  <w:style w:type="paragraph" w:customStyle="1" w:styleId="rvps2">
    <w:name w:val="rvps2"/>
    <w:basedOn w:val="Normal"/>
    <w:uiPriority w:val="99"/>
    <w:rsid w:val="006D7115"/>
    <w:pPr>
      <w:suppressAutoHyphens w:val="0"/>
      <w:spacing w:before="100" w:beforeAutospacing="1" w:after="100" w:afterAutospacing="1"/>
    </w:pPr>
    <w:rPr>
      <w:lang w:val="ru-RU" w:eastAsia="ru-RU"/>
    </w:rPr>
  </w:style>
  <w:style w:type="character" w:styleId="Hyperlink">
    <w:name w:val="Hyperlink"/>
    <w:basedOn w:val="DefaultParagraphFont"/>
    <w:uiPriority w:val="99"/>
    <w:rsid w:val="006D7115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rsid w:val="006D7115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6D7115"/>
    <w:rPr>
      <w:rFonts w:ascii="Courier New" w:hAnsi="Courier New" w:cs="Courier New"/>
      <w:kern w:val="1"/>
      <w:lang w:val="ru-RU" w:eastAsia="ru-RU" w:bidi="ar-SA"/>
    </w:rPr>
  </w:style>
  <w:style w:type="paragraph" w:customStyle="1" w:styleId="ListParagraph1">
    <w:name w:val="List Paragraph1"/>
    <w:basedOn w:val="Normal"/>
    <w:uiPriority w:val="99"/>
    <w:rsid w:val="006D7115"/>
    <w:pPr>
      <w:suppressAutoHyphens w:val="0"/>
      <w:ind w:left="720"/>
      <w:contextualSpacing/>
    </w:pPr>
    <w:rPr>
      <w:rFonts w:ascii="Arial" w:hAnsi="Arial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010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9747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109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109745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1</Pages>
  <Words>158</Words>
  <Characters>904</Characters>
  <Application>Microsoft Office Outlook</Application>
  <DocSecurity>0</DocSecurity>
  <Lines>0</Lines>
  <Paragraphs>0</Paragraphs>
  <ScaleCrop>false</ScaleCrop>
  <Company>V.O.D.A.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       серпня 2005 року                     м</dc:title>
  <dc:subject/>
  <dc:creator>pomichnyk_1zast</dc:creator>
  <cp:keywords/>
  <dc:description/>
  <cp:lastModifiedBy>O.Stepjuk</cp:lastModifiedBy>
  <cp:revision>9</cp:revision>
  <cp:lastPrinted>2016-12-02T14:44:00Z</cp:lastPrinted>
  <dcterms:created xsi:type="dcterms:W3CDTF">2017-07-13T12:13:00Z</dcterms:created>
  <dcterms:modified xsi:type="dcterms:W3CDTF">2017-07-20T08:00:00Z</dcterms:modified>
</cp:coreProperties>
</file>