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5BA" w:rsidRDefault="00D235BA" w:rsidP="00EA1433">
      <w:pPr>
        <w:tabs>
          <w:tab w:val="left" w:pos="1080"/>
        </w:tabs>
      </w:pPr>
    </w:p>
    <w:p w:rsidR="00D235BA" w:rsidRDefault="00D235BA" w:rsidP="001128E3"/>
    <w:p w:rsidR="00D235BA" w:rsidRPr="0048178F" w:rsidRDefault="00D235BA" w:rsidP="00523B1E">
      <w:pPr>
        <w:spacing w:line="360" w:lineRule="auto"/>
        <w:ind w:left="5880" w:firstLine="78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8178F">
        <w:rPr>
          <w:sz w:val="28"/>
          <w:szCs w:val="28"/>
        </w:rPr>
        <w:t>ЗАТВЕРДЖЕНО</w:t>
      </w:r>
    </w:p>
    <w:p w:rsidR="00D235BA" w:rsidRDefault="00D235BA" w:rsidP="00523B1E">
      <w:pPr>
        <w:spacing w:line="360" w:lineRule="auto"/>
        <w:ind w:left="5880" w:firstLine="780"/>
        <w:rPr>
          <w:sz w:val="28"/>
          <w:szCs w:val="28"/>
        </w:rPr>
      </w:pPr>
      <w:r>
        <w:rPr>
          <w:sz w:val="28"/>
          <w:szCs w:val="28"/>
        </w:rPr>
        <w:t xml:space="preserve"> Р</w:t>
      </w:r>
      <w:r w:rsidRPr="0048178F">
        <w:rPr>
          <w:sz w:val="28"/>
          <w:szCs w:val="28"/>
        </w:rPr>
        <w:t xml:space="preserve">озпорядження голови  </w:t>
      </w:r>
      <w:r>
        <w:rPr>
          <w:sz w:val="28"/>
          <w:szCs w:val="28"/>
        </w:rPr>
        <w:t xml:space="preserve">   </w:t>
      </w:r>
    </w:p>
    <w:p w:rsidR="00D235BA" w:rsidRPr="0048178F" w:rsidRDefault="00D235BA" w:rsidP="00523B1E">
      <w:pPr>
        <w:spacing w:line="360" w:lineRule="auto"/>
        <w:ind w:left="5880" w:firstLine="780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Pr="0048178F">
        <w:rPr>
          <w:sz w:val="28"/>
          <w:szCs w:val="28"/>
        </w:rPr>
        <w:t>бл</w:t>
      </w:r>
      <w:r>
        <w:rPr>
          <w:sz w:val="28"/>
          <w:szCs w:val="28"/>
        </w:rPr>
        <w:t xml:space="preserve">асної </w:t>
      </w:r>
      <w:r w:rsidRPr="0048178F">
        <w:rPr>
          <w:sz w:val="28"/>
          <w:szCs w:val="28"/>
        </w:rPr>
        <w:t>держ</w:t>
      </w:r>
      <w:r>
        <w:rPr>
          <w:sz w:val="28"/>
          <w:szCs w:val="28"/>
        </w:rPr>
        <w:t xml:space="preserve">авної </w:t>
      </w:r>
      <w:r w:rsidRPr="0048178F">
        <w:rPr>
          <w:sz w:val="28"/>
          <w:szCs w:val="28"/>
        </w:rPr>
        <w:t xml:space="preserve">адміністрації     </w:t>
      </w:r>
    </w:p>
    <w:p w:rsidR="00D235BA" w:rsidRPr="0048178F" w:rsidRDefault="00D235BA" w:rsidP="00523B1E">
      <w:pPr>
        <w:spacing w:line="360" w:lineRule="auto"/>
        <w:ind w:left="5880" w:firstLine="780"/>
        <w:rPr>
          <w:sz w:val="28"/>
          <w:szCs w:val="28"/>
        </w:rPr>
      </w:pPr>
      <w:r>
        <w:rPr>
          <w:sz w:val="28"/>
          <w:szCs w:val="28"/>
        </w:rPr>
        <w:t xml:space="preserve">  23.09.2015</w:t>
      </w:r>
      <w:r w:rsidRPr="0048178F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412               </w:t>
      </w:r>
    </w:p>
    <w:p w:rsidR="00D235BA" w:rsidRDefault="00D235BA" w:rsidP="00CD78EA">
      <w:pPr>
        <w:rPr>
          <w:sz w:val="28"/>
        </w:rPr>
      </w:pPr>
    </w:p>
    <w:p w:rsidR="00D235BA" w:rsidRPr="00FA336F" w:rsidRDefault="00D235BA" w:rsidP="00E92098">
      <w:pPr>
        <w:ind w:firstLine="1080"/>
        <w:jc w:val="center"/>
        <w:rPr>
          <w:sz w:val="28"/>
          <w:szCs w:val="28"/>
        </w:rPr>
      </w:pPr>
      <w:r w:rsidRPr="00FA336F">
        <w:rPr>
          <w:sz w:val="28"/>
          <w:szCs w:val="28"/>
        </w:rPr>
        <w:t xml:space="preserve">СКЛАД </w:t>
      </w:r>
    </w:p>
    <w:p w:rsidR="00D235BA" w:rsidRDefault="00D235BA" w:rsidP="00E92098">
      <w:pPr>
        <w:ind w:firstLine="1080"/>
        <w:jc w:val="center"/>
        <w:rPr>
          <w:sz w:val="28"/>
          <w:szCs w:val="28"/>
        </w:rPr>
      </w:pPr>
      <w:r w:rsidRPr="00FA336F">
        <w:rPr>
          <w:sz w:val="28"/>
          <w:szCs w:val="28"/>
        </w:rPr>
        <w:t xml:space="preserve">колегії </w:t>
      </w:r>
      <w:r>
        <w:rPr>
          <w:sz w:val="28"/>
          <w:szCs w:val="28"/>
        </w:rPr>
        <w:t>відділу з питань фізичної культури</w:t>
      </w:r>
      <w:r w:rsidRPr="00FA336F">
        <w:rPr>
          <w:sz w:val="28"/>
          <w:szCs w:val="28"/>
        </w:rPr>
        <w:t xml:space="preserve"> та спорту </w:t>
      </w:r>
    </w:p>
    <w:p w:rsidR="00D235BA" w:rsidRPr="00FA336F" w:rsidRDefault="00D235BA" w:rsidP="00E92098">
      <w:pPr>
        <w:ind w:firstLine="1080"/>
        <w:jc w:val="center"/>
        <w:rPr>
          <w:sz w:val="28"/>
          <w:szCs w:val="28"/>
        </w:rPr>
      </w:pPr>
      <w:r w:rsidRPr="00FA336F">
        <w:rPr>
          <w:sz w:val="28"/>
          <w:szCs w:val="28"/>
        </w:rPr>
        <w:t>обл</w:t>
      </w:r>
      <w:r>
        <w:rPr>
          <w:sz w:val="28"/>
          <w:szCs w:val="28"/>
        </w:rPr>
        <w:t xml:space="preserve">асної </w:t>
      </w:r>
      <w:r w:rsidRPr="00FA336F">
        <w:rPr>
          <w:sz w:val="28"/>
          <w:szCs w:val="28"/>
        </w:rPr>
        <w:t>держ</w:t>
      </w:r>
      <w:r>
        <w:rPr>
          <w:sz w:val="28"/>
          <w:szCs w:val="28"/>
        </w:rPr>
        <w:t xml:space="preserve">авної </w:t>
      </w:r>
      <w:r w:rsidRPr="00FA336F">
        <w:rPr>
          <w:sz w:val="28"/>
          <w:szCs w:val="28"/>
        </w:rPr>
        <w:t>адміністрації</w:t>
      </w:r>
    </w:p>
    <w:p w:rsidR="00D235BA" w:rsidRDefault="00D235BA" w:rsidP="00E92098">
      <w:pPr>
        <w:ind w:firstLine="1080"/>
        <w:jc w:val="center"/>
        <w:rPr>
          <w:sz w:val="28"/>
          <w:szCs w:val="28"/>
        </w:rPr>
      </w:pPr>
    </w:p>
    <w:p w:rsidR="00D235BA" w:rsidRPr="00CD78EA" w:rsidRDefault="00D235BA" w:rsidP="00E92098">
      <w:pPr>
        <w:ind w:firstLine="1080"/>
        <w:jc w:val="center"/>
        <w:rPr>
          <w:sz w:val="16"/>
          <w:szCs w:val="16"/>
        </w:rPr>
      </w:pPr>
    </w:p>
    <w:p w:rsidR="00D235BA" w:rsidRPr="00FA336F" w:rsidRDefault="00D235BA" w:rsidP="00E92098">
      <w:pPr>
        <w:ind w:firstLine="1080"/>
        <w:jc w:val="center"/>
        <w:rPr>
          <w:sz w:val="28"/>
          <w:szCs w:val="28"/>
        </w:rPr>
      </w:pPr>
      <w:r w:rsidRPr="00FA336F">
        <w:rPr>
          <w:sz w:val="28"/>
          <w:szCs w:val="28"/>
        </w:rPr>
        <w:t>Голова колегії</w:t>
      </w:r>
    </w:p>
    <w:p w:rsidR="00D235BA" w:rsidRPr="00FA336F" w:rsidRDefault="00D235BA" w:rsidP="00E92098">
      <w:pPr>
        <w:ind w:firstLine="1080"/>
        <w:rPr>
          <w:sz w:val="28"/>
          <w:szCs w:val="28"/>
        </w:rPr>
      </w:pPr>
    </w:p>
    <w:p w:rsidR="00D235BA" w:rsidRPr="00FA336F" w:rsidRDefault="00D235BA" w:rsidP="00E92098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ДМИТРИШИН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Pr="00FA336F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FA336F">
        <w:rPr>
          <w:sz w:val="28"/>
          <w:szCs w:val="28"/>
        </w:rPr>
        <w:t xml:space="preserve">заступник начальника </w:t>
      </w:r>
      <w:r>
        <w:rPr>
          <w:sz w:val="28"/>
          <w:szCs w:val="28"/>
        </w:rPr>
        <w:t>відділу</w:t>
      </w:r>
    </w:p>
    <w:p w:rsidR="00D235BA" w:rsidRDefault="00D235BA" w:rsidP="00E92098">
      <w:pPr>
        <w:ind w:firstLine="1080"/>
        <w:jc w:val="both"/>
        <w:rPr>
          <w:sz w:val="28"/>
          <w:szCs w:val="28"/>
        </w:rPr>
      </w:pPr>
      <w:r w:rsidRPr="00FA336F">
        <w:rPr>
          <w:sz w:val="28"/>
          <w:szCs w:val="28"/>
        </w:rPr>
        <w:t>Ігор Ярославович</w:t>
      </w:r>
      <w:r w:rsidRPr="00FA336F">
        <w:rPr>
          <w:sz w:val="28"/>
          <w:szCs w:val="28"/>
        </w:rPr>
        <w:tab/>
      </w:r>
      <w:r w:rsidRPr="00FA336F">
        <w:rPr>
          <w:sz w:val="28"/>
          <w:szCs w:val="28"/>
        </w:rPr>
        <w:tab/>
      </w:r>
      <w:r w:rsidRPr="00FA336F">
        <w:rPr>
          <w:sz w:val="28"/>
          <w:szCs w:val="28"/>
        </w:rPr>
        <w:tab/>
      </w:r>
      <w:r w:rsidRPr="00FA336F">
        <w:rPr>
          <w:sz w:val="28"/>
          <w:szCs w:val="28"/>
        </w:rPr>
        <w:tab/>
      </w:r>
      <w:r>
        <w:rPr>
          <w:sz w:val="28"/>
          <w:szCs w:val="28"/>
        </w:rPr>
        <w:t>з питань фізичної культури</w:t>
      </w:r>
    </w:p>
    <w:p w:rsidR="00D235BA" w:rsidRPr="00FA336F" w:rsidRDefault="00D235BA" w:rsidP="00E92098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Pr="00FA33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Pr="00FA336F">
        <w:rPr>
          <w:sz w:val="28"/>
          <w:szCs w:val="28"/>
        </w:rPr>
        <w:t>та спор</w:t>
      </w:r>
      <w:r>
        <w:rPr>
          <w:sz w:val="28"/>
          <w:szCs w:val="28"/>
        </w:rPr>
        <w:t>ту</w:t>
      </w:r>
      <w:r w:rsidRPr="00FA336F">
        <w:rPr>
          <w:sz w:val="28"/>
          <w:szCs w:val="28"/>
        </w:rPr>
        <w:t xml:space="preserve"> облдержадміністрації</w:t>
      </w:r>
    </w:p>
    <w:p w:rsidR="00D235BA" w:rsidRPr="00FA336F" w:rsidRDefault="00D235BA" w:rsidP="00E92098">
      <w:pPr>
        <w:ind w:firstLine="1080"/>
        <w:jc w:val="both"/>
        <w:rPr>
          <w:sz w:val="28"/>
          <w:szCs w:val="28"/>
        </w:rPr>
      </w:pPr>
    </w:p>
    <w:p w:rsidR="00D235BA" w:rsidRPr="00FA336F" w:rsidRDefault="00D235BA" w:rsidP="00E92098">
      <w:pPr>
        <w:ind w:firstLine="1080"/>
        <w:jc w:val="center"/>
        <w:rPr>
          <w:sz w:val="28"/>
          <w:szCs w:val="28"/>
        </w:rPr>
      </w:pPr>
      <w:r w:rsidRPr="00FA336F">
        <w:rPr>
          <w:sz w:val="28"/>
          <w:szCs w:val="28"/>
        </w:rPr>
        <w:t>секретар колегії</w:t>
      </w:r>
    </w:p>
    <w:p w:rsidR="00D235BA" w:rsidRPr="00FA336F" w:rsidRDefault="00D235BA" w:rsidP="00E92098">
      <w:pPr>
        <w:ind w:firstLine="1080"/>
        <w:jc w:val="center"/>
        <w:rPr>
          <w:sz w:val="28"/>
          <w:szCs w:val="28"/>
        </w:rPr>
      </w:pPr>
    </w:p>
    <w:p w:rsidR="00D235BA" w:rsidRDefault="00D235BA" w:rsidP="00E92098">
      <w:pPr>
        <w:ind w:left="-33" w:firstLine="1080"/>
        <w:rPr>
          <w:sz w:val="28"/>
        </w:rPr>
      </w:pPr>
      <w:r>
        <w:rPr>
          <w:sz w:val="28"/>
          <w:szCs w:val="28"/>
        </w:rPr>
        <w:t>ДУК</w:t>
      </w:r>
      <w:r w:rsidRPr="00FA336F">
        <w:rPr>
          <w:sz w:val="28"/>
          <w:szCs w:val="28"/>
        </w:rPr>
        <w:tab/>
      </w:r>
      <w:r w:rsidRPr="00FA336F">
        <w:rPr>
          <w:sz w:val="28"/>
          <w:szCs w:val="28"/>
        </w:rPr>
        <w:tab/>
      </w:r>
      <w:r w:rsidRPr="00FA336F">
        <w:rPr>
          <w:sz w:val="28"/>
          <w:szCs w:val="28"/>
        </w:rPr>
        <w:tab/>
      </w:r>
      <w:r w:rsidRPr="00FA336F">
        <w:rPr>
          <w:sz w:val="28"/>
          <w:szCs w:val="28"/>
        </w:rPr>
        <w:tab/>
      </w:r>
      <w:r w:rsidRPr="00FA336F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>
        <w:rPr>
          <w:sz w:val="28"/>
        </w:rPr>
        <w:t xml:space="preserve">-  головний спеціаліст відділу </w:t>
      </w:r>
    </w:p>
    <w:p w:rsidR="00D235BA" w:rsidRDefault="00D235BA" w:rsidP="00E92098">
      <w:pPr>
        <w:ind w:left="-33" w:firstLine="1080"/>
        <w:rPr>
          <w:sz w:val="28"/>
        </w:rPr>
      </w:pPr>
      <w:r>
        <w:rPr>
          <w:sz w:val="28"/>
        </w:rPr>
        <w:t xml:space="preserve">Вікторія Анатоліївна                              з питань фізичної культури </w:t>
      </w:r>
    </w:p>
    <w:p w:rsidR="00D235BA" w:rsidRDefault="00D235BA" w:rsidP="00386DE3">
      <w:pPr>
        <w:ind w:left="-33" w:firstLine="1080"/>
        <w:rPr>
          <w:sz w:val="28"/>
        </w:rPr>
      </w:pPr>
      <w:r>
        <w:rPr>
          <w:sz w:val="28"/>
        </w:rPr>
        <w:t xml:space="preserve">                                                                  та спорту облдержадміністрації</w:t>
      </w:r>
    </w:p>
    <w:p w:rsidR="00D235BA" w:rsidRPr="00FA336F" w:rsidRDefault="00D235BA" w:rsidP="00E92098">
      <w:pPr>
        <w:ind w:left="-33" w:firstLine="1080"/>
        <w:rPr>
          <w:sz w:val="28"/>
          <w:szCs w:val="28"/>
        </w:rPr>
      </w:pPr>
      <w:r>
        <w:rPr>
          <w:sz w:val="28"/>
        </w:rPr>
        <w:t xml:space="preserve">                                                               </w:t>
      </w:r>
    </w:p>
    <w:p w:rsidR="00D235BA" w:rsidRPr="00FA336F" w:rsidRDefault="00D235BA" w:rsidP="00E92098">
      <w:pPr>
        <w:ind w:firstLine="1080"/>
        <w:jc w:val="center"/>
        <w:rPr>
          <w:sz w:val="28"/>
          <w:szCs w:val="28"/>
        </w:rPr>
      </w:pPr>
      <w:r w:rsidRPr="00FA336F">
        <w:rPr>
          <w:sz w:val="28"/>
          <w:szCs w:val="28"/>
        </w:rPr>
        <w:t>члени колегії:</w:t>
      </w:r>
    </w:p>
    <w:p w:rsidR="00D235BA" w:rsidRPr="00FA336F" w:rsidRDefault="00D235BA" w:rsidP="009A441F">
      <w:pPr>
        <w:jc w:val="both"/>
        <w:rPr>
          <w:sz w:val="28"/>
          <w:szCs w:val="28"/>
        </w:rPr>
      </w:pPr>
    </w:p>
    <w:tbl>
      <w:tblPr>
        <w:tblW w:w="11088" w:type="dxa"/>
        <w:tblLook w:val="01E0"/>
      </w:tblPr>
      <w:tblGrid>
        <w:gridCol w:w="4248"/>
        <w:gridCol w:w="6840"/>
      </w:tblGrid>
      <w:tr w:rsidR="00D235BA" w:rsidRPr="00FA336F" w:rsidTr="00C45CB9">
        <w:tc>
          <w:tcPr>
            <w:tcW w:w="4248" w:type="dxa"/>
          </w:tcPr>
          <w:p w:rsidR="00D235BA" w:rsidRPr="00FA336F" w:rsidRDefault="00D235BA" w:rsidP="00E92098">
            <w:pPr>
              <w:ind w:firstLine="1080"/>
              <w:rPr>
                <w:sz w:val="28"/>
                <w:szCs w:val="28"/>
              </w:rPr>
            </w:pPr>
            <w:r w:rsidRPr="00FA336F">
              <w:rPr>
                <w:sz w:val="28"/>
                <w:szCs w:val="28"/>
              </w:rPr>
              <w:t xml:space="preserve">КЛІШ </w:t>
            </w:r>
          </w:p>
          <w:p w:rsidR="00D235BA" w:rsidRPr="00FA336F" w:rsidRDefault="00D235BA" w:rsidP="00E92098">
            <w:pPr>
              <w:ind w:firstLine="1080"/>
              <w:rPr>
                <w:sz w:val="28"/>
                <w:szCs w:val="28"/>
              </w:rPr>
            </w:pPr>
            <w:r w:rsidRPr="00FA336F">
              <w:rPr>
                <w:sz w:val="28"/>
                <w:szCs w:val="28"/>
              </w:rPr>
              <w:t xml:space="preserve">Анатолій Аристархович                      </w:t>
            </w:r>
          </w:p>
        </w:tc>
        <w:tc>
          <w:tcPr>
            <w:tcW w:w="6840" w:type="dxa"/>
          </w:tcPr>
          <w:p w:rsidR="00D235BA" w:rsidRDefault="00D235BA" w:rsidP="00C45CB9">
            <w:pPr>
              <w:shd w:val="clear" w:color="auto" w:fill="FFFFFF"/>
              <w:ind w:left="12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  </w:t>
            </w:r>
            <w:r w:rsidRPr="00FA336F">
              <w:rPr>
                <w:sz w:val="28"/>
                <w:szCs w:val="28"/>
              </w:rPr>
              <w:t>голова обласної ради фізкультурно-</w:t>
            </w:r>
            <w:r>
              <w:rPr>
                <w:sz w:val="28"/>
                <w:szCs w:val="28"/>
              </w:rPr>
              <w:t xml:space="preserve">   </w:t>
            </w:r>
          </w:p>
          <w:p w:rsidR="00D235BA" w:rsidRPr="00FA336F" w:rsidRDefault="00D235BA" w:rsidP="00C45CB9">
            <w:pPr>
              <w:shd w:val="clear" w:color="auto" w:fill="FFFFFF"/>
              <w:ind w:left="12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FA336F">
              <w:rPr>
                <w:sz w:val="28"/>
                <w:szCs w:val="28"/>
              </w:rPr>
              <w:t xml:space="preserve">спортивного товариства </w:t>
            </w:r>
            <w:r>
              <w:rPr>
                <w:sz w:val="28"/>
                <w:szCs w:val="28"/>
              </w:rPr>
              <w:t>«</w:t>
            </w:r>
            <w:r w:rsidRPr="00FA336F">
              <w:rPr>
                <w:sz w:val="28"/>
                <w:szCs w:val="28"/>
              </w:rPr>
              <w:t>Колос</w:t>
            </w:r>
            <w:r>
              <w:rPr>
                <w:sz w:val="28"/>
                <w:szCs w:val="28"/>
              </w:rPr>
              <w:t xml:space="preserve">» </w:t>
            </w:r>
          </w:p>
          <w:p w:rsidR="00D235BA" w:rsidRPr="00FA336F" w:rsidRDefault="00D235BA" w:rsidP="00B365F3">
            <w:pPr>
              <w:shd w:val="clear" w:color="auto" w:fill="FFFFFF"/>
              <w:tabs>
                <w:tab w:val="left" w:pos="1452"/>
              </w:tabs>
              <w:ind w:left="145" w:firstLine="1080"/>
              <w:rPr>
                <w:sz w:val="28"/>
                <w:szCs w:val="28"/>
              </w:rPr>
            </w:pPr>
            <w:r w:rsidRPr="00FA336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FA336F">
              <w:rPr>
                <w:sz w:val="28"/>
                <w:szCs w:val="28"/>
              </w:rPr>
              <w:t>(за згодою)</w:t>
            </w:r>
          </w:p>
        </w:tc>
      </w:tr>
    </w:tbl>
    <w:p w:rsidR="00D235BA" w:rsidRPr="00FA336F" w:rsidRDefault="00D235BA" w:rsidP="00E92098">
      <w:pPr>
        <w:ind w:firstLine="1080"/>
        <w:jc w:val="both"/>
        <w:rPr>
          <w:sz w:val="28"/>
          <w:szCs w:val="28"/>
        </w:rPr>
      </w:pPr>
    </w:p>
    <w:p w:rsidR="00D235BA" w:rsidRPr="00FA336F" w:rsidRDefault="00D235BA" w:rsidP="00E92098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НОВОСАД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Pr="00FA336F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FA336F">
        <w:rPr>
          <w:sz w:val="28"/>
          <w:szCs w:val="28"/>
        </w:rPr>
        <w:t xml:space="preserve">директор обласного центру фізичного </w:t>
      </w:r>
    </w:p>
    <w:p w:rsidR="00D235BA" w:rsidRPr="00FA336F" w:rsidRDefault="00D235BA" w:rsidP="00E92098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Володимир Петрович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A336F">
        <w:rPr>
          <w:sz w:val="28"/>
          <w:szCs w:val="28"/>
        </w:rPr>
        <w:t xml:space="preserve">здоров’я населення </w:t>
      </w:r>
      <w:r>
        <w:rPr>
          <w:sz w:val="28"/>
          <w:szCs w:val="28"/>
        </w:rPr>
        <w:t>«Спорт для всіх»</w:t>
      </w:r>
    </w:p>
    <w:p w:rsidR="00D235BA" w:rsidRPr="00FA336F" w:rsidRDefault="00D235BA" w:rsidP="00E92098">
      <w:pPr>
        <w:ind w:firstLine="1080"/>
        <w:jc w:val="both"/>
        <w:rPr>
          <w:sz w:val="28"/>
          <w:szCs w:val="28"/>
        </w:rPr>
      </w:pPr>
    </w:p>
    <w:p w:rsidR="00D235BA" w:rsidRPr="00FA336F" w:rsidRDefault="00D235BA" w:rsidP="009A441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ПЛАХОТНА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Pr="00FA336F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FA336F">
        <w:rPr>
          <w:sz w:val="28"/>
          <w:szCs w:val="28"/>
        </w:rPr>
        <w:t xml:space="preserve">заступник начальника управління </w:t>
      </w:r>
    </w:p>
    <w:p w:rsidR="00D235BA" w:rsidRDefault="00D235BA" w:rsidP="009A441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Людмила Володимирівна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освіти, </w:t>
      </w:r>
      <w:r w:rsidRPr="00FA336F">
        <w:rPr>
          <w:sz w:val="28"/>
          <w:szCs w:val="28"/>
        </w:rPr>
        <w:t xml:space="preserve">науки </w:t>
      </w:r>
      <w:r>
        <w:rPr>
          <w:sz w:val="28"/>
          <w:szCs w:val="28"/>
        </w:rPr>
        <w:t xml:space="preserve">та молоді </w:t>
      </w:r>
    </w:p>
    <w:p w:rsidR="00D235BA" w:rsidRPr="00FA336F" w:rsidRDefault="00D235BA" w:rsidP="009A441F">
      <w:pPr>
        <w:tabs>
          <w:tab w:val="left" w:pos="5580"/>
        </w:tabs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FA336F">
        <w:rPr>
          <w:sz w:val="28"/>
          <w:szCs w:val="28"/>
        </w:rPr>
        <w:t>облдержадміністрації</w:t>
      </w:r>
    </w:p>
    <w:p w:rsidR="00D235BA" w:rsidRDefault="00D235BA" w:rsidP="00E92098">
      <w:pPr>
        <w:ind w:firstLine="1080"/>
        <w:rPr>
          <w:sz w:val="28"/>
          <w:szCs w:val="28"/>
        </w:rPr>
      </w:pPr>
    </w:p>
    <w:p w:rsidR="00D235BA" w:rsidRDefault="00D235BA" w:rsidP="00E92098">
      <w:pPr>
        <w:ind w:firstLine="1080"/>
        <w:rPr>
          <w:sz w:val="28"/>
          <w:szCs w:val="28"/>
        </w:rPr>
      </w:pPr>
    </w:p>
    <w:p w:rsidR="00D235BA" w:rsidRDefault="00D235BA" w:rsidP="00E92098">
      <w:pPr>
        <w:ind w:firstLine="1080"/>
        <w:rPr>
          <w:sz w:val="28"/>
          <w:szCs w:val="28"/>
        </w:rPr>
      </w:pPr>
    </w:p>
    <w:p w:rsidR="00D235BA" w:rsidRDefault="00D235BA" w:rsidP="00E92098">
      <w:pPr>
        <w:ind w:firstLine="1080"/>
        <w:rPr>
          <w:sz w:val="28"/>
          <w:szCs w:val="28"/>
        </w:rPr>
      </w:pPr>
    </w:p>
    <w:p w:rsidR="00D235BA" w:rsidRDefault="00D235BA" w:rsidP="00E92098">
      <w:pPr>
        <w:ind w:firstLine="1080"/>
        <w:rPr>
          <w:sz w:val="28"/>
          <w:szCs w:val="28"/>
        </w:rPr>
      </w:pPr>
    </w:p>
    <w:p w:rsidR="00D235BA" w:rsidRDefault="00D235BA" w:rsidP="00E92098">
      <w:pPr>
        <w:ind w:firstLine="1080"/>
      </w:pPr>
    </w:p>
    <w:sectPr w:rsidR="00D235BA" w:rsidSect="00EA1433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EB3BB7"/>
    <w:multiLevelType w:val="hybridMultilevel"/>
    <w:tmpl w:val="7D00F9EE"/>
    <w:lvl w:ilvl="0" w:tplc="0AC20836">
      <w:start w:val="1"/>
      <w:numFmt w:val="bullet"/>
      <w:lvlText w:val="-"/>
      <w:lvlJc w:val="left"/>
      <w:pPr>
        <w:tabs>
          <w:tab w:val="num" w:pos="1585"/>
        </w:tabs>
        <w:ind w:left="158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305"/>
        </w:tabs>
        <w:ind w:left="230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025"/>
        </w:tabs>
        <w:ind w:left="30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745"/>
        </w:tabs>
        <w:ind w:left="37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465"/>
        </w:tabs>
        <w:ind w:left="446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185"/>
        </w:tabs>
        <w:ind w:left="51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905"/>
        </w:tabs>
        <w:ind w:left="59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625"/>
        </w:tabs>
        <w:ind w:left="662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345"/>
        </w:tabs>
        <w:ind w:left="73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28E3"/>
    <w:rsid w:val="0000052E"/>
    <w:rsid w:val="00000731"/>
    <w:rsid w:val="00000960"/>
    <w:rsid w:val="0000144F"/>
    <w:rsid w:val="00002247"/>
    <w:rsid w:val="000022E6"/>
    <w:rsid w:val="00002972"/>
    <w:rsid w:val="000029B9"/>
    <w:rsid w:val="00002F23"/>
    <w:rsid w:val="00002F78"/>
    <w:rsid w:val="00002FB3"/>
    <w:rsid w:val="00003452"/>
    <w:rsid w:val="0000354E"/>
    <w:rsid w:val="00003C73"/>
    <w:rsid w:val="00003CCC"/>
    <w:rsid w:val="00003F53"/>
    <w:rsid w:val="00003FFF"/>
    <w:rsid w:val="00004270"/>
    <w:rsid w:val="00004398"/>
    <w:rsid w:val="000043A5"/>
    <w:rsid w:val="0000530A"/>
    <w:rsid w:val="00005BB2"/>
    <w:rsid w:val="00006795"/>
    <w:rsid w:val="000069AD"/>
    <w:rsid w:val="00006A02"/>
    <w:rsid w:val="00006FFF"/>
    <w:rsid w:val="0000718C"/>
    <w:rsid w:val="00007364"/>
    <w:rsid w:val="000078E4"/>
    <w:rsid w:val="00007D7D"/>
    <w:rsid w:val="00010287"/>
    <w:rsid w:val="000104DF"/>
    <w:rsid w:val="00010BE4"/>
    <w:rsid w:val="00010FEA"/>
    <w:rsid w:val="000111CF"/>
    <w:rsid w:val="0001136F"/>
    <w:rsid w:val="0001169C"/>
    <w:rsid w:val="00011A2D"/>
    <w:rsid w:val="00011A48"/>
    <w:rsid w:val="00011B0A"/>
    <w:rsid w:val="00011B77"/>
    <w:rsid w:val="0001205D"/>
    <w:rsid w:val="00012C0F"/>
    <w:rsid w:val="00012DEC"/>
    <w:rsid w:val="00013071"/>
    <w:rsid w:val="00013845"/>
    <w:rsid w:val="000139F9"/>
    <w:rsid w:val="00013C3E"/>
    <w:rsid w:val="00013F6D"/>
    <w:rsid w:val="000141A6"/>
    <w:rsid w:val="00014899"/>
    <w:rsid w:val="00014ABC"/>
    <w:rsid w:val="00014D83"/>
    <w:rsid w:val="0001550D"/>
    <w:rsid w:val="00015557"/>
    <w:rsid w:val="00015939"/>
    <w:rsid w:val="00015C7A"/>
    <w:rsid w:val="00015F0B"/>
    <w:rsid w:val="000161E3"/>
    <w:rsid w:val="000167A5"/>
    <w:rsid w:val="000169AB"/>
    <w:rsid w:val="000169E2"/>
    <w:rsid w:val="00016A38"/>
    <w:rsid w:val="00016DD8"/>
    <w:rsid w:val="00016F00"/>
    <w:rsid w:val="0001715D"/>
    <w:rsid w:val="0001718F"/>
    <w:rsid w:val="00017B45"/>
    <w:rsid w:val="00017F70"/>
    <w:rsid w:val="00020473"/>
    <w:rsid w:val="000204B0"/>
    <w:rsid w:val="00020641"/>
    <w:rsid w:val="00020A05"/>
    <w:rsid w:val="00020A94"/>
    <w:rsid w:val="00020F0B"/>
    <w:rsid w:val="000210F8"/>
    <w:rsid w:val="000218A8"/>
    <w:rsid w:val="00021A52"/>
    <w:rsid w:val="00021BAA"/>
    <w:rsid w:val="00021BAB"/>
    <w:rsid w:val="0002231C"/>
    <w:rsid w:val="00022CB0"/>
    <w:rsid w:val="00022EAF"/>
    <w:rsid w:val="000230A9"/>
    <w:rsid w:val="000231AB"/>
    <w:rsid w:val="0002407A"/>
    <w:rsid w:val="00024308"/>
    <w:rsid w:val="000244A9"/>
    <w:rsid w:val="00024941"/>
    <w:rsid w:val="00024A34"/>
    <w:rsid w:val="000251C4"/>
    <w:rsid w:val="00025332"/>
    <w:rsid w:val="000254C4"/>
    <w:rsid w:val="0002563C"/>
    <w:rsid w:val="00025754"/>
    <w:rsid w:val="0002596B"/>
    <w:rsid w:val="00025C14"/>
    <w:rsid w:val="00025CA8"/>
    <w:rsid w:val="00026192"/>
    <w:rsid w:val="0002627F"/>
    <w:rsid w:val="00026631"/>
    <w:rsid w:val="00026F3C"/>
    <w:rsid w:val="00027075"/>
    <w:rsid w:val="0002722E"/>
    <w:rsid w:val="0002752B"/>
    <w:rsid w:val="00027665"/>
    <w:rsid w:val="000276D3"/>
    <w:rsid w:val="000276F9"/>
    <w:rsid w:val="00027BBC"/>
    <w:rsid w:val="00027CC9"/>
    <w:rsid w:val="000308BD"/>
    <w:rsid w:val="00030990"/>
    <w:rsid w:val="00030B09"/>
    <w:rsid w:val="00030C10"/>
    <w:rsid w:val="00030D06"/>
    <w:rsid w:val="00030E0E"/>
    <w:rsid w:val="00030EF7"/>
    <w:rsid w:val="000314A1"/>
    <w:rsid w:val="0003159F"/>
    <w:rsid w:val="000318A8"/>
    <w:rsid w:val="000318C7"/>
    <w:rsid w:val="00031D31"/>
    <w:rsid w:val="00032259"/>
    <w:rsid w:val="00032838"/>
    <w:rsid w:val="00032AD4"/>
    <w:rsid w:val="00033A7D"/>
    <w:rsid w:val="00033CEB"/>
    <w:rsid w:val="0003433B"/>
    <w:rsid w:val="0003478D"/>
    <w:rsid w:val="00034E85"/>
    <w:rsid w:val="00034F30"/>
    <w:rsid w:val="000353BA"/>
    <w:rsid w:val="00035891"/>
    <w:rsid w:val="00035941"/>
    <w:rsid w:val="00035F87"/>
    <w:rsid w:val="0003614C"/>
    <w:rsid w:val="0003649F"/>
    <w:rsid w:val="000365B9"/>
    <w:rsid w:val="0003683F"/>
    <w:rsid w:val="00036870"/>
    <w:rsid w:val="00037389"/>
    <w:rsid w:val="00037423"/>
    <w:rsid w:val="00037A68"/>
    <w:rsid w:val="00037E33"/>
    <w:rsid w:val="00037E5D"/>
    <w:rsid w:val="00037FD1"/>
    <w:rsid w:val="000404E2"/>
    <w:rsid w:val="0004054A"/>
    <w:rsid w:val="000406B3"/>
    <w:rsid w:val="000407B3"/>
    <w:rsid w:val="00040912"/>
    <w:rsid w:val="00040EC7"/>
    <w:rsid w:val="00041082"/>
    <w:rsid w:val="000414BF"/>
    <w:rsid w:val="000416C0"/>
    <w:rsid w:val="00041986"/>
    <w:rsid w:val="00041EF5"/>
    <w:rsid w:val="000423AC"/>
    <w:rsid w:val="0004262E"/>
    <w:rsid w:val="00042736"/>
    <w:rsid w:val="00042989"/>
    <w:rsid w:val="00043133"/>
    <w:rsid w:val="0004336C"/>
    <w:rsid w:val="0004364C"/>
    <w:rsid w:val="000437D3"/>
    <w:rsid w:val="0004395F"/>
    <w:rsid w:val="000439C6"/>
    <w:rsid w:val="0004409F"/>
    <w:rsid w:val="0004442F"/>
    <w:rsid w:val="000445C7"/>
    <w:rsid w:val="0004480E"/>
    <w:rsid w:val="00044859"/>
    <w:rsid w:val="000449AE"/>
    <w:rsid w:val="00044A79"/>
    <w:rsid w:val="00044AC3"/>
    <w:rsid w:val="00044E92"/>
    <w:rsid w:val="0004502A"/>
    <w:rsid w:val="00045772"/>
    <w:rsid w:val="0004579B"/>
    <w:rsid w:val="00045AF6"/>
    <w:rsid w:val="00045B32"/>
    <w:rsid w:val="00045ED8"/>
    <w:rsid w:val="00046379"/>
    <w:rsid w:val="00046EBF"/>
    <w:rsid w:val="00046F24"/>
    <w:rsid w:val="0004750D"/>
    <w:rsid w:val="0004799C"/>
    <w:rsid w:val="00047B59"/>
    <w:rsid w:val="000501C8"/>
    <w:rsid w:val="0005026D"/>
    <w:rsid w:val="00050470"/>
    <w:rsid w:val="00050677"/>
    <w:rsid w:val="00050923"/>
    <w:rsid w:val="00050BF6"/>
    <w:rsid w:val="00050E82"/>
    <w:rsid w:val="0005135D"/>
    <w:rsid w:val="000519EA"/>
    <w:rsid w:val="00051B8C"/>
    <w:rsid w:val="00051D67"/>
    <w:rsid w:val="00051DA3"/>
    <w:rsid w:val="00051F36"/>
    <w:rsid w:val="00052332"/>
    <w:rsid w:val="0005245A"/>
    <w:rsid w:val="000525BD"/>
    <w:rsid w:val="00052958"/>
    <w:rsid w:val="00052988"/>
    <w:rsid w:val="00052C5A"/>
    <w:rsid w:val="00053963"/>
    <w:rsid w:val="000539D3"/>
    <w:rsid w:val="00053D62"/>
    <w:rsid w:val="00053DEE"/>
    <w:rsid w:val="00054102"/>
    <w:rsid w:val="0005426B"/>
    <w:rsid w:val="000542E4"/>
    <w:rsid w:val="0005432A"/>
    <w:rsid w:val="0005447A"/>
    <w:rsid w:val="000547CC"/>
    <w:rsid w:val="0005484A"/>
    <w:rsid w:val="00054CA5"/>
    <w:rsid w:val="000551D2"/>
    <w:rsid w:val="000553BC"/>
    <w:rsid w:val="00055532"/>
    <w:rsid w:val="0005562A"/>
    <w:rsid w:val="00055B8A"/>
    <w:rsid w:val="00055D51"/>
    <w:rsid w:val="00056451"/>
    <w:rsid w:val="000565C6"/>
    <w:rsid w:val="00056686"/>
    <w:rsid w:val="000569D2"/>
    <w:rsid w:val="0005700D"/>
    <w:rsid w:val="000571C7"/>
    <w:rsid w:val="00057316"/>
    <w:rsid w:val="000573D0"/>
    <w:rsid w:val="0005799E"/>
    <w:rsid w:val="00057ED8"/>
    <w:rsid w:val="00057F67"/>
    <w:rsid w:val="00060288"/>
    <w:rsid w:val="00060749"/>
    <w:rsid w:val="00060770"/>
    <w:rsid w:val="00060DF6"/>
    <w:rsid w:val="00060E14"/>
    <w:rsid w:val="00061149"/>
    <w:rsid w:val="00061226"/>
    <w:rsid w:val="000612CC"/>
    <w:rsid w:val="00061489"/>
    <w:rsid w:val="000617D6"/>
    <w:rsid w:val="00061AE0"/>
    <w:rsid w:val="00061B12"/>
    <w:rsid w:val="00061DC4"/>
    <w:rsid w:val="00061FD2"/>
    <w:rsid w:val="00062052"/>
    <w:rsid w:val="00062090"/>
    <w:rsid w:val="000622A3"/>
    <w:rsid w:val="0006263C"/>
    <w:rsid w:val="00062A3E"/>
    <w:rsid w:val="00062C68"/>
    <w:rsid w:val="00062EDA"/>
    <w:rsid w:val="0006313C"/>
    <w:rsid w:val="000633FB"/>
    <w:rsid w:val="00063705"/>
    <w:rsid w:val="0006397E"/>
    <w:rsid w:val="000639D0"/>
    <w:rsid w:val="00063D64"/>
    <w:rsid w:val="00063E7E"/>
    <w:rsid w:val="00064712"/>
    <w:rsid w:val="000648D5"/>
    <w:rsid w:val="00064954"/>
    <w:rsid w:val="00064E6A"/>
    <w:rsid w:val="000652F3"/>
    <w:rsid w:val="000653C8"/>
    <w:rsid w:val="0006576E"/>
    <w:rsid w:val="0006609D"/>
    <w:rsid w:val="00066BA4"/>
    <w:rsid w:val="00067159"/>
    <w:rsid w:val="00067D08"/>
    <w:rsid w:val="00067E5C"/>
    <w:rsid w:val="00067FC7"/>
    <w:rsid w:val="00070308"/>
    <w:rsid w:val="00070342"/>
    <w:rsid w:val="00070431"/>
    <w:rsid w:val="00070510"/>
    <w:rsid w:val="00070540"/>
    <w:rsid w:val="0007065C"/>
    <w:rsid w:val="00070C50"/>
    <w:rsid w:val="00070D05"/>
    <w:rsid w:val="000719C8"/>
    <w:rsid w:val="00071B43"/>
    <w:rsid w:val="00071C47"/>
    <w:rsid w:val="00071D50"/>
    <w:rsid w:val="00071FA7"/>
    <w:rsid w:val="000721BD"/>
    <w:rsid w:val="00072D6D"/>
    <w:rsid w:val="00072E63"/>
    <w:rsid w:val="00073422"/>
    <w:rsid w:val="00073468"/>
    <w:rsid w:val="00073762"/>
    <w:rsid w:val="000739A4"/>
    <w:rsid w:val="00073A0E"/>
    <w:rsid w:val="00073B1B"/>
    <w:rsid w:val="00073E52"/>
    <w:rsid w:val="00074367"/>
    <w:rsid w:val="00074590"/>
    <w:rsid w:val="00074621"/>
    <w:rsid w:val="000755ED"/>
    <w:rsid w:val="00075D4B"/>
    <w:rsid w:val="0007604E"/>
    <w:rsid w:val="00076195"/>
    <w:rsid w:val="00076204"/>
    <w:rsid w:val="0007719A"/>
    <w:rsid w:val="00077313"/>
    <w:rsid w:val="000773D4"/>
    <w:rsid w:val="00077CA8"/>
    <w:rsid w:val="00077DC1"/>
    <w:rsid w:val="0008086C"/>
    <w:rsid w:val="00080E28"/>
    <w:rsid w:val="00080EF0"/>
    <w:rsid w:val="00080FC8"/>
    <w:rsid w:val="000810AA"/>
    <w:rsid w:val="00081D29"/>
    <w:rsid w:val="00081F67"/>
    <w:rsid w:val="0008233A"/>
    <w:rsid w:val="0008244C"/>
    <w:rsid w:val="000825E9"/>
    <w:rsid w:val="00082623"/>
    <w:rsid w:val="00083751"/>
    <w:rsid w:val="000840F4"/>
    <w:rsid w:val="00084796"/>
    <w:rsid w:val="000848AA"/>
    <w:rsid w:val="00084DA9"/>
    <w:rsid w:val="00084E55"/>
    <w:rsid w:val="00084E74"/>
    <w:rsid w:val="000850A3"/>
    <w:rsid w:val="00085B27"/>
    <w:rsid w:val="00085EDE"/>
    <w:rsid w:val="00086751"/>
    <w:rsid w:val="0008688F"/>
    <w:rsid w:val="000868FD"/>
    <w:rsid w:val="00086B41"/>
    <w:rsid w:val="000874FD"/>
    <w:rsid w:val="00087CE4"/>
    <w:rsid w:val="00090039"/>
    <w:rsid w:val="0009035B"/>
    <w:rsid w:val="00090443"/>
    <w:rsid w:val="000909D1"/>
    <w:rsid w:val="00090E68"/>
    <w:rsid w:val="00090F24"/>
    <w:rsid w:val="000910E3"/>
    <w:rsid w:val="00091409"/>
    <w:rsid w:val="00091E9C"/>
    <w:rsid w:val="000920CD"/>
    <w:rsid w:val="000924AC"/>
    <w:rsid w:val="000928F6"/>
    <w:rsid w:val="0009343A"/>
    <w:rsid w:val="0009351D"/>
    <w:rsid w:val="00093524"/>
    <w:rsid w:val="00093612"/>
    <w:rsid w:val="00093785"/>
    <w:rsid w:val="0009388F"/>
    <w:rsid w:val="000938D7"/>
    <w:rsid w:val="00094011"/>
    <w:rsid w:val="000940F1"/>
    <w:rsid w:val="00094780"/>
    <w:rsid w:val="00094E8E"/>
    <w:rsid w:val="00094ECD"/>
    <w:rsid w:val="00095242"/>
    <w:rsid w:val="0009544F"/>
    <w:rsid w:val="00096598"/>
    <w:rsid w:val="00096857"/>
    <w:rsid w:val="000975A7"/>
    <w:rsid w:val="000A015E"/>
    <w:rsid w:val="000A0393"/>
    <w:rsid w:val="000A084D"/>
    <w:rsid w:val="000A0A40"/>
    <w:rsid w:val="000A0A92"/>
    <w:rsid w:val="000A1C83"/>
    <w:rsid w:val="000A1D51"/>
    <w:rsid w:val="000A1DC6"/>
    <w:rsid w:val="000A1E7E"/>
    <w:rsid w:val="000A2274"/>
    <w:rsid w:val="000A2475"/>
    <w:rsid w:val="000A247B"/>
    <w:rsid w:val="000A30AA"/>
    <w:rsid w:val="000A33CF"/>
    <w:rsid w:val="000A346E"/>
    <w:rsid w:val="000A3734"/>
    <w:rsid w:val="000A3BCA"/>
    <w:rsid w:val="000A3C0D"/>
    <w:rsid w:val="000A3C14"/>
    <w:rsid w:val="000A3D5D"/>
    <w:rsid w:val="000A3FE2"/>
    <w:rsid w:val="000A42E6"/>
    <w:rsid w:val="000A4742"/>
    <w:rsid w:val="000A4841"/>
    <w:rsid w:val="000A4D83"/>
    <w:rsid w:val="000A50C9"/>
    <w:rsid w:val="000A5A07"/>
    <w:rsid w:val="000A5A47"/>
    <w:rsid w:val="000A5ABC"/>
    <w:rsid w:val="000A5B31"/>
    <w:rsid w:val="000A6092"/>
    <w:rsid w:val="000A61A4"/>
    <w:rsid w:val="000A61EF"/>
    <w:rsid w:val="000A64F3"/>
    <w:rsid w:val="000A6782"/>
    <w:rsid w:val="000A6A96"/>
    <w:rsid w:val="000A6BB6"/>
    <w:rsid w:val="000A6C9D"/>
    <w:rsid w:val="000A70B7"/>
    <w:rsid w:val="000A72C4"/>
    <w:rsid w:val="000A7B4D"/>
    <w:rsid w:val="000A7D2C"/>
    <w:rsid w:val="000A7EF4"/>
    <w:rsid w:val="000A7EFB"/>
    <w:rsid w:val="000B0051"/>
    <w:rsid w:val="000B06E1"/>
    <w:rsid w:val="000B0EBD"/>
    <w:rsid w:val="000B0EC5"/>
    <w:rsid w:val="000B11F9"/>
    <w:rsid w:val="000B123A"/>
    <w:rsid w:val="000B1E81"/>
    <w:rsid w:val="000B276E"/>
    <w:rsid w:val="000B284D"/>
    <w:rsid w:val="000B28E1"/>
    <w:rsid w:val="000B2BCE"/>
    <w:rsid w:val="000B2D00"/>
    <w:rsid w:val="000B2D86"/>
    <w:rsid w:val="000B2FC3"/>
    <w:rsid w:val="000B2FCE"/>
    <w:rsid w:val="000B2FF8"/>
    <w:rsid w:val="000B3492"/>
    <w:rsid w:val="000B3B34"/>
    <w:rsid w:val="000B3CDB"/>
    <w:rsid w:val="000B411A"/>
    <w:rsid w:val="000B416C"/>
    <w:rsid w:val="000B438F"/>
    <w:rsid w:val="000B47A6"/>
    <w:rsid w:val="000B49E3"/>
    <w:rsid w:val="000B542C"/>
    <w:rsid w:val="000B5623"/>
    <w:rsid w:val="000B5893"/>
    <w:rsid w:val="000B60F7"/>
    <w:rsid w:val="000B6534"/>
    <w:rsid w:val="000B654B"/>
    <w:rsid w:val="000B65F5"/>
    <w:rsid w:val="000B6D83"/>
    <w:rsid w:val="000B712D"/>
    <w:rsid w:val="000B7782"/>
    <w:rsid w:val="000B7847"/>
    <w:rsid w:val="000B78A5"/>
    <w:rsid w:val="000B7996"/>
    <w:rsid w:val="000B7AAA"/>
    <w:rsid w:val="000B7B14"/>
    <w:rsid w:val="000B7B88"/>
    <w:rsid w:val="000B7BCF"/>
    <w:rsid w:val="000B7D34"/>
    <w:rsid w:val="000C0043"/>
    <w:rsid w:val="000C03A3"/>
    <w:rsid w:val="000C07E1"/>
    <w:rsid w:val="000C0AAD"/>
    <w:rsid w:val="000C0C86"/>
    <w:rsid w:val="000C0CB8"/>
    <w:rsid w:val="000C0E29"/>
    <w:rsid w:val="000C14A5"/>
    <w:rsid w:val="000C1556"/>
    <w:rsid w:val="000C1DF2"/>
    <w:rsid w:val="000C1FBD"/>
    <w:rsid w:val="000C20D3"/>
    <w:rsid w:val="000C22EB"/>
    <w:rsid w:val="000C24D6"/>
    <w:rsid w:val="000C26C7"/>
    <w:rsid w:val="000C28B5"/>
    <w:rsid w:val="000C2A41"/>
    <w:rsid w:val="000C2CD6"/>
    <w:rsid w:val="000C2EF6"/>
    <w:rsid w:val="000C326F"/>
    <w:rsid w:val="000C32D1"/>
    <w:rsid w:val="000C33F2"/>
    <w:rsid w:val="000C35F3"/>
    <w:rsid w:val="000C37CD"/>
    <w:rsid w:val="000C39FA"/>
    <w:rsid w:val="000C40D7"/>
    <w:rsid w:val="000C470D"/>
    <w:rsid w:val="000C4CAB"/>
    <w:rsid w:val="000C4E82"/>
    <w:rsid w:val="000C5170"/>
    <w:rsid w:val="000C526D"/>
    <w:rsid w:val="000C5521"/>
    <w:rsid w:val="000C55A5"/>
    <w:rsid w:val="000C55AF"/>
    <w:rsid w:val="000C56F2"/>
    <w:rsid w:val="000C5A2F"/>
    <w:rsid w:val="000C5EF4"/>
    <w:rsid w:val="000C61D5"/>
    <w:rsid w:val="000C6255"/>
    <w:rsid w:val="000C6525"/>
    <w:rsid w:val="000C6703"/>
    <w:rsid w:val="000C67CE"/>
    <w:rsid w:val="000C6B11"/>
    <w:rsid w:val="000C6EC0"/>
    <w:rsid w:val="000C704B"/>
    <w:rsid w:val="000C7248"/>
    <w:rsid w:val="000C7C12"/>
    <w:rsid w:val="000D003F"/>
    <w:rsid w:val="000D0207"/>
    <w:rsid w:val="000D0261"/>
    <w:rsid w:val="000D0347"/>
    <w:rsid w:val="000D037C"/>
    <w:rsid w:val="000D06A1"/>
    <w:rsid w:val="000D0926"/>
    <w:rsid w:val="000D0A1C"/>
    <w:rsid w:val="000D0E4D"/>
    <w:rsid w:val="000D108A"/>
    <w:rsid w:val="000D126F"/>
    <w:rsid w:val="000D1346"/>
    <w:rsid w:val="000D1748"/>
    <w:rsid w:val="000D1853"/>
    <w:rsid w:val="000D1880"/>
    <w:rsid w:val="000D18E5"/>
    <w:rsid w:val="000D1993"/>
    <w:rsid w:val="000D1D01"/>
    <w:rsid w:val="000D1FD0"/>
    <w:rsid w:val="000D2065"/>
    <w:rsid w:val="000D2545"/>
    <w:rsid w:val="000D2882"/>
    <w:rsid w:val="000D34D3"/>
    <w:rsid w:val="000D365F"/>
    <w:rsid w:val="000D3908"/>
    <w:rsid w:val="000D3D51"/>
    <w:rsid w:val="000D4711"/>
    <w:rsid w:val="000D487F"/>
    <w:rsid w:val="000D513A"/>
    <w:rsid w:val="000D5555"/>
    <w:rsid w:val="000D57EC"/>
    <w:rsid w:val="000D57F3"/>
    <w:rsid w:val="000D597C"/>
    <w:rsid w:val="000D5A57"/>
    <w:rsid w:val="000D5D75"/>
    <w:rsid w:val="000D63EB"/>
    <w:rsid w:val="000D6CBD"/>
    <w:rsid w:val="000D7CB0"/>
    <w:rsid w:val="000D7F62"/>
    <w:rsid w:val="000E01B9"/>
    <w:rsid w:val="000E0262"/>
    <w:rsid w:val="000E06CA"/>
    <w:rsid w:val="000E0836"/>
    <w:rsid w:val="000E105C"/>
    <w:rsid w:val="000E1473"/>
    <w:rsid w:val="000E2337"/>
    <w:rsid w:val="000E2D1E"/>
    <w:rsid w:val="000E2E6A"/>
    <w:rsid w:val="000E3024"/>
    <w:rsid w:val="000E3203"/>
    <w:rsid w:val="000E3395"/>
    <w:rsid w:val="000E3451"/>
    <w:rsid w:val="000E34AD"/>
    <w:rsid w:val="000E3AD8"/>
    <w:rsid w:val="000E3B08"/>
    <w:rsid w:val="000E3F02"/>
    <w:rsid w:val="000E46DE"/>
    <w:rsid w:val="000E475E"/>
    <w:rsid w:val="000E499E"/>
    <w:rsid w:val="000E4F48"/>
    <w:rsid w:val="000E4FB3"/>
    <w:rsid w:val="000E51FE"/>
    <w:rsid w:val="000E541C"/>
    <w:rsid w:val="000E5717"/>
    <w:rsid w:val="000E57AE"/>
    <w:rsid w:val="000E626C"/>
    <w:rsid w:val="000E6272"/>
    <w:rsid w:val="000E64C2"/>
    <w:rsid w:val="000E65DF"/>
    <w:rsid w:val="000E6611"/>
    <w:rsid w:val="000E67CD"/>
    <w:rsid w:val="000E6800"/>
    <w:rsid w:val="000E6934"/>
    <w:rsid w:val="000E6B2C"/>
    <w:rsid w:val="000E6BE1"/>
    <w:rsid w:val="000E6D55"/>
    <w:rsid w:val="000E6F97"/>
    <w:rsid w:val="000E74C8"/>
    <w:rsid w:val="000F0528"/>
    <w:rsid w:val="000F0551"/>
    <w:rsid w:val="000F05F6"/>
    <w:rsid w:val="000F119D"/>
    <w:rsid w:val="000F1212"/>
    <w:rsid w:val="000F1B04"/>
    <w:rsid w:val="000F2148"/>
    <w:rsid w:val="000F21D6"/>
    <w:rsid w:val="000F2233"/>
    <w:rsid w:val="000F2525"/>
    <w:rsid w:val="000F2B0A"/>
    <w:rsid w:val="000F32B1"/>
    <w:rsid w:val="000F34E8"/>
    <w:rsid w:val="000F3877"/>
    <w:rsid w:val="000F3E2D"/>
    <w:rsid w:val="000F4165"/>
    <w:rsid w:val="000F420B"/>
    <w:rsid w:val="000F441A"/>
    <w:rsid w:val="000F447F"/>
    <w:rsid w:val="000F454F"/>
    <w:rsid w:val="000F4F2A"/>
    <w:rsid w:val="000F4F2B"/>
    <w:rsid w:val="000F504A"/>
    <w:rsid w:val="000F50CA"/>
    <w:rsid w:val="000F55C8"/>
    <w:rsid w:val="000F5992"/>
    <w:rsid w:val="000F5A43"/>
    <w:rsid w:val="000F5AE2"/>
    <w:rsid w:val="000F5B6E"/>
    <w:rsid w:val="000F60A6"/>
    <w:rsid w:val="000F6366"/>
    <w:rsid w:val="000F6525"/>
    <w:rsid w:val="000F68FE"/>
    <w:rsid w:val="000F72D2"/>
    <w:rsid w:val="000F7774"/>
    <w:rsid w:val="000F7951"/>
    <w:rsid w:val="000F79E6"/>
    <w:rsid w:val="0010058B"/>
    <w:rsid w:val="001006FF"/>
    <w:rsid w:val="00100D74"/>
    <w:rsid w:val="0010105F"/>
    <w:rsid w:val="001010B0"/>
    <w:rsid w:val="0010117F"/>
    <w:rsid w:val="001012DB"/>
    <w:rsid w:val="001015E4"/>
    <w:rsid w:val="00101EAB"/>
    <w:rsid w:val="001023F1"/>
    <w:rsid w:val="00102F5F"/>
    <w:rsid w:val="0010348E"/>
    <w:rsid w:val="0010349E"/>
    <w:rsid w:val="001035C4"/>
    <w:rsid w:val="001035FF"/>
    <w:rsid w:val="0010364D"/>
    <w:rsid w:val="00103E74"/>
    <w:rsid w:val="001041EF"/>
    <w:rsid w:val="0010429E"/>
    <w:rsid w:val="00104336"/>
    <w:rsid w:val="0010447E"/>
    <w:rsid w:val="00104561"/>
    <w:rsid w:val="001048E3"/>
    <w:rsid w:val="00104938"/>
    <w:rsid w:val="00104B81"/>
    <w:rsid w:val="00104C36"/>
    <w:rsid w:val="00104DA6"/>
    <w:rsid w:val="00104F32"/>
    <w:rsid w:val="0010560C"/>
    <w:rsid w:val="00105D4A"/>
    <w:rsid w:val="00106170"/>
    <w:rsid w:val="0010619A"/>
    <w:rsid w:val="001062F8"/>
    <w:rsid w:val="001066B1"/>
    <w:rsid w:val="0010687D"/>
    <w:rsid w:val="00107003"/>
    <w:rsid w:val="0010709C"/>
    <w:rsid w:val="0010738D"/>
    <w:rsid w:val="001077FC"/>
    <w:rsid w:val="00107AA4"/>
    <w:rsid w:val="00107AFB"/>
    <w:rsid w:val="00107ED9"/>
    <w:rsid w:val="00107FA4"/>
    <w:rsid w:val="0011007F"/>
    <w:rsid w:val="00110212"/>
    <w:rsid w:val="001103AE"/>
    <w:rsid w:val="001103CB"/>
    <w:rsid w:val="001104BA"/>
    <w:rsid w:val="001106E2"/>
    <w:rsid w:val="00110F73"/>
    <w:rsid w:val="0011108E"/>
    <w:rsid w:val="001112B6"/>
    <w:rsid w:val="0011188B"/>
    <w:rsid w:val="00111CF3"/>
    <w:rsid w:val="00111D7D"/>
    <w:rsid w:val="00111EFB"/>
    <w:rsid w:val="001123F7"/>
    <w:rsid w:val="0011261E"/>
    <w:rsid w:val="001128E3"/>
    <w:rsid w:val="0011292A"/>
    <w:rsid w:val="00112A21"/>
    <w:rsid w:val="00112D1C"/>
    <w:rsid w:val="00112E8C"/>
    <w:rsid w:val="00112FAC"/>
    <w:rsid w:val="00113F67"/>
    <w:rsid w:val="0011429E"/>
    <w:rsid w:val="001144DF"/>
    <w:rsid w:val="001147D6"/>
    <w:rsid w:val="0011480A"/>
    <w:rsid w:val="00114831"/>
    <w:rsid w:val="00114843"/>
    <w:rsid w:val="00114F0A"/>
    <w:rsid w:val="001155A6"/>
    <w:rsid w:val="0011567B"/>
    <w:rsid w:val="0011575F"/>
    <w:rsid w:val="0011627D"/>
    <w:rsid w:val="00116764"/>
    <w:rsid w:val="001168D5"/>
    <w:rsid w:val="00116A83"/>
    <w:rsid w:val="00116BD8"/>
    <w:rsid w:val="00116C3B"/>
    <w:rsid w:val="00117600"/>
    <w:rsid w:val="00117803"/>
    <w:rsid w:val="00117929"/>
    <w:rsid w:val="001179B8"/>
    <w:rsid w:val="00117BFD"/>
    <w:rsid w:val="00117C32"/>
    <w:rsid w:val="00117E27"/>
    <w:rsid w:val="001204AB"/>
    <w:rsid w:val="001204B0"/>
    <w:rsid w:val="001207D4"/>
    <w:rsid w:val="00120A53"/>
    <w:rsid w:val="00120D94"/>
    <w:rsid w:val="00120F29"/>
    <w:rsid w:val="001213B0"/>
    <w:rsid w:val="00121439"/>
    <w:rsid w:val="00121813"/>
    <w:rsid w:val="00121C06"/>
    <w:rsid w:val="0012201E"/>
    <w:rsid w:val="001220C8"/>
    <w:rsid w:val="001221B5"/>
    <w:rsid w:val="00122215"/>
    <w:rsid w:val="001225C3"/>
    <w:rsid w:val="00122A85"/>
    <w:rsid w:val="00122C09"/>
    <w:rsid w:val="00123700"/>
    <w:rsid w:val="00123D5A"/>
    <w:rsid w:val="00123E2D"/>
    <w:rsid w:val="00123EDD"/>
    <w:rsid w:val="00124269"/>
    <w:rsid w:val="001242DA"/>
    <w:rsid w:val="0012459A"/>
    <w:rsid w:val="00124ECB"/>
    <w:rsid w:val="00125031"/>
    <w:rsid w:val="00125A65"/>
    <w:rsid w:val="00125B1B"/>
    <w:rsid w:val="00125BB7"/>
    <w:rsid w:val="00125C58"/>
    <w:rsid w:val="00125F42"/>
    <w:rsid w:val="001263D6"/>
    <w:rsid w:val="001264D2"/>
    <w:rsid w:val="001264E0"/>
    <w:rsid w:val="0012679A"/>
    <w:rsid w:val="00126BDB"/>
    <w:rsid w:val="00126DE1"/>
    <w:rsid w:val="00126F6F"/>
    <w:rsid w:val="00127471"/>
    <w:rsid w:val="00127587"/>
    <w:rsid w:val="00127A05"/>
    <w:rsid w:val="00127FD7"/>
    <w:rsid w:val="0013009A"/>
    <w:rsid w:val="0013021D"/>
    <w:rsid w:val="00130586"/>
    <w:rsid w:val="0013072B"/>
    <w:rsid w:val="00131915"/>
    <w:rsid w:val="00131A49"/>
    <w:rsid w:val="001321C7"/>
    <w:rsid w:val="00132254"/>
    <w:rsid w:val="0013226C"/>
    <w:rsid w:val="001323EA"/>
    <w:rsid w:val="001326B0"/>
    <w:rsid w:val="001329CE"/>
    <w:rsid w:val="00132E2D"/>
    <w:rsid w:val="00133164"/>
    <w:rsid w:val="0013341A"/>
    <w:rsid w:val="00133994"/>
    <w:rsid w:val="00133B29"/>
    <w:rsid w:val="00133E55"/>
    <w:rsid w:val="001343C5"/>
    <w:rsid w:val="00134666"/>
    <w:rsid w:val="00134C78"/>
    <w:rsid w:val="00134DFF"/>
    <w:rsid w:val="0013502F"/>
    <w:rsid w:val="0013527F"/>
    <w:rsid w:val="001354CE"/>
    <w:rsid w:val="00135832"/>
    <w:rsid w:val="0013587C"/>
    <w:rsid w:val="00135CE8"/>
    <w:rsid w:val="00135F00"/>
    <w:rsid w:val="0013610F"/>
    <w:rsid w:val="00136A4A"/>
    <w:rsid w:val="00136D13"/>
    <w:rsid w:val="0013739C"/>
    <w:rsid w:val="0013740F"/>
    <w:rsid w:val="00137420"/>
    <w:rsid w:val="001374D4"/>
    <w:rsid w:val="00137780"/>
    <w:rsid w:val="001379E6"/>
    <w:rsid w:val="00137A42"/>
    <w:rsid w:val="00140159"/>
    <w:rsid w:val="001402B9"/>
    <w:rsid w:val="0014042D"/>
    <w:rsid w:val="001407A1"/>
    <w:rsid w:val="00141227"/>
    <w:rsid w:val="001417D0"/>
    <w:rsid w:val="00141C72"/>
    <w:rsid w:val="00141D2B"/>
    <w:rsid w:val="00141E56"/>
    <w:rsid w:val="001421DD"/>
    <w:rsid w:val="001422A7"/>
    <w:rsid w:val="001423F5"/>
    <w:rsid w:val="00142563"/>
    <w:rsid w:val="001425E8"/>
    <w:rsid w:val="001428D6"/>
    <w:rsid w:val="00142DA8"/>
    <w:rsid w:val="0014374B"/>
    <w:rsid w:val="00143890"/>
    <w:rsid w:val="00144171"/>
    <w:rsid w:val="001442B4"/>
    <w:rsid w:val="001445FF"/>
    <w:rsid w:val="001447FE"/>
    <w:rsid w:val="00144FCC"/>
    <w:rsid w:val="001451DC"/>
    <w:rsid w:val="00145306"/>
    <w:rsid w:val="0014565E"/>
    <w:rsid w:val="001456F4"/>
    <w:rsid w:val="00145700"/>
    <w:rsid w:val="00145906"/>
    <w:rsid w:val="0014604C"/>
    <w:rsid w:val="001464E7"/>
    <w:rsid w:val="0014651D"/>
    <w:rsid w:val="00146A9D"/>
    <w:rsid w:val="00146CC4"/>
    <w:rsid w:val="00146F50"/>
    <w:rsid w:val="00146FA7"/>
    <w:rsid w:val="001475DA"/>
    <w:rsid w:val="00147A65"/>
    <w:rsid w:val="00147F1E"/>
    <w:rsid w:val="00150088"/>
    <w:rsid w:val="00150BB8"/>
    <w:rsid w:val="00150E31"/>
    <w:rsid w:val="00150F07"/>
    <w:rsid w:val="0015131A"/>
    <w:rsid w:val="00151786"/>
    <w:rsid w:val="00151787"/>
    <w:rsid w:val="00151BEF"/>
    <w:rsid w:val="00152246"/>
    <w:rsid w:val="0015263F"/>
    <w:rsid w:val="0015288A"/>
    <w:rsid w:val="0015289F"/>
    <w:rsid w:val="00152B33"/>
    <w:rsid w:val="00152BE0"/>
    <w:rsid w:val="00152EF4"/>
    <w:rsid w:val="00153517"/>
    <w:rsid w:val="00153F13"/>
    <w:rsid w:val="0015426D"/>
    <w:rsid w:val="00154550"/>
    <w:rsid w:val="00154690"/>
    <w:rsid w:val="001550F8"/>
    <w:rsid w:val="0015526A"/>
    <w:rsid w:val="001552FD"/>
    <w:rsid w:val="00155C67"/>
    <w:rsid w:val="00155FC7"/>
    <w:rsid w:val="00156067"/>
    <w:rsid w:val="001560D6"/>
    <w:rsid w:val="00156563"/>
    <w:rsid w:val="001565D4"/>
    <w:rsid w:val="001567A7"/>
    <w:rsid w:val="001569D6"/>
    <w:rsid w:val="00156C13"/>
    <w:rsid w:val="00156E5D"/>
    <w:rsid w:val="00157230"/>
    <w:rsid w:val="00157D88"/>
    <w:rsid w:val="00160243"/>
    <w:rsid w:val="001603AA"/>
    <w:rsid w:val="00160987"/>
    <w:rsid w:val="001609A2"/>
    <w:rsid w:val="00160DC7"/>
    <w:rsid w:val="0016102A"/>
    <w:rsid w:val="0016105B"/>
    <w:rsid w:val="00161063"/>
    <w:rsid w:val="0016190B"/>
    <w:rsid w:val="00161EDC"/>
    <w:rsid w:val="00161EDE"/>
    <w:rsid w:val="001621E1"/>
    <w:rsid w:val="001621EF"/>
    <w:rsid w:val="00162AB1"/>
    <w:rsid w:val="00162EBB"/>
    <w:rsid w:val="00162F60"/>
    <w:rsid w:val="00162FFD"/>
    <w:rsid w:val="0016324D"/>
    <w:rsid w:val="001639A0"/>
    <w:rsid w:val="00163F43"/>
    <w:rsid w:val="00164557"/>
    <w:rsid w:val="0016459D"/>
    <w:rsid w:val="00164740"/>
    <w:rsid w:val="00164824"/>
    <w:rsid w:val="00164C74"/>
    <w:rsid w:val="00164C78"/>
    <w:rsid w:val="001656E6"/>
    <w:rsid w:val="00165AD1"/>
    <w:rsid w:val="00165D24"/>
    <w:rsid w:val="00165EA9"/>
    <w:rsid w:val="0016616E"/>
    <w:rsid w:val="0016692D"/>
    <w:rsid w:val="0016696E"/>
    <w:rsid w:val="00166C5B"/>
    <w:rsid w:val="00166DA8"/>
    <w:rsid w:val="00167044"/>
    <w:rsid w:val="001671B7"/>
    <w:rsid w:val="0016734B"/>
    <w:rsid w:val="0016736C"/>
    <w:rsid w:val="00167545"/>
    <w:rsid w:val="0016792E"/>
    <w:rsid w:val="00167B2C"/>
    <w:rsid w:val="00167B50"/>
    <w:rsid w:val="001703CE"/>
    <w:rsid w:val="00170956"/>
    <w:rsid w:val="00171001"/>
    <w:rsid w:val="0017109B"/>
    <w:rsid w:val="001711D6"/>
    <w:rsid w:val="001711D8"/>
    <w:rsid w:val="0017139C"/>
    <w:rsid w:val="001715A6"/>
    <w:rsid w:val="00171661"/>
    <w:rsid w:val="00171BC8"/>
    <w:rsid w:val="00171C30"/>
    <w:rsid w:val="00171C4C"/>
    <w:rsid w:val="0017210D"/>
    <w:rsid w:val="001723CF"/>
    <w:rsid w:val="0017265B"/>
    <w:rsid w:val="00172809"/>
    <w:rsid w:val="00172C1E"/>
    <w:rsid w:val="00172CA2"/>
    <w:rsid w:val="00172CDC"/>
    <w:rsid w:val="00172E5D"/>
    <w:rsid w:val="00173402"/>
    <w:rsid w:val="001742E3"/>
    <w:rsid w:val="001746CC"/>
    <w:rsid w:val="00175237"/>
    <w:rsid w:val="00175419"/>
    <w:rsid w:val="001757EA"/>
    <w:rsid w:val="00175901"/>
    <w:rsid w:val="001759B6"/>
    <w:rsid w:val="00175D5B"/>
    <w:rsid w:val="00175F05"/>
    <w:rsid w:val="00176147"/>
    <w:rsid w:val="00176613"/>
    <w:rsid w:val="00176704"/>
    <w:rsid w:val="00176A47"/>
    <w:rsid w:val="00176B8F"/>
    <w:rsid w:val="00176CCD"/>
    <w:rsid w:val="0017725B"/>
    <w:rsid w:val="00177306"/>
    <w:rsid w:val="00180021"/>
    <w:rsid w:val="001804EC"/>
    <w:rsid w:val="00180697"/>
    <w:rsid w:val="001813AE"/>
    <w:rsid w:val="00182F79"/>
    <w:rsid w:val="0018337D"/>
    <w:rsid w:val="001833EE"/>
    <w:rsid w:val="00183763"/>
    <w:rsid w:val="00183AD8"/>
    <w:rsid w:val="00183D4F"/>
    <w:rsid w:val="00183FD7"/>
    <w:rsid w:val="0018419A"/>
    <w:rsid w:val="001841F8"/>
    <w:rsid w:val="00184226"/>
    <w:rsid w:val="001843B8"/>
    <w:rsid w:val="001850AC"/>
    <w:rsid w:val="001852C7"/>
    <w:rsid w:val="00185533"/>
    <w:rsid w:val="0018556F"/>
    <w:rsid w:val="0018567A"/>
    <w:rsid w:val="0018594D"/>
    <w:rsid w:val="00185AAE"/>
    <w:rsid w:val="00185D09"/>
    <w:rsid w:val="00186012"/>
    <w:rsid w:val="0018652E"/>
    <w:rsid w:val="0018662D"/>
    <w:rsid w:val="00186732"/>
    <w:rsid w:val="001869A3"/>
    <w:rsid w:val="00186D72"/>
    <w:rsid w:val="0018766E"/>
    <w:rsid w:val="001878B2"/>
    <w:rsid w:val="00187B0C"/>
    <w:rsid w:val="00187D44"/>
    <w:rsid w:val="00187DB4"/>
    <w:rsid w:val="00190079"/>
    <w:rsid w:val="00190332"/>
    <w:rsid w:val="0019069B"/>
    <w:rsid w:val="00190916"/>
    <w:rsid w:val="00190E4F"/>
    <w:rsid w:val="00191280"/>
    <w:rsid w:val="0019128F"/>
    <w:rsid w:val="00191748"/>
    <w:rsid w:val="00191999"/>
    <w:rsid w:val="00191D42"/>
    <w:rsid w:val="001924E2"/>
    <w:rsid w:val="00192515"/>
    <w:rsid w:val="00192872"/>
    <w:rsid w:val="001928FA"/>
    <w:rsid w:val="00192BB2"/>
    <w:rsid w:val="00193DC4"/>
    <w:rsid w:val="001941A1"/>
    <w:rsid w:val="00194813"/>
    <w:rsid w:val="001950B2"/>
    <w:rsid w:val="00195157"/>
    <w:rsid w:val="00195311"/>
    <w:rsid w:val="001954EC"/>
    <w:rsid w:val="00195576"/>
    <w:rsid w:val="001956E3"/>
    <w:rsid w:val="001959FB"/>
    <w:rsid w:val="00196084"/>
    <w:rsid w:val="00196302"/>
    <w:rsid w:val="001963D4"/>
    <w:rsid w:val="00196625"/>
    <w:rsid w:val="00196887"/>
    <w:rsid w:val="001968E3"/>
    <w:rsid w:val="00196B63"/>
    <w:rsid w:val="00196C37"/>
    <w:rsid w:val="00196EC8"/>
    <w:rsid w:val="001971EC"/>
    <w:rsid w:val="0019786B"/>
    <w:rsid w:val="001979A1"/>
    <w:rsid w:val="00197A43"/>
    <w:rsid w:val="001A0075"/>
    <w:rsid w:val="001A09AB"/>
    <w:rsid w:val="001A0B30"/>
    <w:rsid w:val="001A0CA7"/>
    <w:rsid w:val="001A13D8"/>
    <w:rsid w:val="001A142B"/>
    <w:rsid w:val="001A14D2"/>
    <w:rsid w:val="001A1685"/>
    <w:rsid w:val="001A1E9E"/>
    <w:rsid w:val="001A1F3F"/>
    <w:rsid w:val="001A204E"/>
    <w:rsid w:val="001A2875"/>
    <w:rsid w:val="001A2B08"/>
    <w:rsid w:val="001A2CC3"/>
    <w:rsid w:val="001A2E55"/>
    <w:rsid w:val="001A2FF8"/>
    <w:rsid w:val="001A35E3"/>
    <w:rsid w:val="001A3982"/>
    <w:rsid w:val="001A3EB2"/>
    <w:rsid w:val="001A3F7E"/>
    <w:rsid w:val="001A402A"/>
    <w:rsid w:val="001A4D28"/>
    <w:rsid w:val="001A4DFC"/>
    <w:rsid w:val="001A4F97"/>
    <w:rsid w:val="001A507F"/>
    <w:rsid w:val="001A603D"/>
    <w:rsid w:val="001A6138"/>
    <w:rsid w:val="001A656B"/>
    <w:rsid w:val="001A658B"/>
    <w:rsid w:val="001A6871"/>
    <w:rsid w:val="001A6DF8"/>
    <w:rsid w:val="001A6FB8"/>
    <w:rsid w:val="001A720D"/>
    <w:rsid w:val="001A72C2"/>
    <w:rsid w:val="001A76A4"/>
    <w:rsid w:val="001A76CA"/>
    <w:rsid w:val="001A7EB1"/>
    <w:rsid w:val="001A7FDD"/>
    <w:rsid w:val="001B0218"/>
    <w:rsid w:val="001B0FA2"/>
    <w:rsid w:val="001B12B3"/>
    <w:rsid w:val="001B16F5"/>
    <w:rsid w:val="001B17F8"/>
    <w:rsid w:val="001B18B7"/>
    <w:rsid w:val="001B19AB"/>
    <w:rsid w:val="001B19E6"/>
    <w:rsid w:val="001B1AC0"/>
    <w:rsid w:val="001B1B04"/>
    <w:rsid w:val="001B1FCF"/>
    <w:rsid w:val="001B2135"/>
    <w:rsid w:val="001B244D"/>
    <w:rsid w:val="001B26B8"/>
    <w:rsid w:val="001B28A2"/>
    <w:rsid w:val="001B296E"/>
    <w:rsid w:val="001B2A03"/>
    <w:rsid w:val="001B33EC"/>
    <w:rsid w:val="001B3A23"/>
    <w:rsid w:val="001B3A60"/>
    <w:rsid w:val="001B3B5A"/>
    <w:rsid w:val="001B4B32"/>
    <w:rsid w:val="001B4B9A"/>
    <w:rsid w:val="001B5507"/>
    <w:rsid w:val="001B59B1"/>
    <w:rsid w:val="001B5DAC"/>
    <w:rsid w:val="001B5EE6"/>
    <w:rsid w:val="001B6405"/>
    <w:rsid w:val="001B64B2"/>
    <w:rsid w:val="001B666E"/>
    <w:rsid w:val="001B6843"/>
    <w:rsid w:val="001B7506"/>
    <w:rsid w:val="001B75A9"/>
    <w:rsid w:val="001B7959"/>
    <w:rsid w:val="001B7B59"/>
    <w:rsid w:val="001B7EC5"/>
    <w:rsid w:val="001C035C"/>
    <w:rsid w:val="001C0406"/>
    <w:rsid w:val="001C0CC3"/>
    <w:rsid w:val="001C1045"/>
    <w:rsid w:val="001C1F30"/>
    <w:rsid w:val="001C1F81"/>
    <w:rsid w:val="001C21DE"/>
    <w:rsid w:val="001C2311"/>
    <w:rsid w:val="001C2BD5"/>
    <w:rsid w:val="001C3186"/>
    <w:rsid w:val="001C32C8"/>
    <w:rsid w:val="001C37B0"/>
    <w:rsid w:val="001C3AA2"/>
    <w:rsid w:val="001C3B63"/>
    <w:rsid w:val="001C410B"/>
    <w:rsid w:val="001C4119"/>
    <w:rsid w:val="001C41DD"/>
    <w:rsid w:val="001C4799"/>
    <w:rsid w:val="001C4A99"/>
    <w:rsid w:val="001C4C68"/>
    <w:rsid w:val="001C4F5A"/>
    <w:rsid w:val="001C4F8A"/>
    <w:rsid w:val="001C52C7"/>
    <w:rsid w:val="001C5D77"/>
    <w:rsid w:val="001C6005"/>
    <w:rsid w:val="001C6582"/>
    <w:rsid w:val="001C6933"/>
    <w:rsid w:val="001C6B35"/>
    <w:rsid w:val="001C6FA9"/>
    <w:rsid w:val="001C73C4"/>
    <w:rsid w:val="001C75AF"/>
    <w:rsid w:val="001C773F"/>
    <w:rsid w:val="001C7993"/>
    <w:rsid w:val="001C7C7A"/>
    <w:rsid w:val="001C7FC9"/>
    <w:rsid w:val="001D0423"/>
    <w:rsid w:val="001D0443"/>
    <w:rsid w:val="001D0703"/>
    <w:rsid w:val="001D09F2"/>
    <w:rsid w:val="001D0A7B"/>
    <w:rsid w:val="001D144A"/>
    <w:rsid w:val="001D1482"/>
    <w:rsid w:val="001D15DD"/>
    <w:rsid w:val="001D1D8C"/>
    <w:rsid w:val="001D268A"/>
    <w:rsid w:val="001D26EE"/>
    <w:rsid w:val="001D2913"/>
    <w:rsid w:val="001D3201"/>
    <w:rsid w:val="001D36E4"/>
    <w:rsid w:val="001D37F8"/>
    <w:rsid w:val="001D3A7B"/>
    <w:rsid w:val="001D3BFC"/>
    <w:rsid w:val="001D3CC0"/>
    <w:rsid w:val="001D3CDB"/>
    <w:rsid w:val="001D3DEE"/>
    <w:rsid w:val="001D4424"/>
    <w:rsid w:val="001D4584"/>
    <w:rsid w:val="001D4871"/>
    <w:rsid w:val="001D49BB"/>
    <w:rsid w:val="001D4A07"/>
    <w:rsid w:val="001D4AEF"/>
    <w:rsid w:val="001D4B70"/>
    <w:rsid w:val="001D4D6B"/>
    <w:rsid w:val="001D5371"/>
    <w:rsid w:val="001D594A"/>
    <w:rsid w:val="001D5A39"/>
    <w:rsid w:val="001D5B37"/>
    <w:rsid w:val="001D5D40"/>
    <w:rsid w:val="001D5F0F"/>
    <w:rsid w:val="001D67FE"/>
    <w:rsid w:val="001D6A39"/>
    <w:rsid w:val="001D6BB6"/>
    <w:rsid w:val="001D6EBA"/>
    <w:rsid w:val="001D70BF"/>
    <w:rsid w:val="001D710A"/>
    <w:rsid w:val="001D77BE"/>
    <w:rsid w:val="001E0343"/>
    <w:rsid w:val="001E04D7"/>
    <w:rsid w:val="001E05F1"/>
    <w:rsid w:val="001E0A6C"/>
    <w:rsid w:val="001E0A88"/>
    <w:rsid w:val="001E0D89"/>
    <w:rsid w:val="001E0E88"/>
    <w:rsid w:val="001E0EE4"/>
    <w:rsid w:val="001E1225"/>
    <w:rsid w:val="001E13A9"/>
    <w:rsid w:val="001E18BB"/>
    <w:rsid w:val="001E2399"/>
    <w:rsid w:val="001E26B6"/>
    <w:rsid w:val="001E2887"/>
    <w:rsid w:val="001E29FA"/>
    <w:rsid w:val="001E31A1"/>
    <w:rsid w:val="001E3542"/>
    <w:rsid w:val="001E38C8"/>
    <w:rsid w:val="001E39AF"/>
    <w:rsid w:val="001E3AB5"/>
    <w:rsid w:val="001E45B6"/>
    <w:rsid w:val="001E49F4"/>
    <w:rsid w:val="001E4D72"/>
    <w:rsid w:val="001E5389"/>
    <w:rsid w:val="001E54CF"/>
    <w:rsid w:val="001E5A0B"/>
    <w:rsid w:val="001E5C81"/>
    <w:rsid w:val="001E5DF2"/>
    <w:rsid w:val="001E63E8"/>
    <w:rsid w:val="001E731E"/>
    <w:rsid w:val="001E751F"/>
    <w:rsid w:val="001E782C"/>
    <w:rsid w:val="001E79E6"/>
    <w:rsid w:val="001F0777"/>
    <w:rsid w:val="001F07A6"/>
    <w:rsid w:val="001F10A8"/>
    <w:rsid w:val="001F11E8"/>
    <w:rsid w:val="001F138A"/>
    <w:rsid w:val="001F1509"/>
    <w:rsid w:val="001F18FC"/>
    <w:rsid w:val="001F1ACF"/>
    <w:rsid w:val="001F1BB3"/>
    <w:rsid w:val="001F1DEE"/>
    <w:rsid w:val="001F1DFB"/>
    <w:rsid w:val="001F1F20"/>
    <w:rsid w:val="001F22F4"/>
    <w:rsid w:val="001F236E"/>
    <w:rsid w:val="001F242A"/>
    <w:rsid w:val="001F2521"/>
    <w:rsid w:val="001F2732"/>
    <w:rsid w:val="001F2800"/>
    <w:rsid w:val="001F280E"/>
    <w:rsid w:val="001F2D3D"/>
    <w:rsid w:val="001F2DD0"/>
    <w:rsid w:val="001F2F29"/>
    <w:rsid w:val="001F311E"/>
    <w:rsid w:val="001F3BD7"/>
    <w:rsid w:val="001F3C1D"/>
    <w:rsid w:val="001F3EF1"/>
    <w:rsid w:val="001F43D6"/>
    <w:rsid w:val="001F4528"/>
    <w:rsid w:val="001F4753"/>
    <w:rsid w:val="001F4A0A"/>
    <w:rsid w:val="001F4D63"/>
    <w:rsid w:val="001F4F10"/>
    <w:rsid w:val="001F5267"/>
    <w:rsid w:val="001F5291"/>
    <w:rsid w:val="001F54AC"/>
    <w:rsid w:val="001F5C89"/>
    <w:rsid w:val="001F5C94"/>
    <w:rsid w:val="001F5DE9"/>
    <w:rsid w:val="001F5F97"/>
    <w:rsid w:val="001F6233"/>
    <w:rsid w:val="001F66BF"/>
    <w:rsid w:val="001F695D"/>
    <w:rsid w:val="001F7057"/>
    <w:rsid w:val="001F7444"/>
    <w:rsid w:val="001F745A"/>
    <w:rsid w:val="001F7526"/>
    <w:rsid w:val="001F7564"/>
    <w:rsid w:val="001F7DAC"/>
    <w:rsid w:val="0020001B"/>
    <w:rsid w:val="00200099"/>
    <w:rsid w:val="00200A4C"/>
    <w:rsid w:val="00200B65"/>
    <w:rsid w:val="00200C25"/>
    <w:rsid w:val="00200D41"/>
    <w:rsid w:val="00200F72"/>
    <w:rsid w:val="00201359"/>
    <w:rsid w:val="00202537"/>
    <w:rsid w:val="0020282D"/>
    <w:rsid w:val="00202BBD"/>
    <w:rsid w:val="00202CFC"/>
    <w:rsid w:val="00202FF9"/>
    <w:rsid w:val="0020328F"/>
    <w:rsid w:val="00203552"/>
    <w:rsid w:val="00203602"/>
    <w:rsid w:val="0020392B"/>
    <w:rsid w:val="00203DAF"/>
    <w:rsid w:val="00204321"/>
    <w:rsid w:val="00204ABA"/>
    <w:rsid w:val="00204D29"/>
    <w:rsid w:val="00204DED"/>
    <w:rsid w:val="00204F99"/>
    <w:rsid w:val="0020569A"/>
    <w:rsid w:val="002060B8"/>
    <w:rsid w:val="002061F8"/>
    <w:rsid w:val="00206597"/>
    <w:rsid w:val="00206685"/>
    <w:rsid w:val="002069EA"/>
    <w:rsid w:val="00206A61"/>
    <w:rsid w:val="00206A95"/>
    <w:rsid w:val="00207033"/>
    <w:rsid w:val="00207374"/>
    <w:rsid w:val="00207530"/>
    <w:rsid w:val="002077F0"/>
    <w:rsid w:val="002079BF"/>
    <w:rsid w:val="00207BD9"/>
    <w:rsid w:val="00207F0C"/>
    <w:rsid w:val="002102E0"/>
    <w:rsid w:val="0021048D"/>
    <w:rsid w:val="00210700"/>
    <w:rsid w:val="00210988"/>
    <w:rsid w:val="002110FD"/>
    <w:rsid w:val="00211D36"/>
    <w:rsid w:val="0021224B"/>
    <w:rsid w:val="00212296"/>
    <w:rsid w:val="002125B9"/>
    <w:rsid w:val="00212A4D"/>
    <w:rsid w:val="00212B20"/>
    <w:rsid w:val="00212D06"/>
    <w:rsid w:val="00212DB3"/>
    <w:rsid w:val="00213002"/>
    <w:rsid w:val="002131E7"/>
    <w:rsid w:val="0021351A"/>
    <w:rsid w:val="002138EC"/>
    <w:rsid w:val="00213CFC"/>
    <w:rsid w:val="00213F12"/>
    <w:rsid w:val="00213F3C"/>
    <w:rsid w:val="002144BA"/>
    <w:rsid w:val="00214EB9"/>
    <w:rsid w:val="00215519"/>
    <w:rsid w:val="002158A6"/>
    <w:rsid w:val="00215A8D"/>
    <w:rsid w:val="00215AAC"/>
    <w:rsid w:val="00215BB8"/>
    <w:rsid w:val="00215D42"/>
    <w:rsid w:val="0021617B"/>
    <w:rsid w:val="00216303"/>
    <w:rsid w:val="0021667A"/>
    <w:rsid w:val="002167E6"/>
    <w:rsid w:val="00216994"/>
    <w:rsid w:val="00216C66"/>
    <w:rsid w:val="00216E64"/>
    <w:rsid w:val="00216F1B"/>
    <w:rsid w:val="00217586"/>
    <w:rsid w:val="00217645"/>
    <w:rsid w:val="0022098B"/>
    <w:rsid w:val="00221440"/>
    <w:rsid w:val="00221BC3"/>
    <w:rsid w:val="00221F0C"/>
    <w:rsid w:val="00222086"/>
    <w:rsid w:val="002221FE"/>
    <w:rsid w:val="002223DD"/>
    <w:rsid w:val="0022262A"/>
    <w:rsid w:val="002226AE"/>
    <w:rsid w:val="00222A90"/>
    <w:rsid w:val="00222B99"/>
    <w:rsid w:val="00222DEE"/>
    <w:rsid w:val="00222DF8"/>
    <w:rsid w:val="00222E9E"/>
    <w:rsid w:val="00223185"/>
    <w:rsid w:val="00223392"/>
    <w:rsid w:val="00223441"/>
    <w:rsid w:val="0022351B"/>
    <w:rsid w:val="002237D5"/>
    <w:rsid w:val="00223A62"/>
    <w:rsid w:val="00223A83"/>
    <w:rsid w:val="00223AD3"/>
    <w:rsid w:val="00223BE3"/>
    <w:rsid w:val="002242F1"/>
    <w:rsid w:val="00224474"/>
    <w:rsid w:val="0022467A"/>
    <w:rsid w:val="0022484C"/>
    <w:rsid w:val="00224A31"/>
    <w:rsid w:val="00225277"/>
    <w:rsid w:val="002257B4"/>
    <w:rsid w:val="00225A47"/>
    <w:rsid w:val="00225CFD"/>
    <w:rsid w:val="00226313"/>
    <w:rsid w:val="00226465"/>
    <w:rsid w:val="00226502"/>
    <w:rsid w:val="00226704"/>
    <w:rsid w:val="0022692A"/>
    <w:rsid w:val="00226BFC"/>
    <w:rsid w:val="002273BF"/>
    <w:rsid w:val="0022771A"/>
    <w:rsid w:val="00227844"/>
    <w:rsid w:val="002278F9"/>
    <w:rsid w:val="00227A83"/>
    <w:rsid w:val="00230349"/>
    <w:rsid w:val="0023043C"/>
    <w:rsid w:val="00230692"/>
    <w:rsid w:val="00230746"/>
    <w:rsid w:val="002308A2"/>
    <w:rsid w:val="00230D74"/>
    <w:rsid w:val="00230DB3"/>
    <w:rsid w:val="00230DC2"/>
    <w:rsid w:val="002311B4"/>
    <w:rsid w:val="00231366"/>
    <w:rsid w:val="00231680"/>
    <w:rsid w:val="0023191C"/>
    <w:rsid w:val="0023193F"/>
    <w:rsid w:val="00231E56"/>
    <w:rsid w:val="00231E7D"/>
    <w:rsid w:val="0023203E"/>
    <w:rsid w:val="002321E8"/>
    <w:rsid w:val="0023240B"/>
    <w:rsid w:val="002326B1"/>
    <w:rsid w:val="00232929"/>
    <w:rsid w:val="00232996"/>
    <w:rsid w:val="00232A41"/>
    <w:rsid w:val="00232D92"/>
    <w:rsid w:val="00233390"/>
    <w:rsid w:val="00233587"/>
    <w:rsid w:val="002336B6"/>
    <w:rsid w:val="00233860"/>
    <w:rsid w:val="002338C4"/>
    <w:rsid w:val="00233904"/>
    <w:rsid w:val="00233A22"/>
    <w:rsid w:val="00233B7B"/>
    <w:rsid w:val="00233C1E"/>
    <w:rsid w:val="002342FD"/>
    <w:rsid w:val="002344DC"/>
    <w:rsid w:val="00234DDC"/>
    <w:rsid w:val="00235041"/>
    <w:rsid w:val="002350AB"/>
    <w:rsid w:val="0023536B"/>
    <w:rsid w:val="0023557A"/>
    <w:rsid w:val="00235A5B"/>
    <w:rsid w:val="00235D2C"/>
    <w:rsid w:val="00235D4A"/>
    <w:rsid w:val="00235D4C"/>
    <w:rsid w:val="00236A77"/>
    <w:rsid w:val="00236FCD"/>
    <w:rsid w:val="00237503"/>
    <w:rsid w:val="00237717"/>
    <w:rsid w:val="00237858"/>
    <w:rsid w:val="0023793D"/>
    <w:rsid w:val="00240050"/>
    <w:rsid w:val="002403F4"/>
    <w:rsid w:val="00240400"/>
    <w:rsid w:val="00240523"/>
    <w:rsid w:val="0024068E"/>
    <w:rsid w:val="00240739"/>
    <w:rsid w:val="00241257"/>
    <w:rsid w:val="00241283"/>
    <w:rsid w:val="0024182C"/>
    <w:rsid w:val="002418E5"/>
    <w:rsid w:val="00241E8F"/>
    <w:rsid w:val="002424A8"/>
    <w:rsid w:val="002426DE"/>
    <w:rsid w:val="00242B43"/>
    <w:rsid w:val="00242E05"/>
    <w:rsid w:val="0024329B"/>
    <w:rsid w:val="0024382F"/>
    <w:rsid w:val="00243917"/>
    <w:rsid w:val="00243A68"/>
    <w:rsid w:val="00243ADE"/>
    <w:rsid w:val="00243FB8"/>
    <w:rsid w:val="00244345"/>
    <w:rsid w:val="002448E5"/>
    <w:rsid w:val="00244927"/>
    <w:rsid w:val="0024538E"/>
    <w:rsid w:val="002454B0"/>
    <w:rsid w:val="0024579A"/>
    <w:rsid w:val="00245938"/>
    <w:rsid w:val="00245DB7"/>
    <w:rsid w:val="00245F5D"/>
    <w:rsid w:val="00246148"/>
    <w:rsid w:val="002462B7"/>
    <w:rsid w:val="0024653E"/>
    <w:rsid w:val="002467D7"/>
    <w:rsid w:val="0024695F"/>
    <w:rsid w:val="00246AB0"/>
    <w:rsid w:val="002472F1"/>
    <w:rsid w:val="00247442"/>
    <w:rsid w:val="00250263"/>
    <w:rsid w:val="0025034F"/>
    <w:rsid w:val="00250458"/>
    <w:rsid w:val="00250991"/>
    <w:rsid w:val="00250B61"/>
    <w:rsid w:val="00251252"/>
    <w:rsid w:val="002514FD"/>
    <w:rsid w:val="00251BDD"/>
    <w:rsid w:val="00252470"/>
    <w:rsid w:val="00252780"/>
    <w:rsid w:val="0025292C"/>
    <w:rsid w:val="00253387"/>
    <w:rsid w:val="002538FD"/>
    <w:rsid w:val="00254A36"/>
    <w:rsid w:val="00254B52"/>
    <w:rsid w:val="00254E14"/>
    <w:rsid w:val="00255863"/>
    <w:rsid w:val="00255D8F"/>
    <w:rsid w:val="002561B3"/>
    <w:rsid w:val="00256229"/>
    <w:rsid w:val="0025623B"/>
    <w:rsid w:val="00256570"/>
    <w:rsid w:val="0025670E"/>
    <w:rsid w:val="00256A51"/>
    <w:rsid w:val="00256EBF"/>
    <w:rsid w:val="0025708E"/>
    <w:rsid w:val="0025722D"/>
    <w:rsid w:val="0025724A"/>
    <w:rsid w:val="0025746E"/>
    <w:rsid w:val="002574B9"/>
    <w:rsid w:val="00257F49"/>
    <w:rsid w:val="00260319"/>
    <w:rsid w:val="0026090B"/>
    <w:rsid w:val="0026099D"/>
    <w:rsid w:val="002609F5"/>
    <w:rsid w:val="00260A4E"/>
    <w:rsid w:val="00260C23"/>
    <w:rsid w:val="00260CE2"/>
    <w:rsid w:val="00260F06"/>
    <w:rsid w:val="0026111A"/>
    <w:rsid w:val="00261695"/>
    <w:rsid w:val="0026193D"/>
    <w:rsid w:val="00261E16"/>
    <w:rsid w:val="00261F4C"/>
    <w:rsid w:val="00262027"/>
    <w:rsid w:val="00262207"/>
    <w:rsid w:val="0026238A"/>
    <w:rsid w:val="002626FE"/>
    <w:rsid w:val="00262B9A"/>
    <w:rsid w:val="0026323F"/>
    <w:rsid w:val="0026325F"/>
    <w:rsid w:val="00263469"/>
    <w:rsid w:val="00263AA9"/>
    <w:rsid w:val="00263B8E"/>
    <w:rsid w:val="00263CEC"/>
    <w:rsid w:val="00264F9B"/>
    <w:rsid w:val="002652BC"/>
    <w:rsid w:val="002652E5"/>
    <w:rsid w:val="00265674"/>
    <w:rsid w:val="0026577A"/>
    <w:rsid w:val="0026583E"/>
    <w:rsid w:val="00265F68"/>
    <w:rsid w:val="0026658D"/>
    <w:rsid w:val="0026688B"/>
    <w:rsid w:val="00266AE1"/>
    <w:rsid w:val="002675B6"/>
    <w:rsid w:val="00267C99"/>
    <w:rsid w:val="002708EE"/>
    <w:rsid w:val="002708F3"/>
    <w:rsid w:val="0027098B"/>
    <w:rsid w:val="00270B65"/>
    <w:rsid w:val="00270F56"/>
    <w:rsid w:val="00271006"/>
    <w:rsid w:val="002713CA"/>
    <w:rsid w:val="00271499"/>
    <w:rsid w:val="00271656"/>
    <w:rsid w:val="00271B75"/>
    <w:rsid w:val="00271C43"/>
    <w:rsid w:val="00271D4B"/>
    <w:rsid w:val="00271DFC"/>
    <w:rsid w:val="00272509"/>
    <w:rsid w:val="0027258F"/>
    <w:rsid w:val="002725D9"/>
    <w:rsid w:val="00272752"/>
    <w:rsid w:val="00272D8D"/>
    <w:rsid w:val="00272FF7"/>
    <w:rsid w:val="00273864"/>
    <w:rsid w:val="00273D9A"/>
    <w:rsid w:val="00274273"/>
    <w:rsid w:val="00274391"/>
    <w:rsid w:val="00274ABD"/>
    <w:rsid w:val="0027583A"/>
    <w:rsid w:val="00275B26"/>
    <w:rsid w:val="00275C33"/>
    <w:rsid w:val="00275D14"/>
    <w:rsid w:val="002760DA"/>
    <w:rsid w:val="00276D62"/>
    <w:rsid w:val="00276DEF"/>
    <w:rsid w:val="00276DF9"/>
    <w:rsid w:val="0027743D"/>
    <w:rsid w:val="00277831"/>
    <w:rsid w:val="002802CE"/>
    <w:rsid w:val="002806F4"/>
    <w:rsid w:val="00280A55"/>
    <w:rsid w:val="00280B9A"/>
    <w:rsid w:val="002812B3"/>
    <w:rsid w:val="002814A7"/>
    <w:rsid w:val="002814EC"/>
    <w:rsid w:val="0028154A"/>
    <w:rsid w:val="00281BCA"/>
    <w:rsid w:val="0028216E"/>
    <w:rsid w:val="00282317"/>
    <w:rsid w:val="0028235B"/>
    <w:rsid w:val="002824AC"/>
    <w:rsid w:val="00282521"/>
    <w:rsid w:val="002825AC"/>
    <w:rsid w:val="00282D99"/>
    <w:rsid w:val="00283069"/>
    <w:rsid w:val="00283421"/>
    <w:rsid w:val="0028371F"/>
    <w:rsid w:val="00284111"/>
    <w:rsid w:val="00284145"/>
    <w:rsid w:val="0028417D"/>
    <w:rsid w:val="00284461"/>
    <w:rsid w:val="002846BF"/>
    <w:rsid w:val="00285096"/>
    <w:rsid w:val="00285512"/>
    <w:rsid w:val="002855EE"/>
    <w:rsid w:val="00285656"/>
    <w:rsid w:val="00286335"/>
    <w:rsid w:val="002866F9"/>
    <w:rsid w:val="002868B0"/>
    <w:rsid w:val="0028693B"/>
    <w:rsid w:val="00286DCE"/>
    <w:rsid w:val="00286F77"/>
    <w:rsid w:val="0028713F"/>
    <w:rsid w:val="00287A9E"/>
    <w:rsid w:val="00287B0F"/>
    <w:rsid w:val="002901C1"/>
    <w:rsid w:val="002909DF"/>
    <w:rsid w:val="00290A1F"/>
    <w:rsid w:val="002913D2"/>
    <w:rsid w:val="002915F0"/>
    <w:rsid w:val="00291B20"/>
    <w:rsid w:val="002920EC"/>
    <w:rsid w:val="00292548"/>
    <w:rsid w:val="00292AF3"/>
    <w:rsid w:val="00292E6A"/>
    <w:rsid w:val="00292F01"/>
    <w:rsid w:val="002935FD"/>
    <w:rsid w:val="00293785"/>
    <w:rsid w:val="002939EB"/>
    <w:rsid w:val="00293A55"/>
    <w:rsid w:val="00293C23"/>
    <w:rsid w:val="00293D29"/>
    <w:rsid w:val="00293EA2"/>
    <w:rsid w:val="002942AB"/>
    <w:rsid w:val="002943FA"/>
    <w:rsid w:val="00294A73"/>
    <w:rsid w:val="00294FBC"/>
    <w:rsid w:val="002950F1"/>
    <w:rsid w:val="002952ED"/>
    <w:rsid w:val="002967EF"/>
    <w:rsid w:val="00296C23"/>
    <w:rsid w:val="00296D31"/>
    <w:rsid w:val="00296DBC"/>
    <w:rsid w:val="00296F9C"/>
    <w:rsid w:val="0029738B"/>
    <w:rsid w:val="002976A3"/>
    <w:rsid w:val="002A04B1"/>
    <w:rsid w:val="002A04F2"/>
    <w:rsid w:val="002A0CFE"/>
    <w:rsid w:val="002A117A"/>
    <w:rsid w:val="002A14F1"/>
    <w:rsid w:val="002A15CE"/>
    <w:rsid w:val="002A17AD"/>
    <w:rsid w:val="002A1924"/>
    <w:rsid w:val="002A1949"/>
    <w:rsid w:val="002A1A18"/>
    <w:rsid w:val="002A1BFB"/>
    <w:rsid w:val="002A1CA9"/>
    <w:rsid w:val="002A1E1E"/>
    <w:rsid w:val="002A21A9"/>
    <w:rsid w:val="002A2455"/>
    <w:rsid w:val="002A26BF"/>
    <w:rsid w:val="002A2824"/>
    <w:rsid w:val="002A29C8"/>
    <w:rsid w:val="002A2A10"/>
    <w:rsid w:val="002A30BA"/>
    <w:rsid w:val="002A31A4"/>
    <w:rsid w:val="002A3718"/>
    <w:rsid w:val="002A417F"/>
    <w:rsid w:val="002A4293"/>
    <w:rsid w:val="002A4374"/>
    <w:rsid w:val="002A45A2"/>
    <w:rsid w:val="002A46A3"/>
    <w:rsid w:val="002A47C2"/>
    <w:rsid w:val="002A48FF"/>
    <w:rsid w:val="002A494C"/>
    <w:rsid w:val="002A4D99"/>
    <w:rsid w:val="002A515E"/>
    <w:rsid w:val="002A5798"/>
    <w:rsid w:val="002A5B5E"/>
    <w:rsid w:val="002A5FFE"/>
    <w:rsid w:val="002A61D5"/>
    <w:rsid w:val="002A646C"/>
    <w:rsid w:val="002A65E8"/>
    <w:rsid w:val="002A6832"/>
    <w:rsid w:val="002A687E"/>
    <w:rsid w:val="002A6B76"/>
    <w:rsid w:val="002A7036"/>
    <w:rsid w:val="002A736A"/>
    <w:rsid w:val="002A75D2"/>
    <w:rsid w:val="002A7751"/>
    <w:rsid w:val="002A7B1B"/>
    <w:rsid w:val="002A7B2F"/>
    <w:rsid w:val="002A7CB9"/>
    <w:rsid w:val="002B02AA"/>
    <w:rsid w:val="002B0454"/>
    <w:rsid w:val="002B0845"/>
    <w:rsid w:val="002B1087"/>
    <w:rsid w:val="002B16EF"/>
    <w:rsid w:val="002B1886"/>
    <w:rsid w:val="002B1E61"/>
    <w:rsid w:val="002B1E95"/>
    <w:rsid w:val="002B2173"/>
    <w:rsid w:val="002B2A33"/>
    <w:rsid w:val="002B2AD2"/>
    <w:rsid w:val="002B2CE2"/>
    <w:rsid w:val="002B2EAA"/>
    <w:rsid w:val="002B2F3C"/>
    <w:rsid w:val="002B3184"/>
    <w:rsid w:val="002B3506"/>
    <w:rsid w:val="002B37CB"/>
    <w:rsid w:val="002B3C6A"/>
    <w:rsid w:val="002B3DDD"/>
    <w:rsid w:val="002B3EEE"/>
    <w:rsid w:val="002B46EB"/>
    <w:rsid w:val="002B4733"/>
    <w:rsid w:val="002B4FFC"/>
    <w:rsid w:val="002B5730"/>
    <w:rsid w:val="002B5E3F"/>
    <w:rsid w:val="002B61B2"/>
    <w:rsid w:val="002B6572"/>
    <w:rsid w:val="002B6DCE"/>
    <w:rsid w:val="002B727C"/>
    <w:rsid w:val="002B7869"/>
    <w:rsid w:val="002B7D14"/>
    <w:rsid w:val="002B7EB6"/>
    <w:rsid w:val="002C0669"/>
    <w:rsid w:val="002C06A0"/>
    <w:rsid w:val="002C0B8A"/>
    <w:rsid w:val="002C0C15"/>
    <w:rsid w:val="002C17CA"/>
    <w:rsid w:val="002C21B1"/>
    <w:rsid w:val="002C26AC"/>
    <w:rsid w:val="002C26F4"/>
    <w:rsid w:val="002C2F29"/>
    <w:rsid w:val="002C347C"/>
    <w:rsid w:val="002C34C6"/>
    <w:rsid w:val="002C371B"/>
    <w:rsid w:val="002C3AC3"/>
    <w:rsid w:val="002C3B88"/>
    <w:rsid w:val="002C3C07"/>
    <w:rsid w:val="002C3D9D"/>
    <w:rsid w:val="002C4374"/>
    <w:rsid w:val="002C471E"/>
    <w:rsid w:val="002C4A62"/>
    <w:rsid w:val="002C4FA5"/>
    <w:rsid w:val="002C5031"/>
    <w:rsid w:val="002C5155"/>
    <w:rsid w:val="002C52F6"/>
    <w:rsid w:val="002C57A7"/>
    <w:rsid w:val="002C5935"/>
    <w:rsid w:val="002C6027"/>
    <w:rsid w:val="002C61CC"/>
    <w:rsid w:val="002C6318"/>
    <w:rsid w:val="002C6F98"/>
    <w:rsid w:val="002C7110"/>
    <w:rsid w:val="002C7BFB"/>
    <w:rsid w:val="002D0040"/>
    <w:rsid w:val="002D03BC"/>
    <w:rsid w:val="002D071B"/>
    <w:rsid w:val="002D097C"/>
    <w:rsid w:val="002D09EF"/>
    <w:rsid w:val="002D0E04"/>
    <w:rsid w:val="002D124C"/>
    <w:rsid w:val="002D1804"/>
    <w:rsid w:val="002D1D0F"/>
    <w:rsid w:val="002D1FBF"/>
    <w:rsid w:val="002D2579"/>
    <w:rsid w:val="002D25B0"/>
    <w:rsid w:val="002D28B4"/>
    <w:rsid w:val="002D2963"/>
    <w:rsid w:val="002D2A34"/>
    <w:rsid w:val="002D2E3C"/>
    <w:rsid w:val="002D2FC8"/>
    <w:rsid w:val="002D30B9"/>
    <w:rsid w:val="002D30F6"/>
    <w:rsid w:val="002D31CA"/>
    <w:rsid w:val="002D31E3"/>
    <w:rsid w:val="002D31F2"/>
    <w:rsid w:val="002D31FA"/>
    <w:rsid w:val="002D32CF"/>
    <w:rsid w:val="002D33EB"/>
    <w:rsid w:val="002D3555"/>
    <w:rsid w:val="002D3745"/>
    <w:rsid w:val="002D3869"/>
    <w:rsid w:val="002D405A"/>
    <w:rsid w:val="002D4197"/>
    <w:rsid w:val="002D4564"/>
    <w:rsid w:val="002D45C3"/>
    <w:rsid w:val="002D50D4"/>
    <w:rsid w:val="002D53C2"/>
    <w:rsid w:val="002D54E4"/>
    <w:rsid w:val="002D5558"/>
    <w:rsid w:val="002D5855"/>
    <w:rsid w:val="002D5910"/>
    <w:rsid w:val="002D5A38"/>
    <w:rsid w:val="002D5D40"/>
    <w:rsid w:val="002D6566"/>
    <w:rsid w:val="002D683B"/>
    <w:rsid w:val="002D6A5B"/>
    <w:rsid w:val="002D7E83"/>
    <w:rsid w:val="002E03A8"/>
    <w:rsid w:val="002E0483"/>
    <w:rsid w:val="002E0685"/>
    <w:rsid w:val="002E0B10"/>
    <w:rsid w:val="002E0D05"/>
    <w:rsid w:val="002E11B6"/>
    <w:rsid w:val="002E13C3"/>
    <w:rsid w:val="002E1457"/>
    <w:rsid w:val="002E18AB"/>
    <w:rsid w:val="002E1DEA"/>
    <w:rsid w:val="002E247E"/>
    <w:rsid w:val="002E24C2"/>
    <w:rsid w:val="002E24FA"/>
    <w:rsid w:val="002E3030"/>
    <w:rsid w:val="002E3295"/>
    <w:rsid w:val="002E32A6"/>
    <w:rsid w:val="002E3BFC"/>
    <w:rsid w:val="002E3FAD"/>
    <w:rsid w:val="002E5239"/>
    <w:rsid w:val="002E53F6"/>
    <w:rsid w:val="002E540E"/>
    <w:rsid w:val="002E5612"/>
    <w:rsid w:val="002E59EA"/>
    <w:rsid w:val="002E5CDD"/>
    <w:rsid w:val="002E5F81"/>
    <w:rsid w:val="002E5F90"/>
    <w:rsid w:val="002E6436"/>
    <w:rsid w:val="002E649D"/>
    <w:rsid w:val="002E6521"/>
    <w:rsid w:val="002E69F2"/>
    <w:rsid w:val="002E6CBF"/>
    <w:rsid w:val="002E6CF4"/>
    <w:rsid w:val="002E708F"/>
    <w:rsid w:val="002E71C6"/>
    <w:rsid w:val="002E7344"/>
    <w:rsid w:val="002E7395"/>
    <w:rsid w:val="002E748F"/>
    <w:rsid w:val="002E769F"/>
    <w:rsid w:val="002E77A8"/>
    <w:rsid w:val="002E797B"/>
    <w:rsid w:val="002E7A8E"/>
    <w:rsid w:val="002F04DB"/>
    <w:rsid w:val="002F08EF"/>
    <w:rsid w:val="002F0B68"/>
    <w:rsid w:val="002F0E63"/>
    <w:rsid w:val="002F0FDD"/>
    <w:rsid w:val="002F111F"/>
    <w:rsid w:val="002F15CA"/>
    <w:rsid w:val="002F1603"/>
    <w:rsid w:val="002F1AE9"/>
    <w:rsid w:val="002F2139"/>
    <w:rsid w:val="002F253B"/>
    <w:rsid w:val="002F26E4"/>
    <w:rsid w:val="002F28E9"/>
    <w:rsid w:val="002F2AFA"/>
    <w:rsid w:val="002F2B44"/>
    <w:rsid w:val="002F2DE7"/>
    <w:rsid w:val="002F2F70"/>
    <w:rsid w:val="002F3085"/>
    <w:rsid w:val="002F32BF"/>
    <w:rsid w:val="002F333C"/>
    <w:rsid w:val="002F33F6"/>
    <w:rsid w:val="002F34F5"/>
    <w:rsid w:val="002F3663"/>
    <w:rsid w:val="002F3665"/>
    <w:rsid w:val="002F3705"/>
    <w:rsid w:val="002F382D"/>
    <w:rsid w:val="002F39ED"/>
    <w:rsid w:val="002F3A46"/>
    <w:rsid w:val="002F4088"/>
    <w:rsid w:val="002F40FB"/>
    <w:rsid w:val="002F45B5"/>
    <w:rsid w:val="002F4610"/>
    <w:rsid w:val="002F466E"/>
    <w:rsid w:val="002F46D3"/>
    <w:rsid w:val="002F487F"/>
    <w:rsid w:val="002F4DEF"/>
    <w:rsid w:val="002F529E"/>
    <w:rsid w:val="002F5394"/>
    <w:rsid w:val="002F5680"/>
    <w:rsid w:val="002F57CE"/>
    <w:rsid w:val="002F5E62"/>
    <w:rsid w:val="002F6144"/>
    <w:rsid w:val="002F63DE"/>
    <w:rsid w:val="002F680E"/>
    <w:rsid w:val="002F6949"/>
    <w:rsid w:val="002F6B0A"/>
    <w:rsid w:val="002F71C3"/>
    <w:rsid w:val="002F7856"/>
    <w:rsid w:val="002F790E"/>
    <w:rsid w:val="002F7C42"/>
    <w:rsid w:val="002F7CB6"/>
    <w:rsid w:val="00300310"/>
    <w:rsid w:val="0030059D"/>
    <w:rsid w:val="00300D24"/>
    <w:rsid w:val="00301424"/>
    <w:rsid w:val="003014CC"/>
    <w:rsid w:val="003018B3"/>
    <w:rsid w:val="00301CAA"/>
    <w:rsid w:val="00301D11"/>
    <w:rsid w:val="00301DC3"/>
    <w:rsid w:val="00302134"/>
    <w:rsid w:val="003022B9"/>
    <w:rsid w:val="003027A3"/>
    <w:rsid w:val="00302951"/>
    <w:rsid w:val="00303551"/>
    <w:rsid w:val="003039A9"/>
    <w:rsid w:val="00303A65"/>
    <w:rsid w:val="00303B98"/>
    <w:rsid w:val="00303CDB"/>
    <w:rsid w:val="00303E8F"/>
    <w:rsid w:val="00303E96"/>
    <w:rsid w:val="00303EA6"/>
    <w:rsid w:val="00304AB6"/>
    <w:rsid w:val="00304C15"/>
    <w:rsid w:val="00304FD4"/>
    <w:rsid w:val="0030501A"/>
    <w:rsid w:val="0030559D"/>
    <w:rsid w:val="003058CF"/>
    <w:rsid w:val="0030594B"/>
    <w:rsid w:val="00305F57"/>
    <w:rsid w:val="0030614B"/>
    <w:rsid w:val="0030625E"/>
    <w:rsid w:val="003068F3"/>
    <w:rsid w:val="00306D4E"/>
    <w:rsid w:val="00306D5D"/>
    <w:rsid w:val="003074B8"/>
    <w:rsid w:val="0030751E"/>
    <w:rsid w:val="003076FB"/>
    <w:rsid w:val="0030795D"/>
    <w:rsid w:val="00307A16"/>
    <w:rsid w:val="00307B5D"/>
    <w:rsid w:val="003102EB"/>
    <w:rsid w:val="00310D73"/>
    <w:rsid w:val="00311277"/>
    <w:rsid w:val="003115B1"/>
    <w:rsid w:val="00311A75"/>
    <w:rsid w:val="00311D6A"/>
    <w:rsid w:val="003122FB"/>
    <w:rsid w:val="00312690"/>
    <w:rsid w:val="00312B3A"/>
    <w:rsid w:val="00312D3D"/>
    <w:rsid w:val="003130A1"/>
    <w:rsid w:val="00313A92"/>
    <w:rsid w:val="00313AA8"/>
    <w:rsid w:val="00313E41"/>
    <w:rsid w:val="00314265"/>
    <w:rsid w:val="00314422"/>
    <w:rsid w:val="003146D6"/>
    <w:rsid w:val="003146EC"/>
    <w:rsid w:val="00314B99"/>
    <w:rsid w:val="00314DB5"/>
    <w:rsid w:val="00314F98"/>
    <w:rsid w:val="0031539C"/>
    <w:rsid w:val="003153B5"/>
    <w:rsid w:val="00315792"/>
    <w:rsid w:val="00315813"/>
    <w:rsid w:val="00315898"/>
    <w:rsid w:val="00315962"/>
    <w:rsid w:val="00315AB5"/>
    <w:rsid w:val="00316389"/>
    <w:rsid w:val="00316858"/>
    <w:rsid w:val="003169A3"/>
    <w:rsid w:val="0031700A"/>
    <w:rsid w:val="00317882"/>
    <w:rsid w:val="0031792B"/>
    <w:rsid w:val="00317F3A"/>
    <w:rsid w:val="0032020F"/>
    <w:rsid w:val="00320468"/>
    <w:rsid w:val="0032050B"/>
    <w:rsid w:val="003206B3"/>
    <w:rsid w:val="00320756"/>
    <w:rsid w:val="00320B76"/>
    <w:rsid w:val="003213B4"/>
    <w:rsid w:val="00321744"/>
    <w:rsid w:val="0032193E"/>
    <w:rsid w:val="00321A0A"/>
    <w:rsid w:val="003223A2"/>
    <w:rsid w:val="0032259F"/>
    <w:rsid w:val="003227CA"/>
    <w:rsid w:val="003227E0"/>
    <w:rsid w:val="00322913"/>
    <w:rsid w:val="00322B0A"/>
    <w:rsid w:val="00322E11"/>
    <w:rsid w:val="00322E9A"/>
    <w:rsid w:val="003232FC"/>
    <w:rsid w:val="00323332"/>
    <w:rsid w:val="00323A09"/>
    <w:rsid w:val="00323FA0"/>
    <w:rsid w:val="003241C8"/>
    <w:rsid w:val="003245E0"/>
    <w:rsid w:val="003245FA"/>
    <w:rsid w:val="00324636"/>
    <w:rsid w:val="0032486D"/>
    <w:rsid w:val="00324899"/>
    <w:rsid w:val="00324B3B"/>
    <w:rsid w:val="00324F8F"/>
    <w:rsid w:val="0032545C"/>
    <w:rsid w:val="00325479"/>
    <w:rsid w:val="003254A5"/>
    <w:rsid w:val="00325651"/>
    <w:rsid w:val="00325764"/>
    <w:rsid w:val="0032598C"/>
    <w:rsid w:val="00325B02"/>
    <w:rsid w:val="00325E41"/>
    <w:rsid w:val="003268F9"/>
    <w:rsid w:val="00326A83"/>
    <w:rsid w:val="00326D2C"/>
    <w:rsid w:val="00326E97"/>
    <w:rsid w:val="00327805"/>
    <w:rsid w:val="00327832"/>
    <w:rsid w:val="00327999"/>
    <w:rsid w:val="00327A5E"/>
    <w:rsid w:val="00327CF8"/>
    <w:rsid w:val="00327E7D"/>
    <w:rsid w:val="00330062"/>
    <w:rsid w:val="00330729"/>
    <w:rsid w:val="00330790"/>
    <w:rsid w:val="00330B8B"/>
    <w:rsid w:val="00330CC3"/>
    <w:rsid w:val="00330D6D"/>
    <w:rsid w:val="003312E5"/>
    <w:rsid w:val="00331697"/>
    <w:rsid w:val="0033274C"/>
    <w:rsid w:val="00332852"/>
    <w:rsid w:val="003332EA"/>
    <w:rsid w:val="00333C18"/>
    <w:rsid w:val="00333DC0"/>
    <w:rsid w:val="00333DDF"/>
    <w:rsid w:val="00333E97"/>
    <w:rsid w:val="0033441E"/>
    <w:rsid w:val="00334627"/>
    <w:rsid w:val="00334752"/>
    <w:rsid w:val="00334C6A"/>
    <w:rsid w:val="00334DC1"/>
    <w:rsid w:val="00334FDB"/>
    <w:rsid w:val="003350C5"/>
    <w:rsid w:val="0033559F"/>
    <w:rsid w:val="003358ED"/>
    <w:rsid w:val="0033598F"/>
    <w:rsid w:val="003362CA"/>
    <w:rsid w:val="00336548"/>
    <w:rsid w:val="00336877"/>
    <w:rsid w:val="00336DB5"/>
    <w:rsid w:val="0033742A"/>
    <w:rsid w:val="003379FD"/>
    <w:rsid w:val="00337DE6"/>
    <w:rsid w:val="00337F44"/>
    <w:rsid w:val="003400E3"/>
    <w:rsid w:val="0034018F"/>
    <w:rsid w:val="0034028C"/>
    <w:rsid w:val="003402F8"/>
    <w:rsid w:val="0034069A"/>
    <w:rsid w:val="00340970"/>
    <w:rsid w:val="00341113"/>
    <w:rsid w:val="00341529"/>
    <w:rsid w:val="00341A1E"/>
    <w:rsid w:val="00341EE6"/>
    <w:rsid w:val="003421C3"/>
    <w:rsid w:val="00342B10"/>
    <w:rsid w:val="00342D03"/>
    <w:rsid w:val="00342E5B"/>
    <w:rsid w:val="0034320F"/>
    <w:rsid w:val="003433BC"/>
    <w:rsid w:val="003433C2"/>
    <w:rsid w:val="003436F0"/>
    <w:rsid w:val="003437E0"/>
    <w:rsid w:val="0034388C"/>
    <w:rsid w:val="00343B49"/>
    <w:rsid w:val="00343CFB"/>
    <w:rsid w:val="00344034"/>
    <w:rsid w:val="00344157"/>
    <w:rsid w:val="003442A7"/>
    <w:rsid w:val="003442BF"/>
    <w:rsid w:val="00344491"/>
    <w:rsid w:val="00344657"/>
    <w:rsid w:val="0034473B"/>
    <w:rsid w:val="00344B2D"/>
    <w:rsid w:val="00344BC6"/>
    <w:rsid w:val="00345A55"/>
    <w:rsid w:val="00345F42"/>
    <w:rsid w:val="00346800"/>
    <w:rsid w:val="003469F8"/>
    <w:rsid w:val="00347065"/>
    <w:rsid w:val="003472E8"/>
    <w:rsid w:val="003477D4"/>
    <w:rsid w:val="0034783C"/>
    <w:rsid w:val="00347A73"/>
    <w:rsid w:val="00347E26"/>
    <w:rsid w:val="00347F71"/>
    <w:rsid w:val="00350572"/>
    <w:rsid w:val="003505E5"/>
    <w:rsid w:val="00350C37"/>
    <w:rsid w:val="00350F4A"/>
    <w:rsid w:val="003516AE"/>
    <w:rsid w:val="003516DA"/>
    <w:rsid w:val="00351F5C"/>
    <w:rsid w:val="003529D8"/>
    <w:rsid w:val="00352CDB"/>
    <w:rsid w:val="003536A2"/>
    <w:rsid w:val="003538B6"/>
    <w:rsid w:val="00354078"/>
    <w:rsid w:val="003543BB"/>
    <w:rsid w:val="00354461"/>
    <w:rsid w:val="00354BA2"/>
    <w:rsid w:val="00354EE7"/>
    <w:rsid w:val="00355030"/>
    <w:rsid w:val="00355144"/>
    <w:rsid w:val="0035558A"/>
    <w:rsid w:val="00355840"/>
    <w:rsid w:val="00355879"/>
    <w:rsid w:val="00355A1C"/>
    <w:rsid w:val="00355BAF"/>
    <w:rsid w:val="00355C04"/>
    <w:rsid w:val="00356122"/>
    <w:rsid w:val="003561DD"/>
    <w:rsid w:val="003571A8"/>
    <w:rsid w:val="00357489"/>
    <w:rsid w:val="003579DF"/>
    <w:rsid w:val="00357A5F"/>
    <w:rsid w:val="00357F67"/>
    <w:rsid w:val="0036026F"/>
    <w:rsid w:val="0036092E"/>
    <w:rsid w:val="003609EB"/>
    <w:rsid w:val="00360BE6"/>
    <w:rsid w:val="00360EC9"/>
    <w:rsid w:val="003618F9"/>
    <w:rsid w:val="00361A97"/>
    <w:rsid w:val="00361B57"/>
    <w:rsid w:val="00361D72"/>
    <w:rsid w:val="00361F95"/>
    <w:rsid w:val="0036207B"/>
    <w:rsid w:val="00362258"/>
    <w:rsid w:val="00362D7E"/>
    <w:rsid w:val="00362EBA"/>
    <w:rsid w:val="00363206"/>
    <w:rsid w:val="0036331F"/>
    <w:rsid w:val="003642C8"/>
    <w:rsid w:val="0036433F"/>
    <w:rsid w:val="003648AA"/>
    <w:rsid w:val="003651DD"/>
    <w:rsid w:val="003651FC"/>
    <w:rsid w:val="00365573"/>
    <w:rsid w:val="00365C22"/>
    <w:rsid w:val="00365FED"/>
    <w:rsid w:val="0036622A"/>
    <w:rsid w:val="00366790"/>
    <w:rsid w:val="00366CC2"/>
    <w:rsid w:val="00367215"/>
    <w:rsid w:val="00367BF3"/>
    <w:rsid w:val="00367D7D"/>
    <w:rsid w:val="0037042D"/>
    <w:rsid w:val="00370A71"/>
    <w:rsid w:val="00370BCB"/>
    <w:rsid w:val="00370DC9"/>
    <w:rsid w:val="00370DF0"/>
    <w:rsid w:val="00371105"/>
    <w:rsid w:val="003713A7"/>
    <w:rsid w:val="00371C33"/>
    <w:rsid w:val="0037276E"/>
    <w:rsid w:val="00372AC7"/>
    <w:rsid w:val="00372D7F"/>
    <w:rsid w:val="00372DF9"/>
    <w:rsid w:val="003731E2"/>
    <w:rsid w:val="0037433E"/>
    <w:rsid w:val="00374342"/>
    <w:rsid w:val="003745D2"/>
    <w:rsid w:val="00374A02"/>
    <w:rsid w:val="00374DCD"/>
    <w:rsid w:val="003753F5"/>
    <w:rsid w:val="0037550B"/>
    <w:rsid w:val="00375717"/>
    <w:rsid w:val="0037578A"/>
    <w:rsid w:val="0037667D"/>
    <w:rsid w:val="003766B2"/>
    <w:rsid w:val="003766DB"/>
    <w:rsid w:val="00376700"/>
    <w:rsid w:val="00376797"/>
    <w:rsid w:val="00376873"/>
    <w:rsid w:val="003768D3"/>
    <w:rsid w:val="00376A8D"/>
    <w:rsid w:val="00377266"/>
    <w:rsid w:val="00377528"/>
    <w:rsid w:val="003775DA"/>
    <w:rsid w:val="0038006A"/>
    <w:rsid w:val="003800A8"/>
    <w:rsid w:val="003800B0"/>
    <w:rsid w:val="00380122"/>
    <w:rsid w:val="00380286"/>
    <w:rsid w:val="00380AA1"/>
    <w:rsid w:val="00380AFE"/>
    <w:rsid w:val="00380C9F"/>
    <w:rsid w:val="00380F5B"/>
    <w:rsid w:val="00381526"/>
    <w:rsid w:val="003818E0"/>
    <w:rsid w:val="00381B9D"/>
    <w:rsid w:val="00381E3D"/>
    <w:rsid w:val="00382048"/>
    <w:rsid w:val="00382121"/>
    <w:rsid w:val="003822C6"/>
    <w:rsid w:val="0038265B"/>
    <w:rsid w:val="00382666"/>
    <w:rsid w:val="003826A4"/>
    <w:rsid w:val="00382933"/>
    <w:rsid w:val="00382B14"/>
    <w:rsid w:val="00382C54"/>
    <w:rsid w:val="00382C8A"/>
    <w:rsid w:val="003830C6"/>
    <w:rsid w:val="00383348"/>
    <w:rsid w:val="00383366"/>
    <w:rsid w:val="003835E1"/>
    <w:rsid w:val="00383A42"/>
    <w:rsid w:val="00383D78"/>
    <w:rsid w:val="00383DF2"/>
    <w:rsid w:val="0038420B"/>
    <w:rsid w:val="00384888"/>
    <w:rsid w:val="003848F3"/>
    <w:rsid w:val="00384A0C"/>
    <w:rsid w:val="00384A41"/>
    <w:rsid w:val="00385113"/>
    <w:rsid w:val="0038568D"/>
    <w:rsid w:val="00385A02"/>
    <w:rsid w:val="00385ADA"/>
    <w:rsid w:val="00385D17"/>
    <w:rsid w:val="00385DA5"/>
    <w:rsid w:val="00385E25"/>
    <w:rsid w:val="00386499"/>
    <w:rsid w:val="003864D8"/>
    <w:rsid w:val="00386DE3"/>
    <w:rsid w:val="00386E95"/>
    <w:rsid w:val="00386ED1"/>
    <w:rsid w:val="003873C9"/>
    <w:rsid w:val="00387B10"/>
    <w:rsid w:val="00387DAB"/>
    <w:rsid w:val="0039022A"/>
    <w:rsid w:val="00390499"/>
    <w:rsid w:val="00390541"/>
    <w:rsid w:val="00390B89"/>
    <w:rsid w:val="00390CFF"/>
    <w:rsid w:val="00390DDD"/>
    <w:rsid w:val="00390E97"/>
    <w:rsid w:val="0039108E"/>
    <w:rsid w:val="00391142"/>
    <w:rsid w:val="00391180"/>
    <w:rsid w:val="0039121D"/>
    <w:rsid w:val="003912D4"/>
    <w:rsid w:val="003917F8"/>
    <w:rsid w:val="00391822"/>
    <w:rsid w:val="00391F00"/>
    <w:rsid w:val="00392199"/>
    <w:rsid w:val="00392287"/>
    <w:rsid w:val="00392867"/>
    <w:rsid w:val="00392915"/>
    <w:rsid w:val="00392C5A"/>
    <w:rsid w:val="003933D9"/>
    <w:rsid w:val="003933F5"/>
    <w:rsid w:val="00393982"/>
    <w:rsid w:val="003939E1"/>
    <w:rsid w:val="00393BD5"/>
    <w:rsid w:val="00393C73"/>
    <w:rsid w:val="00393FDB"/>
    <w:rsid w:val="003944C0"/>
    <w:rsid w:val="003946AD"/>
    <w:rsid w:val="0039471B"/>
    <w:rsid w:val="003947A2"/>
    <w:rsid w:val="00394CF0"/>
    <w:rsid w:val="00394DF3"/>
    <w:rsid w:val="0039508D"/>
    <w:rsid w:val="003950C3"/>
    <w:rsid w:val="0039520C"/>
    <w:rsid w:val="00395278"/>
    <w:rsid w:val="003952AB"/>
    <w:rsid w:val="0039563D"/>
    <w:rsid w:val="0039570E"/>
    <w:rsid w:val="003957D2"/>
    <w:rsid w:val="003957F9"/>
    <w:rsid w:val="00395BF1"/>
    <w:rsid w:val="00395D30"/>
    <w:rsid w:val="00395F05"/>
    <w:rsid w:val="003960C7"/>
    <w:rsid w:val="00396641"/>
    <w:rsid w:val="003966CF"/>
    <w:rsid w:val="003966F1"/>
    <w:rsid w:val="0039671F"/>
    <w:rsid w:val="00396824"/>
    <w:rsid w:val="003968C7"/>
    <w:rsid w:val="003969E6"/>
    <w:rsid w:val="00396A9F"/>
    <w:rsid w:val="00396AD4"/>
    <w:rsid w:val="00396C94"/>
    <w:rsid w:val="00396D16"/>
    <w:rsid w:val="00396F92"/>
    <w:rsid w:val="00396FB1"/>
    <w:rsid w:val="0039713A"/>
    <w:rsid w:val="003973E4"/>
    <w:rsid w:val="0039743A"/>
    <w:rsid w:val="00397443"/>
    <w:rsid w:val="00397508"/>
    <w:rsid w:val="003975B2"/>
    <w:rsid w:val="00397C9E"/>
    <w:rsid w:val="003A0043"/>
    <w:rsid w:val="003A00CF"/>
    <w:rsid w:val="003A058A"/>
    <w:rsid w:val="003A0778"/>
    <w:rsid w:val="003A0815"/>
    <w:rsid w:val="003A0C62"/>
    <w:rsid w:val="003A0E40"/>
    <w:rsid w:val="003A0E77"/>
    <w:rsid w:val="003A1487"/>
    <w:rsid w:val="003A1763"/>
    <w:rsid w:val="003A178C"/>
    <w:rsid w:val="003A18F8"/>
    <w:rsid w:val="003A1A98"/>
    <w:rsid w:val="003A1D34"/>
    <w:rsid w:val="003A2496"/>
    <w:rsid w:val="003A2646"/>
    <w:rsid w:val="003A28A0"/>
    <w:rsid w:val="003A2B2F"/>
    <w:rsid w:val="003A2D7F"/>
    <w:rsid w:val="003A306B"/>
    <w:rsid w:val="003A3B55"/>
    <w:rsid w:val="003A3BDD"/>
    <w:rsid w:val="003A4450"/>
    <w:rsid w:val="003A4D2E"/>
    <w:rsid w:val="003A4FED"/>
    <w:rsid w:val="003A50E5"/>
    <w:rsid w:val="003A575C"/>
    <w:rsid w:val="003A578D"/>
    <w:rsid w:val="003A5B41"/>
    <w:rsid w:val="003A5E13"/>
    <w:rsid w:val="003A5FC8"/>
    <w:rsid w:val="003A5FD5"/>
    <w:rsid w:val="003A63C0"/>
    <w:rsid w:val="003A6770"/>
    <w:rsid w:val="003A72DE"/>
    <w:rsid w:val="003A7752"/>
    <w:rsid w:val="003A7A47"/>
    <w:rsid w:val="003A7D5F"/>
    <w:rsid w:val="003B0194"/>
    <w:rsid w:val="003B01DA"/>
    <w:rsid w:val="003B0932"/>
    <w:rsid w:val="003B0A8B"/>
    <w:rsid w:val="003B0CA8"/>
    <w:rsid w:val="003B0CC6"/>
    <w:rsid w:val="003B12E6"/>
    <w:rsid w:val="003B1388"/>
    <w:rsid w:val="003B1A3F"/>
    <w:rsid w:val="003B1C5D"/>
    <w:rsid w:val="003B1E0E"/>
    <w:rsid w:val="003B2162"/>
    <w:rsid w:val="003B2810"/>
    <w:rsid w:val="003B2961"/>
    <w:rsid w:val="003B2C41"/>
    <w:rsid w:val="003B2E71"/>
    <w:rsid w:val="003B3AB6"/>
    <w:rsid w:val="003B3CB0"/>
    <w:rsid w:val="003B3D19"/>
    <w:rsid w:val="003B3DAA"/>
    <w:rsid w:val="003B3F93"/>
    <w:rsid w:val="003B423A"/>
    <w:rsid w:val="003B4561"/>
    <w:rsid w:val="003B465A"/>
    <w:rsid w:val="003B4950"/>
    <w:rsid w:val="003B4AF3"/>
    <w:rsid w:val="003B5429"/>
    <w:rsid w:val="003B546B"/>
    <w:rsid w:val="003B5962"/>
    <w:rsid w:val="003B6262"/>
    <w:rsid w:val="003B700F"/>
    <w:rsid w:val="003B70C8"/>
    <w:rsid w:val="003B7552"/>
    <w:rsid w:val="003B762D"/>
    <w:rsid w:val="003B77B5"/>
    <w:rsid w:val="003B7BF4"/>
    <w:rsid w:val="003B7F72"/>
    <w:rsid w:val="003C050B"/>
    <w:rsid w:val="003C095C"/>
    <w:rsid w:val="003C096D"/>
    <w:rsid w:val="003C0B3D"/>
    <w:rsid w:val="003C0E7B"/>
    <w:rsid w:val="003C12C5"/>
    <w:rsid w:val="003C1330"/>
    <w:rsid w:val="003C14B9"/>
    <w:rsid w:val="003C163A"/>
    <w:rsid w:val="003C172E"/>
    <w:rsid w:val="003C17D3"/>
    <w:rsid w:val="003C1D63"/>
    <w:rsid w:val="003C208C"/>
    <w:rsid w:val="003C2CEC"/>
    <w:rsid w:val="003C2FD6"/>
    <w:rsid w:val="003C335D"/>
    <w:rsid w:val="003C3A7C"/>
    <w:rsid w:val="003C3D21"/>
    <w:rsid w:val="003C3ECE"/>
    <w:rsid w:val="003C43E8"/>
    <w:rsid w:val="003C4669"/>
    <w:rsid w:val="003C5A20"/>
    <w:rsid w:val="003C5C18"/>
    <w:rsid w:val="003C5E8E"/>
    <w:rsid w:val="003C5EA6"/>
    <w:rsid w:val="003C6327"/>
    <w:rsid w:val="003C632A"/>
    <w:rsid w:val="003C64D1"/>
    <w:rsid w:val="003C68C3"/>
    <w:rsid w:val="003C6B25"/>
    <w:rsid w:val="003C6DA7"/>
    <w:rsid w:val="003C70E8"/>
    <w:rsid w:val="003C7220"/>
    <w:rsid w:val="003C7412"/>
    <w:rsid w:val="003C747C"/>
    <w:rsid w:val="003C7826"/>
    <w:rsid w:val="003C789F"/>
    <w:rsid w:val="003C7D40"/>
    <w:rsid w:val="003C7ED1"/>
    <w:rsid w:val="003C7EFF"/>
    <w:rsid w:val="003C7F92"/>
    <w:rsid w:val="003D0244"/>
    <w:rsid w:val="003D0626"/>
    <w:rsid w:val="003D087F"/>
    <w:rsid w:val="003D09CB"/>
    <w:rsid w:val="003D0E6F"/>
    <w:rsid w:val="003D1121"/>
    <w:rsid w:val="003D1AD4"/>
    <w:rsid w:val="003D20B7"/>
    <w:rsid w:val="003D2309"/>
    <w:rsid w:val="003D2573"/>
    <w:rsid w:val="003D282D"/>
    <w:rsid w:val="003D2B8E"/>
    <w:rsid w:val="003D34D9"/>
    <w:rsid w:val="003D3797"/>
    <w:rsid w:val="003D397F"/>
    <w:rsid w:val="003D3986"/>
    <w:rsid w:val="003D3E59"/>
    <w:rsid w:val="003D3E64"/>
    <w:rsid w:val="003D42C0"/>
    <w:rsid w:val="003D5251"/>
    <w:rsid w:val="003D52FF"/>
    <w:rsid w:val="003D5A2B"/>
    <w:rsid w:val="003D5A98"/>
    <w:rsid w:val="003D5B2C"/>
    <w:rsid w:val="003D5B8B"/>
    <w:rsid w:val="003D5F0A"/>
    <w:rsid w:val="003D69AD"/>
    <w:rsid w:val="003D6B14"/>
    <w:rsid w:val="003D6B86"/>
    <w:rsid w:val="003D7092"/>
    <w:rsid w:val="003D73BD"/>
    <w:rsid w:val="003D7626"/>
    <w:rsid w:val="003D76E8"/>
    <w:rsid w:val="003D77D2"/>
    <w:rsid w:val="003D7B72"/>
    <w:rsid w:val="003E059B"/>
    <w:rsid w:val="003E05DA"/>
    <w:rsid w:val="003E07AD"/>
    <w:rsid w:val="003E1519"/>
    <w:rsid w:val="003E1602"/>
    <w:rsid w:val="003E17CD"/>
    <w:rsid w:val="003E182B"/>
    <w:rsid w:val="003E1852"/>
    <w:rsid w:val="003E1B58"/>
    <w:rsid w:val="003E1D0A"/>
    <w:rsid w:val="003E1DDB"/>
    <w:rsid w:val="003E1DFB"/>
    <w:rsid w:val="003E1F86"/>
    <w:rsid w:val="003E2776"/>
    <w:rsid w:val="003E2F85"/>
    <w:rsid w:val="003E385A"/>
    <w:rsid w:val="003E38C0"/>
    <w:rsid w:val="003E3F0F"/>
    <w:rsid w:val="003E4204"/>
    <w:rsid w:val="003E470A"/>
    <w:rsid w:val="003E4915"/>
    <w:rsid w:val="003E498C"/>
    <w:rsid w:val="003E4F5A"/>
    <w:rsid w:val="003E5027"/>
    <w:rsid w:val="003E50D3"/>
    <w:rsid w:val="003E51E5"/>
    <w:rsid w:val="003E5A08"/>
    <w:rsid w:val="003E5CEC"/>
    <w:rsid w:val="003E629F"/>
    <w:rsid w:val="003E63AB"/>
    <w:rsid w:val="003E63FD"/>
    <w:rsid w:val="003E648B"/>
    <w:rsid w:val="003E7016"/>
    <w:rsid w:val="003E70A2"/>
    <w:rsid w:val="003E7186"/>
    <w:rsid w:val="003E7806"/>
    <w:rsid w:val="003E78F3"/>
    <w:rsid w:val="003F074C"/>
    <w:rsid w:val="003F0A29"/>
    <w:rsid w:val="003F161F"/>
    <w:rsid w:val="003F16BE"/>
    <w:rsid w:val="003F1AE4"/>
    <w:rsid w:val="003F247A"/>
    <w:rsid w:val="003F2DC3"/>
    <w:rsid w:val="003F30AE"/>
    <w:rsid w:val="003F34A7"/>
    <w:rsid w:val="003F388E"/>
    <w:rsid w:val="003F3A0F"/>
    <w:rsid w:val="003F416E"/>
    <w:rsid w:val="003F42CB"/>
    <w:rsid w:val="003F47FF"/>
    <w:rsid w:val="003F4E6B"/>
    <w:rsid w:val="003F4EFF"/>
    <w:rsid w:val="003F534E"/>
    <w:rsid w:val="003F5953"/>
    <w:rsid w:val="003F6050"/>
    <w:rsid w:val="003F6194"/>
    <w:rsid w:val="003F654D"/>
    <w:rsid w:val="003F6B38"/>
    <w:rsid w:val="003F6E33"/>
    <w:rsid w:val="003F7304"/>
    <w:rsid w:val="003F739A"/>
    <w:rsid w:val="003F78AB"/>
    <w:rsid w:val="003F7F5C"/>
    <w:rsid w:val="004001F2"/>
    <w:rsid w:val="00400224"/>
    <w:rsid w:val="004004E7"/>
    <w:rsid w:val="00400E62"/>
    <w:rsid w:val="00400FE7"/>
    <w:rsid w:val="0040113B"/>
    <w:rsid w:val="00401BC7"/>
    <w:rsid w:val="004026CF"/>
    <w:rsid w:val="00402CED"/>
    <w:rsid w:val="0040307D"/>
    <w:rsid w:val="004035DA"/>
    <w:rsid w:val="004036EC"/>
    <w:rsid w:val="0040374E"/>
    <w:rsid w:val="00403D05"/>
    <w:rsid w:val="00403EE0"/>
    <w:rsid w:val="00404785"/>
    <w:rsid w:val="00405160"/>
    <w:rsid w:val="00406456"/>
    <w:rsid w:val="0040653C"/>
    <w:rsid w:val="004066B6"/>
    <w:rsid w:val="004066DC"/>
    <w:rsid w:val="00406964"/>
    <w:rsid w:val="00406A5D"/>
    <w:rsid w:val="00406F09"/>
    <w:rsid w:val="004070B5"/>
    <w:rsid w:val="00407123"/>
    <w:rsid w:val="004075DA"/>
    <w:rsid w:val="004077FE"/>
    <w:rsid w:val="00407C25"/>
    <w:rsid w:val="00407C94"/>
    <w:rsid w:val="00410103"/>
    <w:rsid w:val="0041030D"/>
    <w:rsid w:val="00410317"/>
    <w:rsid w:val="00410AA5"/>
    <w:rsid w:val="00410F02"/>
    <w:rsid w:val="00411091"/>
    <w:rsid w:val="004114CC"/>
    <w:rsid w:val="00411F55"/>
    <w:rsid w:val="00412051"/>
    <w:rsid w:val="00412FB3"/>
    <w:rsid w:val="00413160"/>
    <w:rsid w:val="00413776"/>
    <w:rsid w:val="00413B3B"/>
    <w:rsid w:val="00413BB8"/>
    <w:rsid w:val="00413CFA"/>
    <w:rsid w:val="00414BC7"/>
    <w:rsid w:val="00414E30"/>
    <w:rsid w:val="00414EA3"/>
    <w:rsid w:val="00415358"/>
    <w:rsid w:val="00415567"/>
    <w:rsid w:val="004155A4"/>
    <w:rsid w:val="004156E9"/>
    <w:rsid w:val="00415C37"/>
    <w:rsid w:val="00415DF5"/>
    <w:rsid w:val="0041620A"/>
    <w:rsid w:val="00416438"/>
    <w:rsid w:val="004166FF"/>
    <w:rsid w:val="00416770"/>
    <w:rsid w:val="00416F27"/>
    <w:rsid w:val="00417119"/>
    <w:rsid w:val="004171BA"/>
    <w:rsid w:val="0041783B"/>
    <w:rsid w:val="00417CA7"/>
    <w:rsid w:val="00420464"/>
    <w:rsid w:val="00420890"/>
    <w:rsid w:val="00420C1E"/>
    <w:rsid w:val="00420CEA"/>
    <w:rsid w:val="00420F99"/>
    <w:rsid w:val="00421023"/>
    <w:rsid w:val="00421421"/>
    <w:rsid w:val="00421E61"/>
    <w:rsid w:val="004223E9"/>
    <w:rsid w:val="00422A0A"/>
    <w:rsid w:val="00422FBA"/>
    <w:rsid w:val="0042301B"/>
    <w:rsid w:val="004231AA"/>
    <w:rsid w:val="00423210"/>
    <w:rsid w:val="004232B7"/>
    <w:rsid w:val="00423C93"/>
    <w:rsid w:val="00423E46"/>
    <w:rsid w:val="004241F2"/>
    <w:rsid w:val="00424382"/>
    <w:rsid w:val="004243BC"/>
    <w:rsid w:val="00424436"/>
    <w:rsid w:val="00424869"/>
    <w:rsid w:val="004249DB"/>
    <w:rsid w:val="00424A90"/>
    <w:rsid w:val="00425271"/>
    <w:rsid w:val="004253FE"/>
    <w:rsid w:val="00425E38"/>
    <w:rsid w:val="00425E6F"/>
    <w:rsid w:val="00425F18"/>
    <w:rsid w:val="004264B7"/>
    <w:rsid w:val="004266DF"/>
    <w:rsid w:val="004266F3"/>
    <w:rsid w:val="00426C50"/>
    <w:rsid w:val="00427DF2"/>
    <w:rsid w:val="00427F0A"/>
    <w:rsid w:val="00427FB1"/>
    <w:rsid w:val="0043046C"/>
    <w:rsid w:val="0043059C"/>
    <w:rsid w:val="0043066A"/>
    <w:rsid w:val="00430A58"/>
    <w:rsid w:val="00430B79"/>
    <w:rsid w:val="00430D40"/>
    <w:rsid w:val="00431052"/>
    <w:rsid w:val="0043125B"/>
    <w:rsid w:val="004314BF"/>
    <w:rsid w:val="00431A49"/>
    <w:rsid w:val="00431C17"/>
    <w:rsid w:val="00431C80"/>
    <w:rsid w:val="00431F97"/>
    <w:rsid w:val="004323C4"/>
    <w:rsid w:val="0043291D"/>
    <w:rsid w:val="00432CCB"/>
    <w:rsid w:val="004332C3"/>
    <w:rsid w:val="00433300"/>
    <w:rsid w:val="00433A26"/>
    <w:rsid w:val="00433CC4"/>
    <w:rsid w:val="00433D9C"/>
    <w:rsid w:val="00433DAA"/>
    <w:rsid w:val="0043404A"/>
    <w:rsid w:val="00434F50"/>
    <w:rsid w:val="004351A9"/>
    <w:rsid w:val="00435311"/>
    <w:rsid w:val="004400D5"/>
    <w:rsid w:val="004407ED"/>
    <w:rsid w:val="00441C30"/>
    <w:rsid w:val="00442433"/>
    <w:rsid w:val="00442DD4"/>
    <w:rsid w:val="004434DB"/>
    <w:rsid w:val="0044394C"/>
    <w:rsid w:val="004439B3"/>
    <w:rsid w:val="00444021"/>
    <w:rsid w:val="004440FF"/>
    <w:rsid w:val="00444129"/>
    <w:rsid w:val="00444680"/>
    <w:rsid w:val="00444786"/>
    <w:rsid w:val="00444AB8"/>
    <w:rsid w:val="00444B51"/>
    <w:rsid w:val="00445A90"/>
    <w:rsid w:val="00445E26"/>
    <w:rsid w:val="004462A3"/>
    <w:rsid w:val="00446CE9"/>
    <w:rsid w:val="00447062"/>
    <w:rsid w:val="004472BA"/>
    <w:rsid w:val="004472F6"/>
    <w:rsid w:val="004473AC"/>
    <w:rsid w:val="004476FF"/>
    <w:rsid w:val="0044781E"/>
    <w:rsid w:val="00447A60"/>
    <w:rsid w:val="00447FAC"/>
    <w:rsid w:val="0045000F"/>
    <w:rsid w:val="00450295"/>
    <w:rsid w:val="0045040B"/>
    <w:rsid w:val="004504F7"/>
    <w:rsid w:val="00450B2E"/>
    <w:rsid w:val="00450D00"/>
    <w:rsid w:val="00450E9A"/>
    <w:rsid w:val="00450ECE"/>
    <w:rsid w:val="004511BE"/>
    <w:rsid w:val="004513D7"/>
    <w:rsid w:val="004516C3"/>
    <w:rsid w:val="004517AF"/>
    <w:rsid w:val="00451D66"/>
    <w:rsid w:val="00451FA1"/>
    <w:rsid w:val="00451FC1"/>
    <w:rsid w:val="004522CA"/>
    <w:rsid w:val="00452823"/>
    <w:rsid w:val="00452868"/>
    <w:rsid w:val="00452AEE"/>
    <w:rsid w:val="00452FEC"/>
    <w:rsid w:val="0045359E"/>
    <w:rsid w:val="0045366D"/>
    <w:rsid w:val="00453C5F"/>
    <w:rsid w:val="00453D53"/>
    <w:rsid w:val="00453DA4"/>
    <w:rsid w:val="00454107"/>
    <w:rsid w:val="00454313"/>
    <w:rsid w:val="0045443C"/>
    <w:rsid w:val="00454527"/>
    <w:rsid w:val="00454D2B"/>
    <w:rsid w:val="00454F00"/>
    <w:rsid w:val="00455153"/>
    <w:rsid w:val="004552BC"/>
    <w:rsid w:val="0045558B"/>
    <w:rsid w:val="00455ED4"/>
    <w:rsid w:val="00456812"/>
    <w:rsid w:val="00456BE3"/>
    <w:rsid w:val="00456C48"/>
    <w:rsid w:val="00456CC3"/>
    <w:rsid w:val="00456DE8"/>
    <w:rsid w:val="00456F88"/>
    <w:rsid w:val="0045707E"/>
    <w:rsid w:val="004572DB"/>
    <w:rsid w:val="004574D9"/>
    <w:rsid w:val="00457A9B"/>
    <w:rsid w:val="00457C6F"/>
    <w:rsid w:val="00457E17"/>
    <w:rsid w:val="00457F71"/>
    <w:rsid w:val="0046040D"/>
    <w:rsid w:val="00460425"/>
    <w:rsid w:val="0046048F"/>
    <w:rsid w:val="00460912"/>
    <w:rsid w:val="00460C8C"/>
    <w:rsid w:val="00460E4E"/>
    <w:rsid w:val="00460EB0"/>
    <w:rsid w:val="00460FD6"/>
    <w:rsid w:val="00461CB2"/>
    <w:rsid w:val="00461F54"/>
    <w:rsid w:val="00462115"/>
    <w:rsid w:val="00462687"/>
    <w:rsid w:val="0046268C"/>
    <w:rsid w:val="00462837"/>
    <w:rsid w:val="00462C44"/>
    <w:rsid w:val="00463B49"/>
    <w:rsid w:val="00463C20"/>
    <w:rsid w:val="00463FCE"/>
    <w:rsid w:val="0046462B"/>
    <w:rsid w:val="00464A26"/>
    <w:rsid w:val="00464CFC"/>
    <w:rsid w:val="00464E6E"/>
    <w:rsid w:val="004650FB"/>
    <w:rsid w:val="004652B6"/>
    <w:rsid w:val="0046547D"/>
    <w:rsid w:val="00465779"/>
    <w:rsid w:val="004657DB"/>
    <w:rsid w:val="004659DB"/>
    <w:rsid w:val="00465F33"/>
    <w:rsid w:val="004663E2"/>
    <w:rsid w:val="00466B9F"/>
    <w:rsid w:val="004671AF"/>
    <w:rsid w:val="004673A2"/>
    <w:rsid w:val="004673E3"/>
    <w:rsid w:val="004679A1"/>
    <w:rsid w:val="004679AF"/>
    <w:rsid w:val="00467BA8"/>
    <w:rsid w:val="00470B91"/>
    <w:rsid w:val="00470D0D"/>
    <w:rsid w:val="004713A6"/>
    <w:rsid w:val="0047172E"/>
    <w:rsid w:val="00471C7E"/>
    <w:rsid w:val="0047220E"/>
    <w:rsid w:val="004725FB"/>
    <w:rsid w:val="00472AB7"/>
    <w:rsid w:val="00472ECF"/>
    <w:rsid w:val="004738B6"/>
    <w:rsid w:val="00473F2E"/>
    <w:rsid w:val="0047419B"/>
    <w:rsid w:val="004742C4"/>
    <w:rsid w:val="00474492"/>
    <w:rsid w:val="004744C1"/>
    <w:rsid w:val="00474AC4"/>
    <w:rsid w:val="00474FA7"/>
    <w:rsid w:val="004752A6"/>
    <w:rsid w:val="0047555E"/>
    <w:rsid w:val="004756AB"/>
    <w:rsid w:val="004757D9"/>
    <w:rsid w:val="00475988"/>
    <w:rsid w:val="004759CB"/>
    <w:rsid w:val="004764AB"/>
    <w:rsid w:val="004766D0"/>
    <w:rsid w:val="0047678F"/>
    <w:rsid w:val="0047699F"/>
    <w:rsid w:val="00476F77"/>
    <w:rsid w:val="00477DA1"/>
    <w:rsid w:val="00480163"/>
    <w:rsid w:val="00480196"/>
    <w:rsid w:val="00480522"/>
    <w:rsid w:val="004806EA"/>
    <w:rsid w:val="00480B04"/>
    <w:rsid w:val="00480C14"/>
    <w:rsid w:val="00480F0E"/>
    <w:rsid w:val="004812F7"/>
    <w:rsid w:val="004816EB"/>
    <w:rsid w:val="0048178F"/>
    <w:rsid w:val="00481850"/>
    <w:rsid w:val="00482667"/>
    <w:rsid w:val="00482733"/>
    <w:rsid w:val="00482BCD"/>
    <w:rsid w:val="004839A2"/>
    <w:rsid w:val="00483BBF"/>
    <w:rsid w:val="00483C73"/>
    <w:rsid w:val="00483D6B"/>
    <w:rsid w:val="00484160"/>
    <w:rsid w:val="0048471C"/>
    <w:rsid w:val="00484B3B"/>
    <w:rsid w:val="004852F0"/>
    <w:rsid w:val="004854F0"/>
    <w:rsid w:val="00485B82"/>
    <w:rsid w:val="00485EF9"/>
    <w:rsid w:val="004869FE"/>
    <w:rsid w:val="00486D7E"/>
    <w:rsid w:val="004870A4"/>
    <w:rsid w:val="00487150"/>
    <w:rsid w:val="004872D4"/>
    <w:rsid w:val="004877DC"/>
    <w:rsid w:val="00487E13"/>
    <w:rsid w:val="0049000B"/>
    <w:rsid w:val="004900B1"/>
    <w:rsid w:val="004900CD"/>
    <w:rsid w:val="0049028A"/>
    <w:rsid w:val="00490465"/>
    <w:rsid w:val="0049051D"/>
    <w:rsid w:val="00490A19"/>
    <w:rsid w:val="00490AE6"/>
    <w:rsid w:val="00490E29"/>
    <w:rsid w:val="004914E9"/>
    <w:rsid w:val="0049164D"/>
    <w:rsid w:val="00492119"/>
    <w:rsid w:val="004925FB"/>
    <w:rsid w:val="00492E15"/>
    <w:rsid w:val="00493277"/>
    <w:rsid w:val="00493354"/>
    <w:rsid w:val="0049349E"/>
    <w:rsid w:val="00493505"/>
    <w:rsid w:val="00493723"/>
    <w:rsid w:val="00493A3C"/>
    <w:rsid w:val="00493ACB"/>
    <w:rsid w:val="00493D0E"/>
    <w:rsid w:val="00493D24"/>
    <w:rsid w:val="00494BE4"/>
    <w:rsid w:val="00495012"/>
    <w:rsid w:val="00495DEE"/>
    <w:rsid w:val="00496000"/>
    <w:rsid w:val="00496219"/>
    <w:rsid w:val="0049663E"/>
    <w:rsid w:val="00496A2C"/>
    <w:rsid w:val="00496CE1"/>
    <w:rsid w:val="0049715E"/>
    <w:rsid w:val="004971FA"/>
    <w:rsid w:val="00497887"/>
    <w:rsid w:val="00497F32"/>
    <w:rsid w:val="004A0296"/>
    <w:rsid w:val="004A0306"/>
    <w:rsid w:val="004A0549"/>
    <w:rsid w:val="004A08F1"/>
    <w:rsid w:val="004A0C67"/>
    <w:rsid w:val="004A104F"/>
    <w:rsid w:val="004A11EF"/>
    <w:rsid w:val="004A13BB"/>
    <w:rsid w:val="004A15AC"/>
    <w:rsid w:val="004A1848"/>
    <w:rsid w:val="004A1D08"/>
    <w:rsid w:val="004A2319"/>
    <w:rsid w:val="004A27C9"/>
    <w:rsid w:val="004A2CBF"/>
    <w:rsid w:val="004A2FA3"/>
    <w:rsid w:val="004A3C08"/>
    <w:rsid w:val="004A3E8E"/>
    <w:rsid w:val="004A406A"/>
    <w:rsid w:val="004A40E7"/>
    <w:rsid w:val="004A45EC"/>
    <w:rsid w:val="004A4F47"/>
    <w:rsid w:val="004A5033"/>
    <w:rsid w:val="004A51EE"/>
    <w:rsid w:val="004A5316"/>
    <w:rsid w:val="004A56A4"/>
    <w:rsid w:val="004A5C3D"/>
    <w:rsid w:val="004A5E57"/>
    <w:rsid w:val="004A5F72"/>
    <w:rsid w:val="004A6B7E"/>
    <w:rsid w:val="004A6BB8"/>
    <w:rsid w:val="004A6D2A"/>
    <w:rsid w:val="004A6D77"/>
    <w:rsid w:val="004A6D78"/>
    <w:rsid w:val="004A6E5C"/>
    <w:rsid w:val="004A7654"/>
    <w:rsid w:val="004A782E"/>
    <w:rsid w:val="004A7A99"/>
    <w:rsid w:val="004B006A"/>
    <w:rsid w:val="004B0272"/>
    <w:rsid w:val="004B04A6"/>
    <w:rsid w:val="004B06AE"/>
    <w:rsid w:val="004B0925"/>
    <w:rsid w:val="004B115E"/>
    <w:rsid w:val="004B1289"/>
    <w:rsid w:val="004B1682"/>
    <w:rsid w:val="004B1BA4"/>
    <w:rsid w:val="004B1FFA"/>
    <w:rsid w:val="004B27FF"/>
    <w:rsid w:val="004B288D"/>
    <w:rsid w:val="004B2F81"/>
    <w:rsid w:val="004B3494"/>
    <w:rsid w:val="004B35CC"/>
    <w:rsid w:val="004B38BC"/>
    <w:rsid w:val="004B393C"/>
    <w:rsid w:val="004B4512"/>
    <w:rsid w:val="004B4553"/>
    <w:rsid w:val="004B48AA"/>
    <w:rsid w:val="004B4B7D"/>
    <w:rsid w:val="004B4BF1"/>
    <w:rsid w:val="004B4DE2"/>
    <w:rsid w:val="004B4EDE"/>
    <w:rsid w:val="004B5123"/>
    <w:rsid w:val="004B61BE"/>
    <w:rsid w:val="004B66D5"/>
    <w:rsid w:val="004B6AFA"/>
    <w:rsid w:val="004B6E6B"/>
    <w:rsid w:val="004B79DF"/>
    <w:rsid w:val="004C0094"/>
    <w:rsid w:val="004C064F"/>
    <w:rsid w:val="004C06C0"/>
    <w:rsid w:val="004C097B"/>
    <w:rsid w:val="004C09B8"/>
    <w:rsid w:val="004C0EC5"/>
    <w:rsid w:val="004C15C3"/>
    <w:rsid w:val="004C1651"/>
    <w:rsid w:val="004C220F"/>
    <w:rsid w:val="004C22E5"/>
    <w:rsid w:val="004C237F"/>
    <w:rsid w:val="004C238B"/>
    <w:rsid w:val="004C2737"/>
    <w:rsid w:val="004C2B15"/>
    <w:rsid w:val="004C3791"/>
    <w:rsid w:val="004C3C20"/>
    <w:rsid w:val="004C4559"/>
    <w:rsid w:val="004C463C"/>
    <w:rsid w:val="004C49DD"/>
    <w:rsid w:val="004C4C99"/>
    <w:rsid w:val="004C5A95"/>
    <w:rsid w:val="004C5B7F"/>
    <w:rsid w:val="004C5D0E"/>
    <w:rsid w:val="004C5DC7"/>
    <w:rsid w:val="004C5E30"/>
    <w:rsid w:val="004C5E4E"/>
    <w:rsid w:val="004C5EEF"/>
    <w:rsid w:val="004C68D4"/>
    <w:rsid w:val="004C6A96"/>
    <w:rsid w:val="004C6BDF"/>
    <w:rsid w:val="004C7B4B"/>
    <w:rsid w:val="004C7C48"/>
    <w:rsid w:val="004D046B"/>
    <w:rsid w:val="004D053B"/>
    <w:rsid w:val="004D0807"/>
    <w:rsid w:val="004D0C28"/>
    <w:rsid w:val="004D166E"/>
    <w:rsid w:val="004D1796"/>
    <w:rsid w:val="004D17D7"/>
    <w:rsid w:val="004D1961"/>
    <w:rsid w:val="004D1C9C"/>
    <w:rsid w:val="004D1DE1"/>
    <w:rsid w:val="004D1E5B"/>
    <w:rsid w:val="004D24B6"/>
    <w:rsid w:val="004D2715"/>
    <w:rsid w:val="004D2A0D"/>
    <w:rsid w:val="004D2BD5"/>
    <w:rsid w:val="004D2E8D"/>
    <w:rsid w:val="004D4314"/>
    <w:rsid w:val="004D45A0"/>
    <w:rsid w:val="004D4908"/>
    <w:rsid w:val="004D4BBE"/>
    <w:rsid w:val="004D4D6A"/>
    <w:rsid w:val="004D513A"/>
    <w:rsid w:val="004D58F0"/>
    <w:rsid w:val="004D5C00"/>
    <w:rsid w:val="004D5C2E"/>
    <w:rsid w:val="004D5F07"/>
    <w:rsid w:val="004D61B6"/>
    <w:rsid w:val="004D61D8"/>
    <w:rsid w:val="004D67D8"/>
    <w:rsid w:val="004D6A1E"/>
    <w:rsid w:val="004D6F59"/>
    <w:rsid w:val="004D72C1"/>
    <w:rsid w:val="004D75F2"/>
    <w:rsid w:val="004D7C92"/>
    <w:rsid w:val="004D7F1C"/>
    <w:rsid w:val="004D7F84"/>
    <w:rsid w:val="004E0048"/>
    <w:rsid w:val="004E01A5"/>
    <w:rsid w:val="004E0AC5"/>
    <w:rsid w:val="004E109D"/>
    <w:rsid w:val="004E19C0"/>
    <w:rsid w:val="004E1CDF"/>
    <w:rsid w:val="004E2B73"/>
    <w:rsid w:val="004E32BC"/>
    <w:rsid w:val="004E386C"/>
    <w:rsid w:val="004E3E82"/>
    <w:rsid w:val="004E4B53"/>
    <w:rsid w:val="004E55C0"/>
    <w:rsid w:val="004E5AC1"/>
    <w:rsid w:val="004E62FC"/>
    <w:rsid w:val="004E671D"/>
    <w:rsid w:val="004E679E"/>
    <w:rsid w:val="004E6D99"/>
    <w:rsid w:val="004E73B6"/>
    <w:rsid w:val="004E76A1"/>
    <w:rsid w:val="004E7845"/>
    <w:rsid w:val="004E7CA3"/>
    <w:rsid w:val="004E7E03"/>
    <w:rsid w:val="004F0095"/>
    <w:rsid w:val="004F0389"/>
    <w:rsid w:val="004F0F95"/>
    <w:rsid w:val="004F0F9E"/>
    <w:rsid w:val="004F122C"/>
    <w:rsid w:val="004F13D8"/>
    <w:rsid w:val="004F1674"/>
    <w:rsid w:val="004F1822"/>
    <w:rsid w:val="004F1DBF"/>
    <w:rsid w:val="004F1F2C"/>
    <w:rsid w:val="004F28E8"/>
    <w:rsid w:val="004F2BA7"/>
    <w:rsid w:val="004F2D72"/>
    <w:rsid w:val="004F319A"/>
    <w:rsid w:val="004F348D"/>
    <w:rsid w:val="004F391F"/>
    <w:rsid w:val="004F39B2"/>
    <w:rsid w:val="004F3C46"/>
    <w:rsid w:val="004F4560"/>
    <w:rsid w:val="004F491C"/>
    <w:rsid w:val="004F4CE8"/>
    <w:rsid w:val="004F4D7A"/>
    <w:rsid w:val="004F4DA3"/>
    <w:rsid w:val="004F4EF7"/>
    <w:rsid w:val="004F53A1"/>
    <w:rsid w:val="004F555E"/>
    <w:rsid w:val="004F5B87"/>
    <w:rsid w:val="004F5D5F"/>
    <w:rsid w:val="004F5FB4"/>
    <w:rsid w:val="004F5FC8"/>
    <w:rsid w:val="004F60A8"/>
    <w:rsid w:val="004F65E5"/>
    <w:rsid w:val="004F67C8"/>
    <w:rsid w:val="004F6DF8"/>
    <w:rsid w:val="004F6E2D"/>
    <w:rsid w:val="004F704F"/>
    <w:rsid w:val="004F72FF"/>
    <w:rsid w:val="004F74C6"/>
    <w:rsid w:val="004F77EE"/>
    <w:rsid w:val="004F7A80"/>
    <w:rsid w:val="004F7A86"/>
    <w:rsid w:val="00500048"/>
    <w:rsid w:val="0050012C"/>
    <w:rsid w:val="005007DD"/>
    <w:rsid w:val="005008AD"/>
    <w:rsid w:val="005009D2"/>
    <w:rsid w:val="00501281"/>
    <w:rsid w:val="005014C7"/>
    <w:rsid w:val="0050151E"/>
    <w:rsid w:val="00501BCC"/>
    <w:rsid w:val="0050206E"/>
    <w:rsid w:val="0050226E"/>
    <w:rsid w:val="005023AD"/>
    <w:rsid w:val="005025F3"/>
    <w:rsid w:val="00502CE9"/>
    <w:rsid w:val="00503ED7"/>
    <w:rsid w:val="005044A1"/>
    <w:rsid w:val="00504636"/>
    <w:rsid w:val="00504C96"/>
    <w:rsid w:val="00504F0E"/>
    <w:rsid w:val="005052FF"/>
    <w:rsid w:val="00505324"/>
    <w:rsid w:val="00505527"/>
    <w:rsid w:val="00505578"/>
    <w:rsid w:val="0050587C"/>
    <w:rsid w:val="00505C6A"/>
    <w:rsid w:val="00505D5D"/>
    <w:rsid w:val="00505FD2"/>
    <w:rsid w:val="00506348"/>
    <w:rsid w:val="0050651C"/>
    <w:rsid w:val="0050652C"/>
    <w:rsid w:val="0050656E"/>
    <w:rsid w:val="00506B58"/>
    <w:rsid w:val="00506F80"/>
    <w:rsid w:val="00507058"/>
    <w:rsid w:val="005073BF"/>
    <w:rsid w:val="00507799"/>
    <w:rsid w:val="00507A89"/>
    <w:rsid w:val="00507CAB"/>
    <w:rsid w:val="00507D48"/>
    <w:rsid w:val="00507E4A"/>
    <w:rsid w:val="00510140"/>
    <w:rsid w:val="005101AC"/>
    <w:rsid w:val="00510334"/>
    <w:rsid w:val="0051059A"/>
    <w:rsid w:val="00510696"/>
    <w:rsid w:val="00510756"/>
    <w:rsid w:val="00510AC6"/>
    <w:rsid w:val="005114CC"/>
    <w:rsid w:val="00511531"/>
    <w:rsid w:val="00511D87"/>
    <w:rsid w:val="0051248F"/>
    <w:rsid w:val="0051285D"/>
    <w:rsid w:val="0051299C"/>
    <w:rsid w:val="005131C6"/>
    <w:rsid w:val="0051344B"/>
    <w:rsid w:val="00513A93"/>
    <w:rsid w:val="00513B2E"/>
    <w:rsid w:val="00513D80"/>
    <w:rsid w:val="00513E32"/>
    <w:rsid w:val="00514491"/>
    <w:rsid w:val="00514868"/>
    <w:rsid w:val="00515241"/>
    <w:rsid w:val="0051585C"/>
    <w:rsid w:val="00515A1D"/>
    <w:rsid w:val="00515AB1"/>
    <w:rsid w:val="00515B87"/>
    <w:rsid w:val="00515CE5"/>
    <w:rsid w:val="00515EBE"/>
    <w:rsid w:val="00516448"/>
    <w:rsid w:val="005168FD"/>
    <w:rsid w:val="005169CF"/>
    <w:rsid w:val="00516CBD"/>
    <w:rsid w:val="00516CE3"/>
    <w:rsid w:val="00517133"/>
    <w:rsid w:val="005171D0"/>
    <w:rsid w:val="0051741C"/>
    <w:rsid w:val="005175E5"/>
    <w:rsid w:val="0051799B"/>
    <w:rsid w:val="0052024E"/>
    <w:rsid w:val="005202E3"/>
    <w:rsid w:val="005206D1"/>
    <w:rsid w:val="00520783"/>
    <w:rsid w:val="00520852"/>
    <w:rsid w:val="005208F5"/>
    <w:rsid w:val="00520AED"/>
    <w:rsid w:val="00520B53"/>
    <w:rsid w:val="00520D26"/>
    <w:rsid w:val="0052128E"/>
    <w:rsid w:val="00521485"/>
    <w:rsid w:val="005214A4"/>
    <w:rsid w:val="005214DC"/>
    <w:rsid w:val="00521A34"/>
    <w:rsid w:val="00521ABC"/>
    <w:rsid w:val="00521CC1"/>
    <w:rsid w:val="00521EF5"/>
    <w:rsid w:val="00522008"/>
    <w:rsid w:val="00522205"/>
    <w:rsid w:val="0052222B"/>
    <w:rsid w:val="00522243"/>
    <w:rsid w:val="005226D8"/>
    <w:rsid w:val="00522C9F"/>
    <w:rsid w:val="00522E65"/>
    <w:rsid w:val="00522EDB"/>
    <w:rsid w:val="00522FC5"/>
    <w:rsid w:val="005233F7"/>
    <w:rsid w:val="005236C7"/>
    <w:rsid w:val="005237CC"/>
    <w:rsid w:val="005237FB"/>
    <w:rsid w:val="00523B1E"/>
    <w:rsid w:val="00523FF7"/>
    <w:rsid w:val="00524234"/>
    <w:rsid w:val="00524449"/>
    <w:rsid w:val="005248B9"/>
    <w:rsid w:val="00524E1D"/>
    <w:rsid w:val="00524E78"/>
    <w:rsid w:val="00524E9B"/>
    <w:rsid w:val="0052588F"/>
    <w:rsid w:val="00525E7B"/>
    <w:rsid w:val="00525FFD"/>
    <w:rsid w:val="00526C98"/>
    <w:rsid w:val="00526CA8"/>
    <w:rsid w:val="00526CD9"/>
    <w:rsid w:val="00526D6B"/>
    <w:rsid w:val="005273E6"/>
    <w:rsid w:val="00527972"/>
    <w:rsid w:val="00527C7F"/>
    <w:rsid w:val="00527D43"/>
    <w:rsid w:val="005303A1"/>
    <w:rsid w:val="00530B10"/>
    <w:rsid w:val="00530C93"/>
    <w:rsid w:val="0053145F"/>
    <w:rsid w:val="005317AB"/>
    <w:rsid w:val="005318B1"/>
    <w:rsid w:val="0053190E"/>
    <w:rsid w:val="00531A0D"/>
    <w:rsid w:val="00531A40"/>
    <w:rsid w:val="00531D49"/>
    <w:rsid w:val="00531F3F"/>
    <w:rsid w:val="0053213D"/>
    <w:rsid w:val="0053248A"/>
    <w:rsid w:val="00532617"/>
    <w:rsid w:val="0053272A"/>
    <w:rsid w:val="00532BD4"/>
    <w:rsid w:val="00532D76"/>
    <w:rsid w:val="00532E2C"/>
    <w:rsid w:val="005336E9"/>
    <w:rsid w:val="0053379F"/>
    <w:rsid w:val="00533FD3"/>
    <w:rsid w:val="00534684"/>
    <w:rsid w:val="00534786"/>
    <w:rsid w:val="00534BF7"/>
    <w:rsid w:val="00534E59"/>
    <w:rsid w:val="00535295"/>
    <w:rsid w:val="0053540A"/>
    <w:rsid w:val="005354D6"/>
    <w:rsid w:val="005355F3"/>
    <w:rsid w:val="0053639E"/>
    <w:rsid w:val="00536449"/>
    <w:rsid w:val="005364F1"/>
    <w:rsid w:val="005368FE"/>
    <w:rsid w:val="00537293"/>
    <w:rsid w:val="0053738F"/>
    <w:rsid w:val="00537489"/>
    <w:rsid w:val="005374CA"/>
    <w:rsid w:val="00540568"/>
    <w:rsid w:val="00540592"/>
    <w:rsid w:val="005405F2"/>
    <w:rsid w:val="00540606"/>
    <w:rsid w:val="0054074B"/>
    <w:rsid w:val="00540B28"/>
    <w:rsid w:val="00540C4B"/>
    <w:rsid w:val="00540F7C"/>
    <w:rsid w:val="00541551"/>
    <w:rsid w:val="005416D8"/>
    <w:rsid w:val="00541786"/>
    <w:rsid w:val="00541CCC"/>
    <w:rsid w:val="00541DBC"/>
    <w:rsid w:val="00541DE0"/>
    <w:rsid w:val="005421C3"/>
    <w:rsid w:val="00542505"/>
    <w:rsid w:val="005425C9"/>
    <w:rsid w:val="00542776"/>
    <w:rsid w:val="00542D99"/>
    <w:rsid w:val="00543014"/>
    <w:rsid w:val="0054372A"/>
    <w:rsid w:val="00543A02"/>
    <w:rsid w:val="00543C3E"/>
    <w:rsid w:val="00543CFC"/>
    <w:rsid w:val="00544070"/>
    <w:rsid w:val="00544098"/>
    <w:rsid w:val="00544AA9"/>
    <w:rsid w:val="00544F70"/>
    <w:rsid w:val="00545137"/>
    <w:rsid w:val="00545906"/>
    <w:rsid w:val="0054656C"/>
    <w:rsid w:val="0054665B"/>
    <w:rsid w:val="00546A41"/>
    <w:rsid w:val="00546A72"/>
    <w:rsid w:val="00546CB0"/>
    <w:rsid w:val="00546D5E"/>
    <w:rsid w:val="00546E88"/>
    <w:rsid w:val="005470ED"/>
    <w:rsid w:val="00547983"/>
    <w:rsid w:val="00547A53"/>
    <w:rsid w:val="00547B04"/>
    <w:rsid w:val="00547BBD"/>
    <w:rsid w:val="00550051"/>
    <w:rsid w:val="00550225"/>
    <w:rsid w:val="00550349"/>
    <w:rsid w:val="00550495"/>
    <w:rsid w:val="00550A45"/>
    <w:rsid w:val="00550A9E"/>
    <w:rsid w:val="00550D7C"/>
    <w:rsid w:val="00550E49"/>
    <w:rsid w:val="00550FE2"/>
    <w:rsid w:val="00550FE9"/>
    <w:rsid w:val="00551157"/>
    <w:rsid w:val="005511ED"/>
    <w:rsid w:val="00551E99"/>
    <w:rsid w:val="00551E9F"/>
    <w:rsid w:val="00552131"/>
    <w:rsid w:val="00552426"/>
    <w:rsid w:val="00552680"/>
    <w:rsid w:val="0055273A"/>
    <w:rsid w:val="00552789"/>
    <w:rsid w:val="005530AC"/>
    <w:rsid w:val="00553311"/>
    <w:rsid w:val="005536CF"/>
    <w:rsid w:val="005537E0"/>
    <w:rsid w:val="005539E3"/>
    <w:rsid w:val="00553ABD"/>
    <w:rsid w:val="00554D91"/>
    <w:rsid w:val="00554E17"/>
    <w:rsid w:val="00555042"/>
    <w:rsid w:val="00555275"/>
    <w:rsid w:val="005556C6"/>
    <w:rsid w:val="00555735"/>
    <w:rsid w:val="00555A3E"/>
    <w:rsid w:val="00555DCC"/>
    <w:rsid w:val="00555E48"/>
    <w:rsid w:val="00556900"/>
    <w:rsid w:val="00556CA2"/>
    <w:rsid w:val="00557256"/>
    <w:rsid w:val="00557A07"/>
    <w:rsid w:val="00560568"/>
    <w:rsid w:val="00560AC0"/>
    <w:rsid w:val="00560CD4"/>
    <w:rsid w:val="00560D71"/>
    <w:rsid w:val="00560DA7"/>
    <w:rsid w:val="00560DEF"/>
    <w:rsid w:val="00560F20"/>
    <w:rsid w:val="00561113"/>
    <w:rsid w:val="0056140B"/>
    <w:rsid w:val="00562098"/>
    <w:rsid w:val="005621A6"/>
    <w:rsid w:val="00562356"/>
    <w:rsid w:val="005625EE"/>
    <w:rsid w:val="00562695"/>
    <w:rsid w:val="00562C19"/>
    <w:rsid w:val="0056334E"/>
    <w:rsid w:val="00563566"/>
    <w:rsid w:val="005635F1"/>
    <w:rsid w:val="00563606"/>
    <w:rsid w:val="00563653"/>
    <w:rsid w:val="0056390B"/>
    <w:rsid w:val="00563D5D"/>
    <w:rsid w:val="00563E66"/>
    <w:rsid w:val="00563F3C"/>
    <w:rsid w:val="005642F1"/>
    <w:rsid w:val="00564392"/>
    <w:rsid w:val="005646A1"/>
    <w:rsid w:val="0056473C"/>
    <w:rsid w:val="00564861"/>
    <w:rsid w:val="005648EA"/>
    <w:rsid w:val="00564B79"/>
    <w:rsid w:val="00564B7E"/>
    <w:rsid w:val="00565611"/>
    <w:rsid w:val="00565775"/>
    <w:rsid w:val="00565B71"/>
    <w:rsid w:val="00565C91"/>
    <w:rsid w:val="00565CEE"/>
    <w:rsid w:val="00566579"/>
    <w:rsid w:val="005669EF"/>
    <w:rsid w:val="00566A0F"/>
    <w:rsid w:val="00566FC5"/>
    <w:rsid w:val="00566FEA"/>
    <w:rsid w:val="0056761F"/>
    <w:rsid w:val="00567C55"/>
    <w:rsid w:val="00567CA9"/>
    <w:rsid w:val="00567ED1"/>
    <w:rsid w:val="00570069"/>
    <w:rsid w:val="00570325"/>
    <w:rsid w:val="00570BC8"/>
    <w:rsid w:val="00570CF0"/>
    <w:rsid w:val="005710CF"/>
    <w:rsid w:val="00571232"/>
    <w:rsid w:val="005715C7"/>
    <w:rsid w:val="005716D7"/>
    <w:rsid w:val="00571F54"/>
    <w:rsid w:val="00572269"/>
    <w:rsid w:val="005726DA"/>
    <w:rsid w:val="005726FA"/>
    <w:rsid w:val="00573117"/>
    <w:rsid w:val="00573185"/>
    <w:rsid w:val="005731AA"/>
    <w:rsid w:val="0057382E"/>
    <w:rsid w:val="00573BE9"/>
    <w:rsid w:val="00573F71"/>
    <w:rsid w:val="00573F95"/>
    <w:rsid w:val="00574013"/>
    <w:rsid w:val="005744BD"/>
    <w:rsid w:val="00574774"/>
    <w:rsid w:val="00574B65"/>
    <w:rsid w:val="00574BB6"/>
    <w:rsid w:val="00574C8C"/>
    <w:rsid w:val="00575693"/>
    <w:rsid w:val="005758EC"/>
    <w:rsid w:val="00575BCB"/>
    <w:rsid w:val="00575BDD"/>
    <w:rsid w:val="00576E2D"/>
    <w:rsid w:val="00577A04"/>
    <w:rsid w:val="00577A7B"/>
    <w:rsid w:val="00580202"/>
    <w:rsid w:val="00580479"/>
    <w:rsid w:val="00580C09"/>
    <w:rsid w:val="005811C0"/>
    <w:rsid w:val="0058161F"/>
    <w:rsid w:val="00581BB5"/>
    <w:rsid w:val="00581D3B"/>
    <w:rsid w:val="00581DC6"/>
    <w:rsid w:val="00582016"/>
    <w:rsid w:val="005828E6"/>
    <w:rsid w:val="005830C3"/>
    <w:rsid w:val="005833AD"/>
    <w:rsid w:val="00583555"/>
    <w:rsid w:val="00583F6E"/>
    <w:rsid w:val="00584542"/>
    <w:rsid w:val="0058460A"/>
    <w:rsid w:val="0058493E"/>
    <w:rsid w:val="00584BD8"/>
    <w:rsid w:val="0058530F"/>
    <w:rsid w:val="00585888"/>
    <w:rsid w:val="005859A5"/>
    <w:rsid w:val="00585BC0"/>
    <w:rsid w:val="00585FA6"/>
    <w:rsid w:val="00586120"/>
    <w:rsid w:val="00586399"/>
    <w:rsid w:val="00586C6B"/>
    <w:rsid w:val="00586EFC"/>
    <w:rsid w:val="0058718A"/>
    <w:rsid w:val="0058725E"/>
    <w:rsid w:val="005874B6"/>
    <w:rsid w:val="005876DB"/>
    <w:rsid w:val="00587C87"/>
    <w:rsid w:val="00590268"/>
    <w:rsid w:val="0059047F"/>
    <w:rsid w:val="00590E3D"/>
    <w:rsid w:val="00590EE2"/>
    <w:rsid w:val="005912CF"/>
    <w:rsid w:val="0059152E"/>
    <w:rsid w:val="0059171C"/>
    <w:rsid w:val="0059189E"/>
    <w:rsid w:val="00591C01"/>
    <w:rsid w:val="00592234"/>
    <w:rsid w:val="005923A6"/>
    <w:rsid w:val="0059254E"/>
    <w:rsid w:val="005925C0"/>
    <w:rsid w:val="00592664"/>
    <w:rsid w:val="00592970"/>
    <w:rsid w:val="00592B23"/>
    <w:rsid w:val="00592E50"/>
    <w:rsid w:val="005930E3"/>
    <w:rsid w:val="00593641"/>
    <w:rsid w:val="0059380A"/>
    <w:rsid w:val="005938E6"/>
    <w:rsid w:val="00593B4E"/>
    <w:rsid w:val="00593DA4"/>
    <w:rsid w:val="005940CE"/>
    <w:rsid w:val="005941F6"/>
    <w:rsid w:val="00594A66"/>
    <w:rsid w:val="00594CD1"/>
    <w:rsid w:val="00594D34"/>
    <w:rsid w:val="005954D7"/>
    <w:rsid w:val="00595582"/>
    <w:rsid w:val="00595908"/>
    <w:rsid w:val="00596101"/>
    <w:rsid w:val="0059691D"/>
    <w:rsid w:val="005969AC"/>
    <w:rsid w:val="00596A5F"/>
    <w:rsid w:val="00597037"/>
    <w:rsid w:val="005977EB"/>
    <w:rsid w:val="0059787F"/>
    <w:rsid w:val="00597988"/>
    <w:rsid w:val="00597E03"/>
    <w:rsid w:val="005A0026"/>
    <w:rsid w:val="005A0569"/>
    <w:rsid w:val="005A0B91"/>
    <w:rsid w:val="005A0DD0"/>
    <w:rsid w:val="005A0DE3"/>
    <w:rsid w:val="005A0E85"/>
    <w:rsid w:val="005A1323"/>
    <w:rsid w:val="005A1851"/>
    <w:rsid w:val="005A1A9F"/>
    <w:rsid w:val="005A1B90"/>
    <w:rsid w:val="005A2396"/>
    <w:rsid w:val="005A253A"/>
    <w:rsid w:val="005A2FA7"/>
    <w:rsid w:val="005A3C2A"/>
    <w:rsid w:val="005A4006"/>
    <w:rsid w:val="005A4297"/>
    <w:rsid w:val="005A499D"/>
    <w:rsid w:val="005A4FB6"/>
    <w:rsid w:val="005A537C"/>
    <w:rsid w:val="005A555F"/>
    <w:rsid w:val="005A5733"/>
    <w:rsid w:val="005A57EA"/>
    <w:rsid w:val="005A58C3"/>
    <w:rsid w:val="005A6054"/>
    <w:rsid w:val="005A60E8"/>
    <w:rsid w:val="005A6484"/>
    <w:rsid w:val="005A6BBD"/>
    <w:rsid w:val="005A7A87"/>
    <w:rsid w:val="005A7DD6"/>
    <w:rsid w:val="005B02B3"/>
    <w:rsid w:val="005B0300"/>
    <w:rsid w:val="005B0713"/>
    <w:rsid w:val="005B0A8B"/>
    <w:rsid w:val="005B0D0D"/>
    <w:rsid w:val="005B1C71"/>
    <w:rsid w:val="005B1E42"/>
    <w:rsid w:val="005B1F49"/>
    <w:rsid w:val="005B2091"/>
    <w:rsid w:val="005B222F"/>
    <w:rsid w:val="005B2253"/>
    <w:rsid w:val="005B2467"/>
    <w:rsid w:val="005B24AE"/>
    <w:rsid w:val="005B292A"/>
    <w:rsid w:val="005B2FFB"/>
    <w:rsid w:val="005B321C"/>
    <w:rsid w:val="005B399C"/>
    <w:rsid w:val="005B3C3C"/>
    <w:rsid w:val="005B41F5"/>
    <w:rsid w:val="005B495B"/>
    <w:rsid w:val="005B4A96"/>
    <w:rsid w:val="005B5C56"/>
    <w:rsid w:val="005B6113"/>
    <w:rsid w:val="005B66C9"/>
    <w:rsid w:val="005B6800"/>
    <w:rsid w:val="005B704E"/>
    <w:rsid w:val="005B75E0"/>
    <w:rsid w:val="005B7E62"/>
    <w:rsid w:val="005C008C"/>
    <w:rsid w:val="005C031C"/>
    <w:rsid w:val="005C0576"/>
    <w:rsid w:val="005C116E"/>
    <w:rsid w:val="005C141D"/>
    <w:rsid w:val="005C1F38"/>
    <w:rsid w:val="005C1FC4"/>
    <w:rsid w:val="005C2259"/>
    <w:rsid w:val="005C2416"/>
    <w:rsid w:val="005C2505"/>
    <w:rsid w:val="005C276E"/>
    <w:rsid w:val="005C2800"/>
    <w:rsid w:val="005C2EFA"/>
    <w:rsid w:val="005C2F95"/>
    <w:rsid w:val="005C3555"/>
    <w:rsid w:val="005C3FF0"/>
    <w:rsid w:val="005C4150"/>
    <w:rsid w:val="005C4265"/>
    <w:rsid w:val="005C4783"/>
    <w:rsid w:val="005C4792"/>
    <w:rsid w:val="005C4AE1"/>
    <w:rsid w:val="005C4CB7"/>
    <w:rsid w:val="005C4CBA"/>
    <w:rsid w:val="005C5184"/>
    <w:rsid w:val="005C51E9"/>
    <w:rsid w:val="005C5525"/>
    <w:rsid w:val="005C5966"/>
    <w:rsid w:val="005C5C0D"/>
    <w:rsid w:val="005C662F"/>
    <w:rsid w:val="005C6C79"/>
    <w:rsid w:val="005C6E8B"/>
    <w:rsid w:val="005C7010"/>
    <w:rsid w:val="005C72A7"/>
    <w:rsid w:val="005C7529"/>
    <w:rsid w:val="005C76F8"/>
    <w:rsid w:val="005C7E43"/>
    <w:rsid w:val="005D0227"/>
    <w:rsid w:val="005D0F1F"/>
    <w:rsid w:val="005D1020"/>
    <w:rsid w:val="005D11F6"/>
    <w:rsid w:val="005D1BDC"/>
    <w:rsid w:val="005D26D3"/>
    <w:rsid w:val="005D26E0"/>
    <w:rsid w:val="005D27FD"/>
    <w:rsid w:val="005D2987"/>
    <w:rsid w:val="005D35E7"/>
    <w:rsid w:val="005D3934"/>
    <w:rsid w:val="005D3D4C"/>
    <w:rsid w:val="005D4136"/>
    <w:rsid w:val="005D4C13"/>
    <w:rsid w:val="005D4ECE"/>
    <w:rsid w:val="005D515F"/>
    <w:rsid w:val="005D5243"/>
    <w:rsid w:val="005D5D50"/>
    <w:rsid w:val="005D67AF"/>
    <w:rsid w:val="005D7327"/>
    <w:rsid w:val="005E01D9"/>
    <w:rsid w:val="005E0220"/>
    <w:rsid w:val="005E0296"/>
    <w:rsid w:val="005E03A9"/>
    <w:rsid w:val="005E0A42"/>
    <w:rsid w:val="005E1559"/>
    <w:rsid w:val="005E1BB9"/>
    <w:rsid w:val="005E1C9C"/>
    <w:rsid w:val="005E1D1C"/>
    <w:rsid w:val="005E1E7C"/>
    <w:rsid w:val="005E21FF"/>
    <w:rsid w:val="005E2772"/>
    <w:rsid w:val="005E27A0"/>
    <w:rsid w:val="005E29B1"/>
    <w:rsid w:val="005E2CF2"/>
    <w:rsid w:val="005E2D1E"/>
    <w:rsid w:val="005E2E33"/>
    <w:rsid w:val="005E30C9"/>
    <w:rsid w:val="005E335F"/>
    <w:rsid w:val="005E3523"/>
    <w:rsid w:val="005E353C"/>
    <w:rsid w:val="005E38D4"/>
    <w:rsid w:val="005E3A4E"/>
    <w:rsid w:val="005E3AF1"/>
    <w:rsid w:val="005E3DE1"/>
    <w:rsid w:val="005E3DFC"/>
    <w:rsid w:val="005E3E32"/>
    <w:rsid w:val="005E402B"/>
    <w:rsid w:val="005E4565"/>
    <w:rsid w:val="005E4857"/>
    <w:rsid w:val="005E4956"/>
    <w:rsid w:val="005E49AE"/>
    <w:rsid w:val="005E4BDC"/>
    <w:rsid w:val="005E5AA1"/>
    <w:rsid w:val="005E5C64"/>
    <w:rsid w:val="005E5F76"/>
    <w:rsid w:val="005E6159"/>
    <w:rsid w:val="005E6725"/>
    <w:rsid w:val="005E6805"/>
    <w:rsid w:val="005E6A10"/>
    <w:rsid w:val="005E6FAD"/>
    <w:rsid w:val="005E75D6"/>
    <w:rsid w:val="005E7D10"/>
    <w:rsid w:val="005E7D7A"/>
    <w:rsid w:val="005F06B5"/>
    <w:rsid w:val="005F09B2"/>
    <w:rsid w:val="005F0A2E"/>
    <w:rsid w:val="005F0EAB"/>
    <w:rsid w:val="005F12F0"/>
    <w:rsid w:val="005F1399"/>
    <w:rsid w:val="005F141C"/>
    <w:rsid w:val="005F1599"/>
    <w:rsid w:val="005F1D2C"/>
    <w:rsid w:val="005F1DB3"/>
    <w:rsid w:val="005F1E9C"/>
    <w:rsid w:val="005F21D2"/>
    <w:rsid w:val="005F24D8"/>
    <w:rsid w:val="005F268C"/>
    <w:rsid w:val="005F2C52"/>
    <w:rsid w:val="005F2D6B"/>
    <w:rsid w:val="005F329F"/>
    <w:rsid w:val="005F340D"/>
    <w:rsid w:val="005F35AA"/>
    <w:rsid w:val="005F3684"/>
    <w:rsid w:val="005F3AF3"/>
    <w:rsid w:val="005F3D2C"/>
    <w:rsid w:val="005F3EC5"/>
    <w:rsid w:val="005F3F0A"/>
    <w:rsid w:val="005F5027"/>
    <w:rsid w:val="005F54F7"/>
    <w:rsid w:val="005F56A4"/>
    <w:rsid w:val="005F5900"/>
    <w:rsid w:val="005F596D"/>
    <w:rsid w:val="005F5B9F"/>
    <w:rsid w:val="005F6122"/>
    <w:rsid w:val="005F6CCD"/>
    <w:rsid w:val="005F6D76"/>
    <w:rsid w:val="005F72FC"/>
    <w:rsid w:val="005F73BB"/>
    <w:rsid w:val="005F73F0"/>
    <w:rsid w:val="005F7BF5"/>
    <w:rsid w:val="005F7DC1"/>
    <w:rsid w:val="00600871"/>
    <w:rsid w:val="00600D9D"/>
    <w:rsid w:val="006010CE"/>
    <w:rsid w:val="006013D4"/>
    <w:rsid w:val="00601B18"/>
    <w:rsid w:val="006020B0"/>
    <w:rsid w:val="00602140"/>
    <w:rsid w:val="00602318"/>
    <w:rsid w:val="00602655"/>
    <w:rsid w:val="0060279C"/>
    <w:rsid w:val="00602AA2"/>
    <w:rsid w:val="00602B17"/>
    <w:rsid w:val="00602C83"/>
    <w:rsid w:val="00602DA0"/>
    <w:rsid w:val="00603409"/>
    <w:rsid w:val="00603433"/>
    <w:rsid w:val="006034E0"/>
    <w:rsid w:val="0060377F"/>
    <w:rsid w:val="00604060"/>
    <w:rsid w:val="006040CB"/>
    <w:rsid w:val="00604155"/>
    <w:rsid w:val="00605B6B"/>
    <w:rsid w:val="00605BAD"/>
    <w:rsid w:val="00606749"/>
    <w:rsid w:val="006068A9"/>
    <w:rsid w:val="00607054"/>
    <w:rsid w:val="00607145"/>
    <w:rsid w:val="00607454"/>
    <w:rsid w:val="006074FF"/>
    <w:rsid w:val="00607650"/>
    <w:rsid w:val="00607AB6"/>
    <w:rsid w:val="00607C16"/>
    <w:rsid w:val="00607D06"/>
    <w:rsid w:val="00607F48"/>
    <w:rsid w:val="00607FB2"/>
    <w:rsid w:val="00607FCB"/>
    <w:rsid w:val="006100FA"/>
    <w:rsid w:val="006100FD"/>
    <w:rsid w:val="00610402"/>
    <w:rsid w:val="0061045C"/>
    <w:rsid w:val="00610823"/>
    <w:rsid w:val="00610996"/>
    <w:rsid w:val="00610BA0"/>
    <w:rsid w:val="00610C44"/>
    <w:rsid w:val="00611ABB"/>
    <w:rsid w:val="00611C9F"/>
    <w:rsid w:val="00611E38"/>
    <w:rsid w:val="00611F16"/>
    <w:rsid w:val="0061230D"/>
    <w:rsid w:val="006126F7"/>
    <w:rsid w:val="006127A8"/>
    <w:rsid w:val="0061290E"/>
    <w:rsid w:val="00612C8D"/>
    <w:rsid w:val="00612EBF"/>
    <w:rsid w:val="00612F6A"/>
    <w:rsid w:val="00612FB6"/>
    <w:rsid w:val="00613B33"/>
    <w:rsid w:val="00613FC9"/>
    <w:rsid w:val="006140C1"/>
    <w:rsid w:val="006145A8"/>
    <w:rsid w:val="00614630"/>
    <w:rsid w:val="006147E1"/>
    <w:rsid w:val="00614A0F"/>
    <w:rsid w:val="00614EBD"/>
    <w:rsid w:val="006153C0"/>
    <w:rsid w:val="0061545B"/>
    <w:rsid w:val="00615BBF"/>
    <w:rsid w:val="00615DB6"/>
    <w:rsid w:val="006160EC"/>
    <w:rsid w:val="0061626C"/>
    <w:rsid w:val="00616A72"/>
    <w:rsid w:val="00616ADC"/>
    <w:rsid w:val="00616CEE"/>
    <w:rsid w:val="00616E3C"/>
    <w:rsid w:val="00616E84"/>
    <w:rsid w:val="006171F6"/>
    <w:rsid w:val="00617239"/>
    <w:rsid w:val="00617447"/>
    <w:rsid w:val="0061760C"/>
    <w:rsid w:val="00617635"/>
    <w:rsid w:val="00617A7C"/>
    <w:rsid w:val="00617EF6"/>
    <w:rsid w:val="00617FC1"/>
    <w:rsid w:val="006203CE"/>
    <w:rsid w:val="0062053F"/>
    <w:rsid w:val="00620DF0"/>
    <w:rsid w:val="00620EEB"/>
    <w:rsid w:val="00621277"/>
    <w:rsid w:val="006212AF"/>
    <w:rsid w:val="006212E5"/>
    <w:rsid w:val="00621354"/>
    <w:rsid w:val="006215B1"/>
    <w:rsid w:val="006219A7"/>
    <w:rsid w:val="00621A46"/>
    <w:rsid w:val="00621E27"/>
    <w:rsid w:val="00621FD7"/>
    <w:rsid w:val="00622218"/>
    <w:rsid w:val="00622403"/>
    <w:rsid w:val="00622466"/>
    <w:rsid w:val="0062246A"/>
    <w:rsid w:val="0062260A"/>
    <w:rsid w:val="00622620"/>
    <w:rsid w:val="00622A6B"/>
    <w:rsid w:val="00622F93"/>
    <w:rsid w:val="00623AED"/>
    <w:rsid w:val="00623B45"/>
    <w:rsid w:val="0062499E"/>
    <w:rsid w:val="00624ABA"/>
    <w:rsid w:val="00624D37"/>
    <w:rsid w:val="00624DD5"/>
    <w:rsid w:val="006250E3"/>
    <w:rsid w:val="00625487"/>
    <w:rsid w:val="00625524"/>
    <w:rsid w:val="00625AB3"/>
    <w:rsid w:val="00625DAE"/>
    <w:rsid w:val="00626655"/>
    <w:rsid w:val="00627279"/>
    <w:rsid w:val="00627890"/>
    <w:rsid w:val="00627B01"/>
    <w:rsid w:val="006301A1"/>
    <w:rsid w:val="00630689"/>
    <w:rsid w:val="00630AD0"/>
    <w:rsid w:val="00630B0A"/>
    <w:rsid w:val="00630EA6"/>
    <w:rsid w:val="006311DD"/>
    <w:rsid w:val="006312BD"/>
    <w:rsid w:val="00631559"/>
    <w:rsid w:val="00631F17"/>
    <w:rsid w:val="00632033"/>
    <w:rsid w:val="006321B2"/>
    <w:rsid w:val="006322C7"/>
    <w:rsid w:val="00632378"/>
    <w:rsid w:val="00632476"/>
    <w:rsid w:val="00632813"/>
    <w:rsid w:val="00632993"/>
    <w:rsid w:val="0063299C"/>
    <w:rsid w:val="00632ACC"/>
    <w:rsid w:val="00632C37"/>
    <w:rsid w:val="00633268"/>
    <w:rsid w:val="006334D2"/>
    <w:rsid w:val="00633F88"/>
    <w:rsid w:val="00634013"/>
    <w:rsid w:val="006343F5"/>
    <w:rsid w:val="00634821"/>
    <w:rsid w:val="00634892"/>
    <w:rsid w:val="00634ADB"/>
    <w:rsid w:val="00634D57"/>
    <w:rsid w:val="00635507"/>
    <w:rsid w:val="00635D1A"/>
    <w:rsid w:val="006360A9"/>
    <w:rsid w:val="00636104"/>
    <w:rsid w:val="00636171"/>
    <w:rsid w:val="0063632B"/>
    <w:rsid w:val="00636422"/>
    <w:rsid w:val="006365B6"/>
    <w:rsid w:val="00636916"/>
    <w:rsid w:val="0063706B"/>
    <w:rsid w:val="0064039C"/>
    <w:rsid w:val="0064144E"/>
    <w:rsid w:val="00641615"/>
    <w:rsid w:val="006418B6"/>
    <w:rsid w:val="006418E3"/>
    <w:rsid w:val="00642657"/>
    <w:rsid w:val="00642E3E"/>
    <w:rsid w:val="0064371D"/>
    <w:rsid w:val="00643A20"/>
    <w:rsid w:val="00643A2B"/>
    <w:rsid w:val="00643DEC"/>
    <w:rsid w:val="00643F7D"/>
    <w:rsid w:val="00644211"/>
    <w:rsid w:val="00644523"/>
    <w:rsid w:val="00644C65"/>
    <w:rsid w:val="00644CA0"/>
    <w:rsid w:val="00644E14"/>
    <w:rsid w:val="00644F68"/>
    <w:rsid w:val="006450D6"/>
    <w:rsid w:val="006454C1"/>
    <w:rsid w:val="006457CC"/>
    <w:rsid w:val="00646286"/>
    <w:rsid w:val="006462B2"/>
    <w:rsid w:val="006466A7"/>
    <w:rsid w:val="00646AD0"/>
    <w:rsid w:val="006470D1"/>
    <w:rsid w:val="0064731E"/>
    <w:rsid w:val="00647369"/>
    <w:rsid w:val="00647487"/>
    <w:rsid w:val="0064784B"/>
    <w:rsid w:val="006478FB"/>
    <w:rsid w:val="00647EFE"/>
    <w:rsid w:val="00650311"/>
    <w:rsid w:val="0065044D"/>
    <w:rsid w:val="0065050D"/>
    <w:rsid w:val="0065062A"/>
    <w:rsid w:val="00650711"/>
    <w:rsid w:val="0065094E"/>
    <w:rsid w:val="00650B05"/>
    <w:rsid w:val="00650E09"/>
    <w:rsid w:val="00650FBD"/>
    <w:rsid w:val="0065174B"/>
    <w:rsid w:val="006518CB"/>
    <w:rsid w:val="00651B3C"/>
    <w:rsid w:val="00651D05"/>
    <w:rsid w:val="00651E53"/>
    <w:rsid w:val="00652496"/>
    <w:rsid w:val="00652657"/>
    <w:rsid w:val="006528B5"/>
    <w:rsid w:val="00652F86"/>
    <w:rsid w:val="00652FE6"/>
    <w:rsid w:val="0065300B"/>
    <w:rsid w:val="00653453"/>
    <w:rsid w:val="00653481"/>
    <w:rsid w:val="006535F6"/>
    <w:rsid w:val="0065366A"/>
    <w:rsid w:val="00653DC7"/>
    <w:rsid w:val="00654187"/>
    <w:rsid w:val="0065444F"/>
    <w:rsid w:val="006547BE"/>
    <w:rsid w:val="006548EC"/>
    <w:rsid w:val="00654915"/>
    <w:rsid w:val="0065494B"/>
    <w:rsid w:val="00654CB9"/>
    <w:rsid w:val="00654CC1"/>
    <w:rsid w:val="00654DB9"/>
    <w:rsid w:val="00654F23"/>
    <w:rsid w:val="0065553B"/>
    <w:rsid w:val="0065562D"/>
    <w:rsid w:val="00655992"/>
    <w:rsid w:val="00655C90"/>
    <w:rsid w:val="006560D6"/>
    <w:rsid w:val="00656428"/>
    <w:rsid w:val="00656503"/>
    <w:rsid w:val="0065660C"/>
    <w:rsid w:val="0065709E"/>
    <w:rsid w:val="00657309"/>
    <w:rsid w:val="006577A9"/>
    <w:rsid w:val="00657804"/>
    <w:rsid w:val="00657BAA"/>
    <w:rsid w:val="00660161"/>
    <w:rsid w:val="0066018D"/>
    <w:rsid w:val="006603C5"/>
    <w:rsid w:val="006603F7"/>
    <w:rsid w:val="00660EDC"/>
    <w:rsid w:val="00661613"/>
    <w:rsid w:val="00661E04"/>
    <w:rsid w:val="00662539"/>
    <w:rsid w:val="006627EB"/>
    <w:rsid w:val="006629A3"/>
    <w:rsid w:val="00663396"/>
    <w:rsid w:val="006637BE"/>
    <w:rsid w:val="00663883"/>
    <w:rsid w:val="00663948"/>
    <w:rsid w:val="00663FFA"/>
    <w:rsid w:val="00664000"/>
    <w:rsid w:val="00664205"/>
    <w:rsid w:val="0066422B"/>
    <w:rsid w:val="00664380"/>
    <w:rsid w:val="006644CA"/>
    <w:rsid w:val="006648FD"/>
    <w:rsid w:val="00664A6A"/>
    <w:rsid w:val="00664AE4"/>
    <w:rsid w:val="00664B86"/>
    <w:rsid w:val="00664D26"/>
    <w:rsid w:val="00664E41"/>
    <w:rsid w:val="006655F5"/>
    <w:rsid w:val="00665720"/>
    <w:rsid w:val="00665AB1"/>
    <w:rsid w:val="006663F9"/>
    <w:rsid w:val="0066643F"/>
    <w:rsid w:val="00666A01"/>
    <w:rsid w:val="00667008"/>
    <w:rsid w:val="00667113"/>
    <w:rsid w:val="00667423"/>
    <w:rsid w:val="006676A6"/>
    <w:rsid w:val="00667B4A"/>
    <w:rsid w:val="00667C6D"/>
    <w:rsid w:val="00667E46"/>
    <w:rsid w:val="006703E0"/>
    <w:rsid w:val="00670538"/>
    <w:rsid w:val="00670985"/>
    <w:rsid w:val="00670D21"/>
    <w:rsid w:val="00671BD1"/>
    <w:rsid w:val="00671E0A"/>
    <w:rsid w:val="00671FDC"/>
    <w:rsid w:val="006728AF"/>
    <w:rsid w:val="00672958"/>
    <w:rsid w:val="006729DF"/>
    <w:rsid w:val="00672CAE"/>
    <w:rsid w:val="00672F9C"/>
    <w:rsid w:val="0067306B"/>
    <w:rsid w:val="00673181"/>
    <w:rsid w:val="0067326F"/>
    <w:rsid w:val="00673357"/>
    <w:rsid w:val="00673638"/>
    <w:rsid w:val="00673950"/>
    <w:rsid w:val="00674098"/>
    <w:rsid w:val="00674ADA"/>
    <w:rsid w:val="00674BC3"/>
    <w:rsid w:val="00674CEB"/>
    <w:rsid w:val="00675303"/>
    <w:rsid w:val="00675700"/>
    <w:rsid w:val="00675723"/>
    <w:rsid w:val="00675D88"/>
    <w:rsid w:val="0067604C"/>
    <w:rsid w:val="00676507"/>
    <w:rsid w:val="0067654E"/>
    <w:rsid w:val="00676891"/>
    <w:rsid w:val="006768EC"/>
    <w:rsid w:val="00676AFE"/>
    <w:rsid w:val="00676B41"/>
    <w:rsid w:val="006774C5"/>
    <w:rsid w:val="0067752A"/>
    <w:rsid w:val="0067771D"/>
    <w:rsid w:val="00677926"/>
    <w:rsid w:val="00677D6F"/>
    <w:rsid w:val="006800D4"/>
    <w:rsid w:val="00680274"/>
    <w:rsid w:val="00680470"/>
    <w:rsid w:val="00680475"/>
    <w:rsid w:val="0068068E"/>
    <w:rsid w:val="0068076D"/>
    <w:rsid w:val="00680A57"/>
    <w:rsid w:val="00680B40"/>
    <w:rsid w:val="00680CC6"/>
    <w:rsid w:val="00680E9A"/>
    <w:rsid w:val="00681234"/>
    <w:rsid w:val="006815AF"/>
    <w:rsid w:val="006816D4"/>
    <w:rsid w:val="00681CEC"/>
    <w:rsid w:val="00682332"/>
    <w:rsid w:val="00682558"/>
    <w:rsid w:val="006828C5"/>
    <w:rsid w:val="00682BDE"/>
    <w:rsid w:val="00682FC5"/>
    <w:rsid w:val="0068308D"/>
    <w:rsid w:val="006831F4"/>
    <w:rsid w:val="006836B3"/>
    <w:rsid w:val="00684075"/>
    <w:rsid w:val="00684DFB"/>
    <w:rsid w:val="00684F00"/>
    <w:rsid w:val="0068519F"/>
    <w:rsid w:val="0068544D"/>
    <w:rsid w:val="00685474"/>
    <w:rsid w:val="00685955"/>
    <w:rsid w:val="00685B7E"/>
    <w:rsid w:val="00685D98"/>
    <w:rsid w:val="006861D9"/>
    <w:rsid w:val="006861E0"/>
    <w:rsid w:val="00686380"/>
    <w:rsid w:val="0068671F"/>
    <w:rsid w:val="00686AB6"/>
    <w:rsid w:val="00686BC4"/>
    <w:rsid w:val="00686D1B"/>
    <w:rsid w:val="00686DD9"/>
    <w:rsid w:val="00686EA1"/>
    <w:rsid w:val="0068706C"/>
    <w:rsid w:val="00687233"/>
    <w:rsid w:val="00687282"/>
    <w:rsid w:val="00687FDE"/>
    <w:rsid w:val="0069002E"/>
    <w:rsid w:val="00690568"/>
    <w:rsid w:val="00690599"/>
    <w:rsid w:val="006906A4"/>
    <w:rsid w:val="00690A7A"/>
    <w:rsid w:val="00690B6B"/>
    <w:rsid w:val="00690D70"/>
    <w:rsid w:val="00690F02"/>
    <w:rsid w:val="00691136"/>
    <w:rsid w:val="006912BE"/>
    <w:rsid w:val="006913AD"/>
    <w:rsid w:val="00691503"/>
    <w:rsid w:val="00691F86"/>
    <w:rsid w:val="006922A2"/>
    <w:rsid w:val="006926A7"/>
    <w:rsid w:val="00692BC0"/>
    <w:rsid w:val="00692C5E"/>
    <w:rsid w:val="00692CD7"/>
    <w:rsid w:val="006935D9"/>
    <w:rsid w:val="006937D5"/>
    <w:rsid w:val="0069383F"/>
    <w:rsid w:val="00693ED3"/>
    <w:rsid w:val="00693F23"/>
    <w:rsid w:val="0069409B"/>
    <w:rsid w:val="00694450"/>
    <w:rsid w:val="006944DE"/>
    <w:rsid w:val="006944EB"/>
    <w:rsid w:val="0069470B"/>
    <w:rsid w:val="00694747"/>
    <w:rsid w:val="006947CA"/>
    <w:rsid w:val="00694824"/>
    <w:rsid w:val="00694BC8"/>
    <w:rsid w:val="00694E37"/>
    <w:rsid w:val="00695548"/>
    <w:rsid w:val="0069563C"/>
    <w:rsid w:val="00695833"/>
    <w:rsid w:val="0069598C"/>
    <w:rsid w:val="00695B0C"/>
    <w:rsid w:val="00695CA4"/>
    <w:rsid w:val="0069624E"/>
    <w:rsid w:val="006964BB"/>
    <w:rsid w:val="0069653D"/>
    <w:rsid w:val="0069699C"/>
    <w:rsid w:val="00697108"/>
    <w:rsid w:val="00697189"/>
    <w:rsid w:val="00697408"/>
    <w:rsid w:val="00697533"/>
    <w:rsid w:val="00697671"/>
    <w:rsid w:val="006978B9"/>
    <w:rsid w:val="00697B2D"/>
    <w:rsid w:val="00697B4E"/>
    <w:rsid w:val="00697C6B"/>
    <w:rsid w:val="00697D48"/>
    <w:rsid w:val="006A021A"/>
    <w:rsid w:val="006A0322"/>
    <w:rsid w:val="006A039B"/>
    <w:rsid w:val="006A04CB"/>
    <w:rsid w:val="006A05A8"/>
    <w:rsid w:val="006A0629"/>
    <w:rsid w:val="006A0D42"/>
    <w:rsid w:val="006A107F"/>
    <w:rsid w:val="006A1697"/>
    <w:rsid w:val="006A1AD7"/>
    <w:rsid w:val="006A1C4D"/>
    <w:rsid w:val="006A28E8"/>
    <w:rsid w:val="006A2A59"/>
    <w:rsid w:val="006A3150"/>
    <w:rsid w:val="006A3659"/>
    <w:rsid w:val="006A3673"/>
    <w:rsid w:val="006A39BB"/>
    <w:rsid w:val="006A3FEF"/>
    <w:rsid w:val="006A4577"/>
    <w:rsid w:val="006A501E"/>
    <w:rsid w:val="006A594D"/>
    <w:rsid w:val="006A59AD"/>
    <w:rsid w:val="006A5BE9"/>
    <w:rsid w:val="006A606D"/>
    <w:rsid w:val="006A624D"/>
    <w:rsid w:val="006A62EB"/>
    <w:rsid w:val="006A6403"/>
    <w:rsid w:val="006A65D2"/>
    <w:rsid w:val="006A6CE0"/>
    <w:rsid w:val="006A714A"/>
    <w:rsid w:val="006A7BB0"/>
    <w:rsid w:val="006A7C14"/>
    <w:rsid w:val="006B0028"/>
    <w:rsid w:val="006B0065"/>
    <w:rsid w:val="006B0349"/>
    <w:rsid w:val="006B07D4"/>
    <w:rsid w:val="006B08AD"/>
    <w:rsid w:val="006B0945"/>
    <w:rsid w:val="006B134B"/>
    <w:rsid w:val="006B1AB8"/>
    <w:rsid w:val="006B1F7B"/>
    <w:rsid w:val="006B2476"/>
    <w:rsid w:val="006B2C4C"/>
    <w:rsid w:val="006B3043"/>
    <w:rsid w:val="006B3064"/>
    <w:rsid w:val="006B3A22"/>
    <w:rsid w:val="006B3A80"/>
    <w:rsid w:val="006B4854"/>
    <w:rsid w:val="006B4899"/>
    <w:rsid w:val="006B4BD4"/>
    <w:rsid w:val="006B5058"/>
    <w:rsid w:val="006B5260"/>
    <w:rsid w:val="006B5631"/>
    <w:rsid w:val="006B5803"/>
    <w:rsid w:val="006B5D5C"/>
    <w:rsid w:val="006B6076"/>
    <w:rsid w:val="006B607B"/>
    <w:rsid w:val="006B6115"/>
    <w:rsid w:val="006B645C"/>
    <w:rsid w:val="006B64E8"/>
    <w:rsid w:val="006B70E6"/>
    <w:rsid w:val="006B7687"/>
    <w:rsid w:val="006B7A52"/>
    <w:rsid w:val="006B7E1C"/>
    <w:rsid w:val="006C00F6"/>
    <w:rsid w:val="006C018B"/>
    <w:rsid w:val="006C0831"/>
    <w:rsid w:val="006C0B0B"/>
    <w:rsid w:val="006C0E3D"/>
    <w:rsid w:val="006C112B"/>
    <w:rsid w:val="006C19F9"/>
    <w:rsid w:val="006C1E58"/>
    <w:rsid w:val="006C2049"/>
    <w:rsid w:val="006C2447"/>
    <w:rsid w:val="006C34C7"/>
    <w:rsid w:val="006C34F2"/>
    <w:rsid w:val="006C39FE"/>
    <w:rsid w:val="006C4026"/>
    <w:rsid w:val="006C4140"/>
    <w:rsid w:val="006C44BB"/>
    <w:rsid w:val="006C46E8"/>
    <w:rsid w:val="006C47AE"/>
    <w:rsid w:val="006C4CF3"/>
    <w:rsid w:val="006C54D8"/>
    <w:rsid w:val="006C54DB"/>
    <w:rsid w:val="006C55DC"/>
    <w:rsid w:val="006C5698"/>
    <w:rsid w:val="006C57C4"/>
    <w:rsid w:val="006C5AA7"/>
    <w:rsid w:val="006C5D90"/>
    <w:rsid w:val="006C6329"/>
    <w:rsid w:val="006C65FD"/>
    <w:rsid w:val="006C6B99"/>
    <w:rsid w:val="006C6E2A"/>
    <w:rsid w:val="006C6E4E"/>
    <w:rsid w:val="006C7139"/>
    <w:rsid w:val="006C717A"/>
    <w:rsid w:val="006C73DD"/>
    <w:rsid w:val="006C74FD"/>
    <w:rsid w:val="006C77AF"/>
    <w:rsid w:val="006C7D21"/>
    <w:rsid w:val="006D05D9"/>
    <w:rsid w:val="006D06C7"/>
    <w:rsid w:val="006D0E85"/>
    <w:rsid w:val="006D0EEC"/>
    <w:rsid w:val="006D1705"/>
    <w:rsid w:val="006D1745"/>
    <w:rsid w:val="006D1825"/>
    <w:rsid w:val="006D1C4A"/>
    <w:rsid w:val="006D1CC5"/>
    <w:rsid w:val="006D1D0E"/>
    <w:rsid w:val="006D2CC2"/>
    <w:rsid w:val="006D2F7C"/>
    <w:rsid w:val="006D3962"/>
    <w:rsid w:val="006D3CF4"/>
    <w:rsid w:val="006D3F3D"/>
    <w:rsid w:val="006D3FE2"/>
    <w:rsid w:val="006D4071"/>
    <w:rsid w:val="006D42D3"/>
    <w:rsid w:val="006D4602"/>
    <w:rsid w:val="006D47AE"/>
    <w:rsid w:val="006D4AAF"/>
    <w:rsid w:val="006D4D0A"/>
    <w:rsid w:val="006D50B5"/>
    <w:rsid w:val="006D5303"/>
    <w:rsid w:val="006D5402"/>
    <w:rsid w:val="006D579E"/>
    <w:rsid w:val="006D5A77"/>
    <w:rsid w:val="006D5C82"/>
    <w:rsid w:val="006D5D4F"/>
    <w:rsid w:val="006D5D9F"/>
    <w:rsid w:val="006D5E47"/>
    <w:rsid w:val="006D5FF0"/>
    <w:rsid w:val="006D6480"/>
    <w:rsid w:val="006D6A5D"/>
    <w:rsid w:val="006D6CAA"/>
    <w:rsid w:val="006D745C"/>
    <w:rsid w:val="006D78D3"/>
    <w:rsid w:val="006D7BA1"/>
    <w:rsid w:val="006D7CCD"/>
    <w:rsid w:val="006E00E6"/>
    <w:rsid w:val="006E0489"/>
    <w:rsid w:val="006E0717"/>
    <w:rsid w:val="006E0BB2"/>
    <w:rsid w:val="006E0D34"/>
    <w:rsid w:val="006E0E48"/>
    <w:rsid w:val="006E114E"/>
    <w:rsid w:val="006E1159"/>
    <w:rsid w:val="006E11B7"/>
    <w:rsid w:val="006E1505"/>
    <w:rsid w:val="006E19F5"/>
    <w:rsid w:val="006E1DA4"/>
    <w:rsid w:val="006E205D"/>
    <w:rsid w:val="006E2430"/>
    <w:rsid w:val="006E25A9"/>
    <w:rsid w:val="006E26A8"/>
    <w:rsid w:val="006E2951"/>
    <w:rsid w:val="006E2DC6"/>
    <w:rsid w:val="006E357D"/>
    <w:rsid w:val="006E3873"/>
    <w:rsid w:val="006E3B4E"/>
    <w:rsid w:val="006E5232"/>
    <w:rsid w:val="006E53F2"/>
    <w:rsid w:val="006E5B01"/>
    <w:rsid w:val="006E5B77"/>
    <w:rsid w:val="006E5EF4"/>
    <w:rsid w:val="006E6002"/>
    <w:rsid w:val="006E615D"/>
    <w:rsid w:val="006E61F6"/>
    <w:rsid w:val="006E64ED"/>
    <w:rsid w:val="006E65B9"/>
    <w:rsid w:val="006E6921"/>
    <w:rsid w:val="006E6D9F"/>
    <w:rsid w:val="006E6E3C"/>
    <w:rsid w:val="006E6EA0"/>
    <w:rsid w:val="006E6F2B"/>
    <w:rsid w:val="006E6FE2"/>
    <w:rsid w:val="006E7660"/>
    <w:rsid w:val="006E77EE"/>
    <w:rsid w:val="006E7A90"/>
    <w:rsid w:val="006E7EC3"/>
    <w:rsid w:val="006F0056"/>
    <w:rsid w:val="006F0D62"/>
    <w:rsid w:val="006F0E1B"/>
    <w:rsid w:val="006F1109"/>
    <w:rsid w:val="006F11B9"/>
    <w:rsid w:val="006F15CB"/>
    <w:rsid w:val="006F1612"/>
    <w:rsid w:val="006F1A87"/>
    <w:rsid w:val="006F2344"/>
    <w:rsid w:val="006F24B6"/>
    <w:rsid w:val="006F2780"/>
    <w:rsid w:val="006F283B"/>
    <w:rsid w:val="006F2A32"/>
    <w:rsid w:val="006F2A8D"/>
    <w:rsid w:val="006F2C68"/>
    <w:rsid w:val="006F2CEE"/>
    <w:rsid w:val="006F3099"/>
    <w:rsid w:val="006F3171"/>
    <w:rsid w:val="006F32E1"/>
    <w:rsid w:val="006F342B"/>
    <w:rsid w:val="006F3CCA"/>
    <w:rsid w:val="006F3E28"/>
    <w:rsid w:val="006F46DF"/>
    <w:rsid w:val="006F4EAF"/>
    <w:rsid w:val="006F5EB8"/>
    <w:rsid w:val="006F608F"/>
    <w:rsid w:val="006F611F"/>
    <w:rsid w:val="006F685F"/>
    <w:rsid w:val="006F6B35"/>
    <w:rsid w:val="006F6D60"/>
    <w:rsid w:val="006F7791"/>
    <w:rsid w:val="006F7979"/>
    <w:rsid w:val="006F7B11"/>
    <w:rsid w:val="006F7E19"/>
    <w:rsid w:val="006F7EF1"/>
    <w:rsid w:val="00700C2B"/>
    <w:rsid w:val="00700F4B"/>
    <w:rsid w:val="00701138"/>
    <w:rsid w:val="007014D1"/>
    <w:rsid w:val="007017B6"/>
    <w:rsid w:val="00701B3D"/>
    <w:rsid w:val="00701B81"/>
    <w:rsid w:val="00701D6B"/>
    <w:rsid w:val="00702683"/>
    <w:rsid w:val="00702B72"/>
    <w:rsid w:val="007030EF"/>
    <w:rsid w:val="007031EB"/>
    <w:rsid w:val="00703AF5"/>
    <w:rsid w:val="00703D6B"/>
    <w:rsid w:val="00705026"/>
    <w:rsid w:val="00705147"/>
    <w:rsid w:val="00705741"/>
    <w:rsid w:val="007066BB"/>
    <w:rsid w:val="007068D4"/>
    <w:rsid w:val="007069AE"/>
    <w:rsid w:val="007069B8"/>
    <w:rsid w:val="00706BFD"/>
    <w:rsid w:val="00706D4F"/>
    <w:rsid w:val="00706D6D"/>
    <w:rsid w:val="007072DE"/>
    <w:rsid w:val="00707665"/>
    <w:rsid w:val="00707777"/>
    <w:rsid w:val="00707E1C"/>
    <w:rsid w:val="00710151"/>
    <w:rsid w:val="007102C7"/>
    <w:rsid w:val="0071036C"/>
    <w:rsid w:val="00710487"/>
    <w:rsid w:val="007104C7"/>
    <w:rsid w:val="00710863"/>
    <w:rsid w:val="00710999"/>
    <w:rsid w:val="00710AD5"/>
    <w:rsid w:val="00710BDE"/>
    <w:rsid w:val="00710D67"/>
    <w:rsid w:val="00710D70"/>
    <w:rsid w:val="007113E8"/>
    <w:rsid w:val="0071145A"/>
    <w:rsid w:val="007115E9"/>
    <w:rsid w:val="00711654"/>
    <w:rsid w:val="00711E9F"/>
    <w:rsid w:val="00712019"/>
    <w:rsid w:val="0071210C"/>
    <w:rsid w:val="00712642"/>
    <w:rsid w:val="00712D6B"/>
    <w:rsid w:val="007130F8"/>
    <w:rsid w:val="007131F6"/>
    <w:rsid w:val="007133BA"/>
    <w:rsid w:val="00713695"/>
    <w:rsid w:val="00713B77"/>
    <w:rsid w:val="007140EF"/>
    <w:rsid w:val="007142CB"/>
    <w:rsid w:val="007143C0"/>
    <w:rsid w:val="007145A4"/>
    <w:rsid w:val="007145B9"/>
    <w:rsid w:val="007145D7"/>
    <w:rsid w:val="007147A8"/>
    <w:rsid w:val="00714D99"/>
    <w:rsid w:val="00714DC9"/>
    <w:rsid w:val="00714DDD"/>
    <w:rsid w:val="00714EE6"/>
    <w:rsid w:val="007150E5"/>
    <w:rsid w:val="00715204"/>
    <w:rsid w:val="007153A4"/>
    <w:rsid w:val="0071590A"/>
    <w:rsid w:val="00715999"/>
    <w:rsid w:val="00715C22"/>
    <w:rsid w:val="00715DB8"/>
    <w:rsid w:val="00715DD6"/>
    <w:rsid w:val="007164C6"/>
    <w:rsid w:val="007169F4"/>
    <w:rsid w:val="00716CFB"/>
    <w:rsid w:val="007174CC"/>
    <w:rsid w:val="007176E8"/>
    <w:rsid w:val="007178C8"/>
    <w:rsid w:val="00717CF9"/>
    <w:rsid w:val="007202A7"/>
    <w:rsid w:val="0072036E"/>
    <w:rsid w:val="007203AC"/>
    <w:rsid w:val="007204D6"/>
    <w:rsid w:val="007205A6"/>
    <w:rsid w:val="0072073F"/>
    <w:rsid w:val="00720B91"/>
    <w:rsid w:val="007212B9"/>
    <w:rsid w:val="007215F5"/>
    <w:rsid w:val="00722709"/>
    <w:rsid w:val="00722A3C"/>
    <w:rsid w:val="00722D59"/>
    <w:rsid w:val="00722F69"/>
    <w:rsid w:val="00723BED"/>
    <w:rsid w:val="00723D36"/>
    <w:rsid w:val="00723E9E"/>
    <w:rsid w:val="007243EE"/>
    <w:rsid w:val="0072449B"/>
    <w:rsid w:val="00724F46"/>
    <w:rsid w:val="00724FAB"/>
    <w:rsid w:val="007255DA"/>
    <w:rsid w:val="007256A9"/>
    <w:rsid w:val="00725963"/>
    <w:rsid w:val="00725C89"/>
    <w:rsid w:val="00726232"/>
    <w:rsid w:val="007265E4"/>
    <w:rsid w:val="00726A53"/>
    <w:rsid w:val="00726C23"/>
    <w:rsid w:val="00726C76"/>
    <w:rsid w:val="00726E62"/>
    <w:rsid w:val="00726E74"/>
    <w:rsid w:val="007274D6"/>
    <w:rsid w:val="00727759"/>
    <w:rsid w:val="007277D6"/>
    <w:rsid w:val="007279B7"/>
    <w:rsid w:val="00727A34"/>
    <w:rsid w:val="00727DC1"/>
    <w:rsid w:val="0073057C"/>
    <w:rsid w:val="00730E7A"/>
    <w:rsid w:val="00731B3C"/>
    <w:rsid w:val="00731C3A"/>
    <w:rsid w:val="0073211B"/>
    <w:rsid w:val="007323A6"/>
    <w:rsid w:val="0073279F"/>
    <w:rsid w:val="00732CD8"/>
    <w:rsid w:val="00732E0F"/>
    <w:rsid w:val="00732F0B"/>
    <w:rsid w:val="00732F81"/>
    <w:rsid w:val="0073326A"/>
    <w:rsid w:val="0073353A"/>
    <w:rsid w:val="00733545"/>
    <w:rsid w:val="007335C2"/>
    <w:rsid w:val="00733F07"/>
    <w:rsid w:val="00734728"/>
    <w:rsid w:val="0073493D"/>
    <w:rsid w:val="00734F3D"/>
    <w:rsid w:val="00735398"/>
    <w:rsid w:val="00735479"/>
    <w:rsid w:val="007354B7"/>
    <w:rsid w:val="007356EB"/>
    <w:rsid w:val="00735AC2"/>
    <w:rsid w:val="00736116"/>
    <w:rsid w:val="007361BA"/>
    <w:rsid w:val="00736666"/>
    <w:rsid w:val="0073667E"/>
    <w:rsid w:val="007369CB"/>
    <w:rsid w:val="00736F9A"/>
    <w:rsid w:val="007371B4"/>
    <w:rsid w:val="00737254"/>
    <w:rsid w:val="00737913"/>
    <w:rsid w:val="00737976"/>
    <w:rsid w:val="0074004A"/>
    <w:rsid w:val="007402EF"/>
    <w:rsid w:val="00740334"/>
    <w:rsid w:val="0074047E"/>
    <w:rsid w:val="007404AC"/>
    <w:rsid w:val="007406B5"/>
    <w:rsid w:val="007406EA"/>
    <w:rsid w:val="0074073E"/>
    <w:rsid w:val="00740AE4"/>
    <w:rsid w:val="00740E14"/>
    <w:rsid w:val="00740E2C"/>
    <w:rsid w:val="00741C5D"/>
    <w:rsid w:val="00741D9C"/>
    <w:rsid w:val="00741E16"/>
    <w:rsid w:val="007423E6"/>
    <w:rsid w:val="00742430"/>
    <w:rsid w:val="0074250F"/>
    <w:rsid w:val="00742543"/>
    <w:rsid w:val="0074287C"/>
    <w:rsid w:val="007429D0"/>
    <w:rsid w:val="00742BB8"/>
    <w:rsid w:val="00742CAB"/>
    <w:rsid w:val="00742CEA"/>
    <w:rsid w:val="00742FC8"/>
    <w:rsid w:val="00743080"/>
    <w:rsid w:val="007431A7"/>
    <w:rsid w:val="007433AA"/>
    <w:rsid w:val="007437A3"/>
    <w:rsid w:val="00743981"/>
    <w:rsid w:val="00743CA3"/>
    <w:rsid w:val="00744022"/>
    <w:rsid w:val="007446D2"/>
    <w:rsid w:val="00744C17"/>
    <w:rsid w:val="00744DD6"/>
    <w:rsid w:val="0074571B"/>
    <w:rsid w:val="00745736"/>
    <w:rsid w:val="00745912"/>
    <w:rsid w:val="00745987"/>
    <w:rsid w:val="00745A2A"/>
    <w:rsid w:val="00745C88"/>
    <w:rsid w:val="0074621B"/>
    <w:rsid w:val="00746396"/>
    <w:rsid w:val="007466AB"/>
    <w:rsid w:val="0074674D"/>
    <w:rsid w:val="00746797"/>
    <w:rsid w:val="007469D1"/>
    <w:rsid w:val="00746D6D"/>
    <w:rsid w:val="007472F7"/>
    <w:rsid w:val="00747508"/>
    <w:rsid w:val="00747B23"/>
    <w:rsid w:val="007502D9"/>
    <w:rsid w:val="00750485"/>
    <w:rsid w:val="00750666"/>
    <w:rsid w:val="00750676"/>
    <w:rsid w:val="00750A2E"/>
    <w:rsid w:val="00750A2F"/>
    <w:rsid w:val="00750B3A"/>
    <w:rsid w:val="00750ECD"/>
    <w:rsid w:val="00750F6A"/>
    <w:rsid w:val="007517A2"/>
    <w:rsid w:val="00752159"/>
    <w:rsid w:val="007524A8"/>
    <w:rsid w:val="007524F5"/>
    <w:rsid w:val="00752905"/>
    <w:rsid w:val="00752A51"/>
    <w:rsid w:val="00752DB6"/>
    <w:rsid w:val="00752FB8"/>
    <w:rsid w:val="00753721"/>
    <w:rsid w:val="00753D18"/>
    <w:rsid w:val="00754032"/>
    <w:rsid w:val="007542D6"/>
    <w:rsid w:val="007542D9"/>
    <w:rsid w:val="00754795"/>
    <w:rsid w:val="007548C2"/>
    <w:rsid w:val="0075499E"/>
    <w:rsid w:val="007549E8"/>
    <w:rsid w:val="00754C65"/>
    <w:rsid w:val="00754EF3"/>
    <w:rsid w:val="00754F98"/>
    <w:rsid w:val="007550CD"/>
    <w:rsid w:val="007553AC"/>
    <w:rsid w:val="0075545F"/>
    <w:rsid w:val="00755523"/>
    <w:rsid w:val="00755744"/>
    <w:rsid w:val="00756713"/>
    <w:rsid w:val="00756F24"/>
    <w:rsid w:val="00757255"/>
    <w:rsid w:val="00757672"/>
    <w:rsid w:val="007578D4"/>
    <w:rsid w:val="0075794E"/>
    <w:rsid w:val="00757AEB"/>
    <w:rsid w:val="00757E8E"/>
    <w:rsid w:val="0076038B"/>
    <w:rsid w:val="007606C6"/>
    <w:rsid w:val="007609F7"/>
    <w:rsid w:val="00760A54"/>
    <w:rsid w:val="00760C41"/>
    <w:rsid w:val="00761037"/>
    <w:rsid w:val="00761894"/>
    <w:rsid w:val="00761A44"/>
    <w:rsid w:val="00761A91"/>
    <w:rsid w:val="00761E78"/>
    <w:rsid w:val="0076203A"/>
    <w:rsid w:val="007622D6"/>
    <w:rsid w:val="00762575"/>
    <w:rsid w:val="00762BFB"/>
    <w:rsid w:val="00763015"/>
    <w:rsid w:val="007634F5"/>
    <w:rsid w:val="0076351C"/>
    <w:rsid w:val="0076362A"/>
    <w:rsid w:val="00763796"/>
    <w:rsid w:val="00763AFB"/>
    <w:rsid w:val="007641A8"/>
    <w:rsid w:val="0076425A"/>
    <w:rsid w:val="0076468D"/>
    <w:rsid w:val="007646F6"/>
    <w:rsid w:val="00764C18"/>
    <w:rsid w:val="00764C7C"/>
    <w:rsid w:val="007652D1"/>
    <w:rsid w:val="0076542D"/>
    <w:rsid w:val="00765C8D"/>
    <w:rsid w:val="00766371"/>
    <w:rsid w:val="00766374"/>
    <w:rsid w:val="007668ED"/>
    <w:rsid w:val="007669AD"/>
    <w:rsid w:val="00766A52"/>
    <w:rsid w:val="007671D1"/>
    <w:rsid w:val="007672CF"/>
    <w:rsid w:val="00767560"/>
    <w:rsid w:val="007675B1"/>
    <w:rsid w:val="00767B75"/>
    <w:rsid w:val="00767D94"/>
    <w:rsid w:val="00767DB3"/>
    <w:rsid w:val="00767DEC"/>
    <w:rsid w:val="00767EEF"/>
    <w:rsid w:val="00770981"/>
    <w:rsid w:val="00770B82"/>
    <w:rsid w:val="00770C20"/>
    <w:rsid w:val="00770D4A"/>
    <w:rsid w:val="00770F81"/>
    <w:rsid w:val="0077153E"/>
    <w:rsid w:val="00771874"/>
    <w:rsid w:val="007719C7"/>
    <w:rsid w:val="00771B13"/>
    <w:rsid w:val="00771CF4"/>
    <w:rsid w:val="00771EA8"/>
    <w:rsid w:val="00773172"/>
    <w:rsid w:val="00773373"/>
    <w:rsid w:val="00773A02"/>
    <w:rsid w:val="007742A8"/>
    <w:rsid w:val="007747EB"/>
    <w:rsid w:val="00774DED"/>
    <w:rsid w:val="007753A5"/>
    <w:rsid w:val="007753EF"/>
    <w:rsid w:val="00775DF5"/>
    <w:rsid w:val="00775F35"/>
    <w:rsid w:val="00776579"/>
    <w:rsid w:val="007766A4"/>
    <w:rsid w:val="0077680D"/>
    <w:rsid w:val="00776824"/>
    <w:rsid w:val="00776A12"/>
    <w:rsid w:val="00776B3D"/>
    <w:rsid w:val="00776BCA"/>
    <w:rsid w:val="0077706D"/>
    <w:rsid w:val="00777A90"/>
    <w:rsid w:val="00777B7A"/>
    <w:rsid w:val="00780170"/>
    <w:rsid w:val="00780501"/>
    <w:rsid w:val="0078086C"/>
    <w:rsid w:val="007809A9"/>
    <w:rsid w:val="00780DF5"/>
    <w:rsid w:val="007812EF"/>
    <w:rsid w:val="0078148C"/>
    <w:rsid w:val="00781836"/>
    <w:rsid w:val="007819EF"/>
    <w:rsid w:val="00782004"/>
    <w:rsid w:val="007820F3"/>
    <w:rsid w:val="00782B2E"/>
    <w:rsid w:val="00783075"/>
    <w:rsid w:val="00783086"/>
    <w:rsid w:val="00783098"/>
    <w:rsid w:val="007832F6"/>
    <w:rsid w:val="00783AE0"/>
    <w:rsid w:val="00783CE9"/>
    <w:rsid w:val="00783D45"/>
    <w:rsid w:val="007843D1"/>
    <w:rsid w:val="007846E7"/>
    <w:rsid w:val="007848E7"/>
    <w:rsid w:val="00784CE0"/>
    <w:rsid w:val="007854E1"/>
    <w:rsid w:val="0078559C"/>
    <w:rsid w:val="00785A79"/>
    <w:rsid w:val="00785AF6"/>
    <w:rsid w:val="00785B5E"/>
    <w:rsid w:val="00785C62"/>
    <w:rsid w:val="00785E21"/>
    <w:rsid w:val="00786D18"/>
    <w:rsid w:val="0078706E"/>
    <w:rsid w:val="007872A6"/>
    <w:rsid w:val="0079013F"/>
    <w:rsid w:val="00790275"/>
    <w:rsid w:val="007903A7"/>
    <w:rsid w:val="00791058"/>
    <w:rsid w:val="007910B2"/>
    <w:rsid w:val="0079151F"/>
    <w:rsid w:val="00791532"/>
    <w:rsid w:val="0079195C"/>
    <w:rsid w:val="00791A1B"/>
    <w:rsid w:val="00791EA9"/>
    <w:rsid w:val="0079254D"/>
    <w:rsid w:val="00792715"/>
    <w:rsid w:val="00792DDA"/>
    <w:rsid w:val="007935C8"/>
    <w:rsid w:val="00793708"/>
    <w:rsid w:val="00793837"/>
    <w:rsid w:val="0079390D"/>
    <w:rsid w:val="00793BCC"/>
    <w:rsid w:val="00794064"/>
    <w:rsid w:val="00794521"/>
    <w:rsid w:val="00794982"/>
    <w:rsid w:val="00794A29"/>
    <w:rsid w:val="00794B91"/>
    <w:rsid w:val="00795552"/>
    <w:rsid w:val="00795BBE"/>
    <w:rsid w:val="00795BF7"/>
    <w:rsid w:val="0079673B"/>
    <w:rsid w:val="0079674B"/>
    <w:rsid w:val="00796BF4"/>
    <w:rsid w:val="00796CBE"/>
    <w:rsid w:val="00796D5D"/>
    <w:rsid w:val="00796D83"/>
    <w:rsid w:val="00796DCA"/>
    <w:rsid w:val="00796F25"/>
    <w:rsid w:val="007979BA"/>
    <w:rsid w:val="007A002F"/>
    <w:rsid w:val="007A0315"/>
    <w:rsid w:val="007A05DD"/>
    <w:rsid w:val="007A0672"/>
    <w:rsid w:val="007A0754"/>
    <w:rsid w:val="007A08B2"/>
    <w:rsid w:val="007A0DE8"/>
    <w:rsid w:val="007A13BE"/>
    <w:rsid w:val="007A147E"/>
    <w:rsid w:val="007A16E9"/>
    <w:rsid w:val="007A1CED"/>
    <w:rsid w:val="007A1E30"/>
    <w:rsid w:val="007A210F"/>
    <w:rsid w:val="007A2391"/>
    <w:rsid w:val="007A24F7"/>
    <w:rsid w:val="007A2858"/>
    <w:rsid w:val="007A36D0"/>
    <w:rsid w:val="007A3913"/>
    <w:rsid w:val="007A39FC"/>
    <w:rsid w:val="007A3A87"/>
    <w:rsid w:val="007A3B23"/>
    <w:rsid w:val="007A3C92"/>
    <w:rsid w:val="007A3F6E"/>
    <w:rsid w:val="007A44C4"/>
    <w:rsid w:val="007A467D"/>
    <w:rsid w:val="007A4904"/>
    <w:rsid w:val="007A5407"/>
    <w:rsid w:val="007A5852"/>
    <w:rsid w:val="007A5B6B"/>
    <w:rsid w:val="007A5C11"/>
    <w:rsid w:val="007A6515"/>
    <w:rsid w:val="007A67DB"/>
    <w:rsid w:val="007A6B3E"/>
    <w:rsid w:val="007A726A"/>
    <w:rsid w:val="007A7503"/>
    <w:rsid w:val="007A7933"/>
    <w:rsid w:val="007A7B33"/>
    <w:rsid w:val="007A7B60"/>
    <w:rsid w:val="007A7BD7"/>
    <w:rsid w:val="007A7ED6"/>
    <w:rsid w:val="007B00D5"/>
    <w:rsid w:val="007B017D"/>
    <w:rsid w:val="007B04DC"/>
    <w:rsid w:val="007B06F2"/>
    <w:rsid w:val="007B0965"/>
    <w:rsid w:val="007B0ACF"/>
    <w:rsid w:val="007B10AC"/>
    <w:rsid w:val="007B170C"/>
    <w:rsid w:val="007B1933"/>
    <w:rsid w:val="007B2075"/>
    <w:rsid w:val="007B209E"/>
    <w:rsid w:val="007B2844"/>
    <w:rsid w:val="007B288B"/>
    <w:rsid w:val="007B2A11"/>
    <w:rsid w:val="007B2C36"/>
    <w:rsid w:val="007B3107"/>
    <w:rsid w:val="007B3162"/>
    <w:rsid w:val="007B34A0"/>
    <w:rsid w:val="007B3706"/>
    <w:rsid w:val="007B426C"/>
    <w:rsid w:val="007B4542"/>
    <w:rsid w:val="007B486F"/>
    <w:rsid w:val="007B48BC"/>
    <w:rsid w:val="007B4C17"/>
    <w:rsid w:val="007B4FEF"/>
    <w:rsid w:val="007B517B"/>
    <w:rsid w:val="007B5980"/>
    <w:rsid w:val="007B5C71"/>
    <w:rsid w:val="007B60E0"/>
    <w:rsid w:val="007B63CA"/>
    <w:rsid w:val="007B649F"/>
    <w:rsid w:val="007B661A"/>
    <w:rsid w:val="007B6AE0"/>
    <w:rsid w:val="007B6B36"/>
    <w:rsid w:val="007B6D21"/>
    <w:rsid w:val="007B7184"/>
    <w:rsid w:val="007B79D7"/>
    <w:rsid w:val="007B79EF"/>
    <w:rsid w:val="007B7B07"/>
    <w:rsid w:val="007B7B30"/>
    <w:rsid w:val="007B7E73"/>
    <w:rsid w:val="007B7F2D"/>
    <w:rsid w:val="007C0122"/>
    <w:rsid w:val="007C048E"/>
    <w:rsid w:val="007C06C2"/>
    <w:rsid w:val="007C0959"/>
    <w:rsid w:val="007C0B3B"/>
    <w:rsid w:val="007C0D5C"/>
    <w:rsid w:val="007C0EB8"/>
    <w:rsid w:val="007C155F"/>
    <w:rsid w:val="007C1A83"/>
    <w:rsid w:val="007C1CDD"/>
    <w:rsid w:val="007C2487"/>
    <w:rsid w:val="007C2821"/>
    <w:rsid w:val="007C2AD8"/>
    <w:rsid w:val="007C2DCA"/>
    <w:rsid w:val="007C2FCC"/>
    <w:rsid w:val="007C3817"/>
    <w:rsid w:val="007C3969"/>
    <w:rsid w:val="007C3C20"/>
    <w:rsid w:val="007C3E37"/>
    <w:rsid w:val="007C3F22"/>
    <w:rsid w:val="007C4008"/>
    <w:rsid w:val="007C403A"/>
    <w:rsid w:val="007C42B7"/>
    <w:rsid w:val="007C42DB"/>
    <w:rsid w:val="007C479E"/>
    <w:rsid w:val="007C487D"/>
    <w:rsid w:val="007C4AEF"/>
    <w:rsid w:val="007C5653"/>
    <w:rsid w:val="007C5772"/>
    <w:rsid w:val="007C5913"/>
    <w:rsid w:val="007C5F4B"/>
    <w:rsid w:val="007C63A4"/>
    <w:rsid w:val="007C6440"/>
    <w:rsid w:val="007C64CD"/>
    <w:rsid w:val="007C6667"/>
    <w:rsid w:val="007C6A69"/>
    <w:rsid w:val="007C6D3F"/>
    <w:rsid w:val="007C7BED"/>
    <w:rsid w:val="007C7D94"/>
    <w:rsid w:val="007D01E7"/>
    <w:rsid w:val="007D080E"/>
    <w:rsid w:val="007D0B4E"/>
    <w:rsid w:val="007D0ED8"/>
    <w:rsid w:val="007D1750"/>
    <w:rsid w:val="007D1966"/>
    <w:rsid w:val="007D19CF"/>
    <w:rsid w:val="007D22A5"/>
    <w:rsid w:val="007D24D6"/>
    <w:rsid w:val="007D25A7"/>
    <w:rsid w:val="007D2701"/>
    <w:rsid w:val="007D28DB"/>
    <w:rsid w:val="007D2902"/>
    <w:rsid w:val="007D2D4C"/>
    <w:rsid w:val="007D3717"/>
    <w:rsid w:val="007D3947"/>
    <w:rsid w:val="007D3C31"/>
    <w:rsid w:val="007D4744"/>
    <w:rsid w:val="007D4799"/>
    <w:rsid w:val="007D4DA3"/>
    <w:rsid w:val="007D4F42"/>
    <w:rsid w:val="007D5008"/>
    <w:rsid w:val="007D61AD"/>
    <w:rsid w:val="007D63AF"/>
    <w:rsid w:val="007D6DA3"/>
    <w:rsid w:val="007D6E0E"/>
    <w:rsid w:val="007D6FEA"/>
    <w:rsid w:val="007D7161"/>
    <w:rsid w:val="007D71D9"/>
    <w:rsid w:val="007D7AF1"/>
    <w:rsid w:val="007D7D8D"/>
    <w:rsid w:val="007D7E7C"/>
    <w:rsid w:val="007E0142"/>
    <w:rsid w:val="007E0192"/>
    <w:rsid w:val="007E03EC"/>
    <w:rsid w:val="007E066B"/>
    <w:rsid w:val="007E0CD9"/>
    <w:rsid w:val="007E0D66"/>
    <w:rsid w:val="007E1012"/>
    <w:rsid w:val="007E1542"/>
    <w:rsid w:val="007E17E2"/>
    <w:rsid w:val="007E1808"/>
    <w:rsid w:val="007E1D20"/>
    <w:rsid w:val="007E1D62"/>
    <w:rsid w:val="007E2019"/>
    <w:rsid w:val="007E2DBF"/>
    <w:rsid w:val="007E2F91"/>
    <w:rsid w:val="007E358B"/>
    <w:rsid w:val="007E39B4"/>
    <w:rsid w:val="007E3DB6"/>
    <w:rsid w:val="007E3DCE"/>
    <w:rsid w:val="007E4964"/>
    <w:rsid w:val="007E4978"/>
    <w:rsid w:val="007E4C4F"/>
    <w:rsid w:val="007E4C99"/>
    <w:rsid w:val="007E5165"/>
    <w:rsid w:val="007E568C"/>
    <w:rsid w:val="007E579D"/>
    <w:rsid w:val="007E5809"/>
    <w:rsid w:val="007E5CC7"/>
    <w:rsid w:val="007E63D0"/>
    <w:rsid w:val="007E652B"/>
    <w:rsid w:val="007E6883"/>
    <w:rsid w:val="007E6BAB"/>
    <w:rsid w:val="007E6C4C"/>
    <w:rsid w:val="007E6F80"/>
    <w:rsid w:val="007E77E1"/>
    <w:rsid w:val="007E7B07"/>
    <w:rsid w:val="007E7FC0"/>
    <w:rsid w:val="007F011A"/>
    <w:rsid w:val="007F08D2"/>
    <w:rsid w:val="007F0BAA"/>
    <w:rsid w:val="007F0C73"/>
    <w:rsid w:val="007F0C7F"/>
    <w:rsid w:val="007F0D04"/>
    <w:rsid w:val="007F1344"/>
    <w:rsid w:val="007F145A"/>
    <w:rsid w:val="007F14A7"/>
    <w:rsid w:val="007F1543"/>
    <w:rsid w:val="007F16FA"/>
    <w:rsid w:val="007F19BA"/>
    <w:rsid w:val="007F2203"/>
    <w:rsid w:val="007F2C7B"/>
    <w:rsid w:val="007F2F9D"/>
    <w:rsid w:val="007F3122"/>
    <w:rsid w:val="007F31A7"/>
    <w:rsid w:val="007F3657"/>
    <w:rsid w:val="007F3907"/>
    <w:rsid w:val="007F44AF"/>
    <w:rsid w:val="007F44D8"/>
    <w:rsid w:val="007F4A46"/>
    <w:rsid w:val="007F4A88"/>
    <w:rsid w:val="007F4D60"/>
    <w:rsid w:val="007F4F18"/>
    <w:rsid w:val="007F534C"/>
    <w:rsid w:val="007F54B5"/>
    <w:rsid w:val="007F54BF"/>
    <w:rsid w:val="007F5683"/>
    <w:rsid w:val="007F61DA"/>
    <w:rsid w:val="007F635C"/>
    <w:rsid w:val="007F6471"/>
    <w:rsid w:val="007F6A26"/>
    <w:rsid w:val="007F6F63"/>
    <w:rsid w:val="007F72BC"/>
    <w:rsid w:val="007F765D"/>
    <w:rsid w:val="007F7AD7"/>
    <w:rsid w:val="007F7B1F"/>
    <w:rsid w:val="0080023A"/>
    <w:rsid w:val="00800243"/>
    <w:rsid w:val="00800705"/>
    <w:rsid w:val="00800F4F"/>
    <w:rsid w:val="008011F1"/>
    <w:rsid w:val="008013E9"/>
    <w:rsid w:val="00801818"/>
    <w:rsid w:val="00801D6E"/>
    <w:rsid w:val="0080203C"/>
    <w:rsid w:val="00802CC2"/>
    <w:rsid w:val="008031D4"/>
    <w:rsid w:val="00803203"/>
    <w:rsid w:val="008035E1"/>
    <w:rsid w:val="00803E94"/>
    <w:rsid w:val="008047B2"/>
    <w:rsid w:val="0080486E"/>
    <w:rsid w:val="00804D77"/>
    <w:rsid w:val="00804FD9"/>
    <w:rsid w:val="0080557D"/>
    <w:rsid w:val="00805607"/>
    <w:rsid w:val="00805806"/>
    <w:rsid w:val="00805841"/>
    <w:rsid w:val="00805E9B"/>
    <w:rsid w:val="0080634B"/>
    <w:rsid w:val="008063D5"/>
    <w:rsid w:val="008066C6"/>
    <w:rsid w:val="00806B73"/>
    <w:rsid w:val="00806FA6"/>
    <w:rsid w:val="00806FE8"/>
    <w:rsid w:val="00807056"/>
    <w:rsid w:val="008070D4"/>
    <w:rsid w:val="00807106"/>
    <w:rsid w:val="00807172"/>
    <w:rsid w:val="0080739B"/>
    <w:rsid w:val="00807556"/>
    <w:rsid w:val="008076CC"/>
    <w:rsid w:val="00807D0D"/>
    <w:rsid w:val="008100B4"/>
    <w:rsid w:val="008104BF"/>
    <w:rsid w:val="00810574"/>
    <w:rsid w:val="00810D20"/>
    <w:rsid w:val="00810E57"/>
    <w:rsid w:val="008111A9"/>
    <w:rsid w:val="00811347"/>
    <w:rsid w:val="008116C2"/>
    <w:rsid w:val="00811715"/>
    <w:rsid w:val="00811D09"/>
    <w:rsid w:val="00811DEF"/>
    <w:rsid w:val="00811EBF"/>
    <w:rsid w:val="00811F5D"/>
    <w:rsid w:val="008122DB"/>
    <w:rsid w:val="00812372"/>
    <w:rsid w:val="008127A9"/>
    <w:rsid w:val="00812D12"/>
    <w:rsid w:val="00813123"/>
    <w:rsid w:val="0081340E"/>
    <w:rsid w:val="0081382B"/>
    <w:rsid w:val="00813F6F"/>
    <w:rsid w:val="00814285"/>
    <w:rsid w:val="0081476F"/>
    <w:rsid w:val="00814C1B"/>
    <w:rsid w:val="00814DB8"/>
    <w:rsid w:val="00814E9E"/>
    <w:rsid w:val="008150B0"/>
    <w:rsid w:val="00815468"/>
    <w:rsid w:val="00815613"/>
    <w:rsid w:val="00815B2F"/>
    <w:rsid w:val="00815CD2"/>
    <w:rsid w:val="0081635B"/>
    <w:rsid w:val="0081688D"/>
    <w:rsid w:val="00816AA2"/>
    <w:rsid w:val="00816C57"/>
    <w:rsid w:val="00816CCD"/>
    <w:rsid w:val="00816DCE"/>
    <w:rsid w:val="008172B8"/>
    <w:rsid w:val="008174E5"/>
    <w:rsid w:val="00817A9C"/>
    <w:rsid w:val="00817DDD"/>
    <w:rsid w:val="00817E34"/>
    <w:rsid w:val="008204EE"/>
    <w:rsid w:val="00820861"/>
    <w:rsid w:val="00820ABD"/>
    <w:rsid w:val="00821074"/>
    <w:rsid w:val="008211EF"/>
    <w:rsid w:val="00821339"/>
    <w:rsid w:val="00821387"/>
    <w:rsid w:val="00821C16"/>
    <w:rsid w:val="00821C75"/>
    <w:rsid w:val="0082274F"/>
    <w:rsid w:val="00822DF8"/>
    <w:rsid w:val="00823531"/>
    <w:rsid w:val="00823DC6"/>
    <w:rsid w:val="0082414D"/>
    <w:rsid w:val="0082432F"/>
    <w:rsid w:val="00824391"/>
    <w:rsid w:val="008243F9"/>
    <w:rsid w:val="00825244"/>
    <w:rsid w:val="008253A0"/>
    <w:rsid w:val="00825421"/>
    <w:rsid w:val="00825470"/>
    <w:rsid w:val="00825600"/>
    <w:rsid w:val="008256D7"/>
    <w:rsid w:val="00825FF9"/>
    <w:rsid w:val="00825FFA"/>
    <w:rsid w:val="008260EB"/>
    <w:rsid w:val="008261EC"/>
    <w:rsid w:val="00826484"/>
    <w:rsid w:val="008265A8"/>
    <w:rsid w:val="00826C72"/>
    <w:rsid w:val="00826F63"/>
    <w:rsid w:val="00827612"/>
    <w:rsid w:val="008277D1"/>
    <w:rsid w:val="008278D3"/>
    <w:rsid w:val="008303EB"/>
    <w:rsid w:val="00830772"/>
    <w:rsid w:val="008309C1"/>
    <w:rsid w:val="0083152C"/>
    <w:rsid w:val="00831A12"/>
    <w:rsid w:val="00831B70"/>
    <w:rsid w:val="00831D1F"/>
    <w:rsid w:val="00831D3B"/>
    <w:rsid w:val="00831E41"/>
    <w:rsid w:val="008325BD"/>
    <w:rsid w:val="008326C9"/>
    <w:rsid w:val="008329A1"/>
    <w:rsid w:val="00832B9E"/>
    <w:rsid w:val="008330E6"/>
    <w:rsid w:val="0083380D"/>
    <w:rsid w:val="00833959"/>
    <w:rsid w:val="00833A3C"/>
    <w:rsid w:val="00833E16"/>
    <w:rsid w:val="0083451C"/>
    <w:rsid w:val="0083467B"/>
    <w:rsid w:val="00834A56"/>
    <w:rsid w:val="008351C1"/>
    <w:rsid w:val="0083546D"/>
    <w:rsid w:val="008356C5"/>
    <w:rsid w:val="00835717"/>
    <w:rsid w:val="00835B1A"/>
    <w:rsid w:val="00835B88"/>
    <w:rsid w:val="00835D2C"/>
    <w:rsid w:val="00836DB2"/>
    <w:rsid w:val="00836F4E"/>
    <w:rsid w:val="008371A3"/>
    <w:rsid w:val="00837931"/>
    <w:rsid w:val="008379D3"/>
    <w:rsid w:val="00837FAA"/>
    <w:rsid w:val="00840011"/>
    <w:rsid w:val="0084023D"/>
    <w:rsid w:val="00840358"/>
    <w:rsid w:val="00840363"/>
    <w:rsid w:val="00840576"/>
    <w:rsid w:val="008407A7"/>
    <w:rsid w:val="0084151B"/>
    <w:rsid w:val="00841553"/>
    <w:rsid w:val="008416DB"/>
    <w:rsid w:val="0084199E"/>
    <w:rsid w:val="008420F7"/>
    <w:rsid w:val="008421F2"/>
    <w:rsid w:val="00842424"/>
    <w:rsid w:val="00842887"/>
    <w:rsid w:val="008428C1"/>
    <w:rsid w:val="008430EA"/>
    <w:rsid w:val="00843285"/>
    <w:rsid w:val="008432F5"/>
    <w:rsid w:val="0084355B"/>
    <w:rsid w:val="00843832"/>
    <w:rsid w:val="00843B78"/>
    <w:rsid w:val="00843C06"/>
    <w:rsid w:val="00843C78"/>
    <w:rsid w:val="00844179"/>
    <w:rsid w:val="0084419A"/>
    <w:rsid w:val="008441F5"/>
    <w:rsid w:val="008448C5"/>
    <w:rsid w:val="008449B6"/>
    <w:rsid w:val="00844C1C"/>
    <w:rsid w:val="00844D3A"/>
    <w:rsid w:val="00844DB1"/>
    <w:rsid w:val="00844DB2"/>
    <w:rsid w:val="00844E7A"/>
    <w:rsid w:val="00845799"/>
    <w:rsid w:val="00845E89"/>
    <w:rsid w:val="00846233"/>
    <w:rsid w:val="008468EE"/>
    <w:rsid w:val="008469ED"/>
    <w:rsid w:val="00846DCB"/>
    <w:rsid w:val="00847778"/>
    <w:rsid w:val="00847904"/>
    <w:rsid w:val="00847BE1"/>
    <w:rsid w:val="008503A1"/>
    <w:rsid w:val="008508AF"/>
    <w:rsid w:val="008508F2"/>
    <w:rsid w:val="00850C3F"/>
    <w:rsid w:val="00851950"/>
    <w:rsid w:val="00851E6B"/>
    <w:rsid w:val="008521B5"/>
    <w:rsid w:val="008529DE"/>
    <w:rsid w:val="00852E78"/>
    <w:rsid w:val="00852F01"/>
    <w:rsid w:val="008530BB"/>
    <w:rsid w:val="00853500"/>
    <w:rsid w:val="00853797"/>
    <w:rsid w:val="00853E07"/>
    <w:rsid w:val="00854044"/>
    <w:rsid w:val="008540C4"/>
    <w:rsid w:val="008542A2"/>
    <w:rsid w:val="008543B9"/>
    <w:rsid w:val="00854717"/>
    <w:rsid w:val="00854925"/>
    <w:rsid w:val="00854A54"/>
    <w:rsid w:val="00855E23"/>
    <w:rsid w:val="00856222"/>
    <w:rsid w:val="0085627A"/>
    <w:rsid w:val="00856693"/>
    <w:rsid w:val="00856708"/>
    <w:rsid w:val="00856755"/>
    <w:rsid w:val="00856ED9"/>
    <w:rsid w:val="0085714F"/>
    <w:rsid w:val="0085747F"/>
    <w:rsid w:val="008574AF"/>
    <w:rsid w:val="008574EA"/>
    <w:rsid w:val="00857A3E"/>
    <w:rsid w:val="00860123"/>
    <w:rsid w:val="0086024B"/>
    <w:rsid w:val="008607A0"/>
    <w:rsid w:val="00860862"/>
    <w:rsid w:val="00860BBA"/>
    <w:rsid w:val="0086158F"/>
    <w:rsid w:val="00861975"/>
    <w:rsid w:val="00862429"/>
    <w:rsid w:val="00862485"/>
    <w:rsid w:val="0086258D"/>
    <w:rsid w:val="008628C1"/>
    <w:rsid w:val="00862A06"/>
    <w:rsid w:val="00862B33"/>
    <w:rsid w:val="00862E73"/>
    <w:rsid w:val="00862FB2"/>
    <w:rsid w:val="00863517"/>
    <w:rsid w:val="0086355D"/>
    <w:rsid w:val="0086378E"/>
    <w:rsid w:val="00863886"/>
    <w:rsid w:val="00863B2B"/>
    <w:rsid w:val="00863C66"/>
    <w:rsid w:val="0086412F"/>
    <w:rsid w:val="0086424D"/>
    <w:rsid w:val="0086437D"/>
    <w:rsid w:val="00864540"/>
    <w:rsid w:val="00864CEC"/>
    <w:rsid w:val="00864D1A"/>
    <w:rsid w:val="00865025"/>
    <w:rsid w:val="00865139"/>
    <w:rsid w:val="008652E6"/>
    <w:rsid w:val="00865527"/>
    <w:rsid w:val="0086562A"/>
    <w:rsid w:val="008656E2"/>
    <w:rsid w:val="00865767"/>
    <w:rsid w:val="008657B6"/>
    <w:rsid w:val="008664F4"/>
    <w:rsid w:val="00866621"/>
    <w:rsid w:val="0086672A"/>
    <w:rsid w:val="00866790"/>
    <w:rsid w:val="00866977"/>
    <w:rsid w:val="008669F5"/>
    <w:rsid w:val="00866CDB"/>
    <w:rsid w:val="00867AB4"/>
    <w:rsid w:val="00867C3A"/>
    <w:rsid w:val="00867CB3"/>
    <w:rsid w:val="00867DD2"/>
    <w:rsid w:val="00870117"/>
    <w:rsid w:val="00870733"/>
    <w:rsid w:val="008707D2"/>
    <w:rsid w:val="008710C3"/>
    <w:rsid w:val="008711D0"/>
    <w:rsid w:val="00871367"/>
    <w:rsid w:val="008714E8"/>
    <w:rsid w:val="00871CF2"/>
    <w:rsid w:val="00871DC7"/>
    <w:rsid w:val="00871F27"/>
    <w:rsid w:val="0087229A"/>
    <w:rsid w:val="00872792"/>
    <w:rsid w:val="008727C0"/>
    <w:rsid w:val="0087284F"/>
    <w:rsid w:val="0087316E"/>
    <w:rsid w:val="00873787"/>
    <w:rsid w:val="008738A5"/>
    <w:rsid w:val="0087392C"/>
    <w:rsid w:val="00873D50"/>
    <w:rsid w:val="00873EED"/>
    <w:rsid w:val="0087453A"/>
    <w:rsid w:val="00874EF5"/>
    <w:rsid w:val="00875859"/>
    <w:rsid w:val="00875CD0"/>
    <w:rsid w:val="00875CF8"/>
    <w:rsid w:val="00875D42"/>
    <w:rsid w:val="00875F01"/>
    <w:rsid w:val="00875FB6"/>
    <w:rsid w:val="00875FE1"/>
    <w:rsid w:val="008768BB"/>
    <w:rsid w:val="00876C73"/>
    <w:rsid w:val="008771D7"/>
    <w:rsid w:val="00877826"/>
    <w:rsid w:val="0088000D"/>
    <w:rsid w:val="0088031B"/>
    <w:rsid w:val="00880F64"/>
    <w:rsid w:val="00881181"/>
    <w:rsid w:val="0088124B"/>
    <w:rsid w:val="008815F1"/>
    <w:rsid w:val="00881ADB"/>
    <w:rsid w:val="00881FBF"/>
    <w:rsid w:val="0088226F"/>
    <w:rsid w:val="0088283A"/>
    <w:rsid w:val="0088294D"/>
    <w:rsid w:val="00882A84"/>
    <w:rsid w:val="00882AF1"/>
    <w:rsid w:val="00882D5D"/>
    <w:rsid w:val="00882D8F"/>
    <w:rsid w:val="008834BE"/>
    <w:rsid w:val="008836ED"/>
    <w:rsid w:val="008838E7"/>
    <w:rsid w:val="008839D1"/>
    <w:rsid w:val="008839ED"/>
    <w:rsid w:val="00883E08"/>
    <w:rsid w:val="00884380"/>
    <w:rsid w:val="0088495F"/>
    <w:rsid w:val="00884A7D"/>
    <w:rsid w:val="00884E64"/>
    <w:rsid w:val="0088526C"/>
    <w:rsid w:val="008858A0"/>
    <w:rsid w:val="00885C25"/>
    <w:rsid w:val="00885CD4"/>
    <w:rsid w:val="00885D7A"/>
    <w:rsid w:val="00885DE3"/>
    <w:rsid w:val="0088689A"/>
    <w:rsid w:val="00887A96"/>
    <w:rsid w:val="00887BA7"/>
    <w:rsid w:val="0089012F"/>
    <w:rsid w:val="008902D5"/>
    <w:rsid w:val="008905F0"/>
    <w:rsid w:val="008907B9"/>
    <w:rsid w:val="00890AC5"/>
    <w:rsid w:val="00890B51"/>
    <w:rsid w:val="00890D26"/>
    <w:rsid w:val="00890E1F"/>
    <w:rsid w:val="00890E21"/>
    <w:rsid w:val="00891011"/>
    <w:rsid w:val="008911B2"/>
    <w:rsid w:val="008917AB"/>
    <w:rsid w:val="00891949"/>
    <w:rsid w:val="00891A28"/>
    <w:rsid w:val="008920C3"/>
    <w:rsid w:val="00892282"/>
    <w:rsid w:val="0089265C"/>
    <w:rsid w:val="00892B6C"/>
    <w:rsid w:val="00893125"/>
    <w:rsid w:val="0089392E"/>
    <w:rsid w:val="00893992"/>
    <w:rsid w:val="008940E8"/>
    <w:rsid w:val="00894859"/>
    <w:rsid w:val="008949EA"/>
    <w:rsid w:val="00894AA9"/>
    <w:rsid w:val="00894CCC"/>
    <w:rsid w:val="00894D5C"/>
    <w:rsid w:val="00895216"/>
    <w:rsid w:val="00895A50"/>
    <w:rsid w:val="00895BD8"/>
    <w:rsid w:val="00895D46"/>
    <w:rsid w:val="00895F6D"/>
    <w:rsid w:val="00895FA6"/>
    <w:rsid w:val="008961CE"/>
    <w:rsid w:val="00896226"/>
    <w:rsid w:val="0089633F"/>
    <w:rsid w:val="008963D2"/>
    <w:rsid w:val="008969A6"/>
    <w:rsid w:val="0089707F"/>
    <w:rsid w:val="008971AD"/>
    <w:rsid w:val="0089720E"/>
    <w:rsid w:val="0089740E"/>
    <w:rsid w:val="008A02D4"/>
    <w:rsid w:val="008A0568"/>
    <w:rsid w:val="008A08F1"/>
    <w:rsid w:val="008A09BE"/>
    <w:rsid w:val="008A0A1B"/>
    <w:rsid w:val="008A0ABE"/>
    <w:rsid w:val="008A0E2B"/>
    <w:rsid w:val="008A10F7"/>
    <w:rsid w:val="008A17CE"/>
    <w:rsid w:val="008A1B8F"/>
    <w:rsid w:val="008A2082"/>
    <w:rsid w:val="008A21CC"/>
    <w:rsid w:val="008A2562"/>
    <w:rsid w:val="008A2858"/>
    <w:rsid w:val="008A2AFC"/>
    <w:rsid w:val="008A2C4D"/>
    <w:rsid w:val="008A303B"/>
    <w:rsid w:val="008A3089"/>
    <w:rsid w:val="008A35C1"/>
    <w:rsid w:val="008A35D9"/>
    <w:rsid w:val="008A39D8"/>
    <w:rsid w:val="008A3D84"/>
    <w:rsid w:val="008A41DB"/>
    <w:rsid w:val="008A4242"/>
    <w:rsid w:val="008A464D"/>
    <w:rsid w:val="008A47FB"/>
    <w:rsid w:val="008A49F4"/>
    <w:rsid w:val="008A4BC0"/>
    <w:rsid w:val="008A4CCE"/>
    <w:rsid w:val="008A4E31"/>
    <w:rsid w:val="008A4F71"/>
    <w:rsid w:val="008A52DF"/>
    <w:rsid w:val="008A5964"/>
    <w:rsid w:val="008A5DDD"/>
    <w:rsid w:val="008A6231"/>
    <w:rsid w:val="008A6584"/>
    <w:rsid w:val="008A6629"/>
    <w:rsid w:val="008A6740"/>
    <w:rsid w:val="008A67F4"/>
    <w:rsid w:val="008A6998"/>
    <w:rsid w:val="008A6AB7"/>
    <w:rsid w:val="008A7103"/>
    <w:rsid w:val="008A7E16"/>
    <w:rsid w:val="008A7E62"/>
    <w:rsid w:val="008B04FB"/>
    <w:rsid w:val="008B0510"/>
    <w:rsid w:val="008B0570"/>
    <w:rsid w:val="008B08D5"/>
    <w:rsid w:val="008B1230"/>
    <w:rsid w:val="008B145C"/>
    <w:rsid w:val="008B2061"/>
    <w:rsid w:val="008B20EB"/>
    <w:rsid w:val="008B212E"/>
    <w:rsid w:val="008B25AC"/>
    <w:rsid w:val="008B2BA8"/>
    <w:rsid w:val="008B2D79"/>
    <w:rsid w:val="008B2F0A"/>
    <w:rsid w:val="008B2F1E"/>
    <w:rsid w:val="008B404C"/>
    <w:rsid w:val="008B4554"/>
    <w:rsid w:val="008B45C9"/>
    <w:rsid w:val="008B4863"/>
    <w:rsid w:val="008B4C37"/>
    <w:rsid w:val="008B5071"/>
    <w:rsid w:val="008B556C"/>
    <w:rsid w:val="008B581C"/>
    <w:rsid w:val="008B61C5"/>
    <w:rsid w:val="008B623A"/>
    <w:rsid w:val="008B64C6"/>
    <w:rsid w:val="008B65DF"/>
    <w:rsid w:val="008B67C4"/>
    <w:rsid w:val="008B688E"/>
    <w:rsid w:val="008B6979"/>
    <w:rsid w:val="008B745C"/>
    <w:rsid w:val="008B747C"/>
    <w:rsid w:val="008B7959"/>
    <w:rsid w:val="008B7AAF"/>
    <w:rsid w:val="008B7B1F"/>
    <w:rsid w:val="008B7E7D"/>
    <w:rsid w:val="008C07D4"/>
    <w:rsid w:val="008C10A8"/>
    <w:rsid w:val="008C1793"/>
    <w:rsid w:val="008C1D73"/>
    <w:rsid w:val="008C21F7"/>
    <w:rsid w:val="008C2224"/>
    <w:rsid w:val="008C22CC"/>
    <w:rsid w:val="008C23C6"/>
    <w:rsid w:val="008C250A"/>
    <w:rsid w:val="008C2B80"/>
    <w:rsid w:val="008C2BF4"/>
    <w:rsid w:val="008C333B"/>
    <w:rsid w:val="008C36BD"/>
    <w:rsid w:val="008C3710"/>
    <w:rsid w:val="008C4019"/>
    <w:rsid w:val="008C47B3"/>
    <w:rsid w:val="008C4865"/>
    <w:rsid w:val="008C48C3"/>
    <w:rsid w:val="008C49E5"/>
    <w:rsid w:val="008C4A02"/>
    <w:rsid w:val="008C4A53"/>
    <w:rsid w:val="008C4C2B"/>
    <w:rsid w:val="008C4E08"/>
    <w:rsid w:val="008C5229"/>
    <w:rsid w:val="008C55F6"/>
    <w:rsid w:val="008C5D75"/>
    <w:rsid w:val="008C60B6"/>
    <w:rsid w:val="008C7185"/>
    <w:rsid w:val="008C7240"/>
    <w:rsid w:val="008C74EC"/>
    <w:rsid w:val="008C75D6"/>
    <w:rsid w:val="008C787D"/>
    <w:rsid w:val="008C7A74"/>
    <w:rsid w:val="008D0B1A"/>
    <w:rsid w:val="008D0D75"/>
    <w:rsid w:val="008D0F53"/>
    <w:rsid w:val="008D0F82"/>
    <w:rsid w:val="008D13E9"/>
    <w:rsid w:val="008D163D"/>
    <w:rsid w:val="008D1656"/>
    <w:rsid w:val="008D1AAA"/>
    <w:rsid w:val="008D1B16"/>
    <w:rsid w:val="008D2654"/>
    <w:rsid w:val="008D3666"/>
    <w:rsid w:val="008D37A9"/>
    <w:rsid w:val="008D3940"/>
    <w:rsid w:val="008D3D5A"/>
    <w:rsid w:val="008D4051"/>
    <w:rsid w:val="008D44E1"/>
    <w:rsid w:val="008D46DA"/>
    <w:rsid w:val="008D48AE"/>
    <w:rsid w:val="008D4BDF"/>
    <w:rsid w:val="008D5043"/>
    <w:rsid w:val="008D56FB"/>
    <w:rsid w:val="008D584D"/>
    <w:rsid w:val="008D586A"/>
    <w:rsid w:val="008D58CD"/>
    <w:rsid w:val="008D5B00"/>
    <w:rsid w:val="008D5CFA"/>
    <w:rsid w:val="008D6456"/>
    <w:rsid w:val="008D688D"/>
    <w:rsid w:val="008D6A4B"/>
    <w:rsid w:val="008D6CC5"/>
    <w:rsid w:val="008D718E"/>
    <w:rsid w:val="008D727A"/>
    <w:rsid w:val="008D731B"/>
    <w:rsid w:val="008D73FE"/>
    <w:rsid w:val="008D765C"/>
    <w:rsid w:val="008D7781"/>
    <w:rsid w:val="008D79F3"/>
    <w:rsid w:val="008E03EB"/>
    <w:rsid w:val="008E0AC2"/>
    <w:rsid w:val="008E0C53"/>
    <w:rsid w:val="008E0D10"/>
    <w:rsid w:val="008E10DC"/>
    <w:rsid w:val="008E14CA"/>
    <w:rsid w:val="008E157E"/>
    <w:rsid w:val="008E1854"/>
    <w:rsid w:val="008E200F"/>
    <w:rsid w:val="008E25AF"/>
    <w:rsid w:val="008E27D1"/>
    <w:rsid w:val="008E2A1B"/>
    <w:rsid w:val="008E311D"/>
    <w:rsid w:val="008E3201"/>
    <w:rsid w:val="008E3298"/>
    <w:rsid w:val="008E38C5"/>
    <w:rsid w:val="008E3977"/>
    <w:rsid w:val="008E4050"/>
    <w:rsid w:val="008E4185"/>
    <w:rsid w:val="008E44FA"/>
    <w:rsid w:val="008E45C0"/>
    <w:rsid w:val="008E4980"/>
    <w:rsid w:val="008E4A92"/>
    <w:rsid w:val="008E4EA7"/>
    <w:rsid w:val="008E4EC0"/>
    <w:rsid w:val="008E4ED0"/>
    <w:rsid w:val="008E4EED"/>
    <w:rsid w:val="008E5588"/>
    <w:rsid w:val="008E560E"/>
    <w:rsid w:val="008E62CA"/>
    <w:rsid w:val="008E6C81"/>
    <w:rsid w:val="008E6F5F"/>
    <w:rsid w:val="008E7828"/>
    <w:rsid w:val="008F0905"/>
    <w:rsid w:val="008F0C50"/>
    <w:rsid w:val="008F116F"/>
    <w:rsid w:val="008F1306"/>
    <w:rsid w:val="008F14E2"/>
    <w:rsid w:val="008F15E7"/>
    <w:rsid w:val="008F1A87"/>
    <w:rsid w:val="008F1D56"/>
    <w:rsid w:val="008F1F68"/>
    <w:rsid w:val="008F250B"/>
    <w:rsid w:val="008F2906"/>
    <w:rsid w:val="008F290E"/>
    <w:rsid w:val="008F2A0C"/>
    <w:rsid w:val="008F37E3"/>
    <w:rsid w:val="008F3C41"/>
    <w:rsid w:val="008F3E8A"/>
    <w:rsid w:val="008F4175"/>
    <w:rsid w:val="008F482D"/>
    <w:rsid w:val="008F56DB"/>
    <w:rsid w:val="008F5EC8"/>
    <w:rsid w:val="008F6077"/>
    <w:rsid w:val="008F634F"/>
    <w:rsid w:val="008F64F7"/>
    <w:rsid w:val="008F65B0"/>
    <w:rsid w:val="008F673E"/>
    <w:rsid w:val="008F67E9"/>
    <w:rsid w:val="008F6AAD"/>
    <w:rsid w:val="008F6B7E"/>
    <w:rsid w:val="008F6FB7"/>
    <w:rsid w:val="008F790B"/>
    <w:rsid w:val="008F7ABB"/>
    <w:rsid w:val="008F7FB4"/>
    <w:rsid w:val="0090075A"/>
    <w:rsid w:val="00901111"/>
    <w:rsid w:val="0090230A"/>
    <w:rsid w:val="0090234A"/>
    <w:rsid w:val="00902A16"/>
    <w:rsid w:val="00902C7D"/>
    <w:rsid w:val="00902EE7"/>
    <w:rsid w:val="0090364B"/>
    <w:rsid w:val="0090393E"/>
    <w:rsid w:val="00903E8A"/>
    <w:rsid w:val="00903FB2"/>
    <w:rsid w:val="0090400F"/>
    <w:rsid w:val="00904159"/>
    <w:rsid w:val="0090479E"/>
    <w:rsid w:val="00904C57"/>
    <w:rsid w:val="0090514F"/>
    <w:rsid w:val="0090519E"/>
    <w:rsid w:val="009052EE"/>
    <w:rsid w:val="0090555E"/>
    <w:rsid w:val="009059F3"/>
    <w:rsid w:val="0090605F"/>
    <w:rsid w:val="00906070"/>
    <w:rsid w:val="009067A5"/>
    <w:rsid w:val="00906DE4"/>
    <w:rsid w:val="00906FAF"/>
    <w:rsid w:val="00907B5F"/>
    <w:rsid w:val="00907C94"/>
    <w:rsid w:val="00910060"/>
    <w:rsid w:val="009104B0"/>
    <w:rsid w:val="009109E1"/>
    <w:rsid w:val="00910E2C"/>
    <w:rsid w:val="00910F87"/>
    <w:rsid w:val="0091100B"/>
    <w:rsid w:val="00911435"/>
    <w:rsid w:val="00911786"/>
    <w:rsid w:val="0091191E"/>
    <w:rsid w:val="00911984"/>
    <w:rsid w:val="00911CB8"/>
    <w:rsid w:val="00911F61"/>
    <w:rsid w:val="0091235C"/>
    <w:rsid w:val="00912483"/>
    <w:rsid w:val="00912A00"/>
    <w:rsid w:val="00912D8A"/>
    <w:rsid w:val="00912EDF"/>
    <w:rsid w:val="00912FAA"/>
    <w:rsid w:val="009132DD"/>
    <w:rsid w:val="009132EB"/>
    <w:rsid w:val="00913448"/>
    <w:rsid w:val="00913B64"/>
    <w:rsid w:val="00913E7A"/>
    <w:rsid w:val="009142F5"/>
    <w:rsid w:val="00914961"/>
    <w:rsid w:val="00914C08"/>
    <w:rsid w:val="00914ECF"/>
    <w:rsid w:val="00914F3E"/>
    <w:rsid w:val="00914F9D"/>
    <w:rsid w:val="00915730"/>
    <w:rsid w:val="00915A5E"/>
    <w:rsid w:val="00915DB7"/>
    <w:rsid w:val="00915EC9"/>
    <w:rsid w:val="0091616A"/>
    <w:rsid w:val="00916294"/>
    <w:rsid w:val="00916426"/>
    <w:rsid w:val="00916A53"/>
    <w:rsid w:val="00916F01"/>
    <w:rsid w:val="0091726C"/>
    <w:rsid w:val="009173C0"/>
    <w:rsid w:val="009174D9"/>
    <w:rsid w:val="009178B8"/>
    <w:rsid w:val="009179BB"/>
    <w:rsid w:val="00917A27"/>
    <w:rsid w:val="00917E1A"/>
    <w:rsid w:val="009209E9"/>
    <w:rsid w:val="00920B8C"/>
    <w:rsid w:val="00920C95"/>
    <w:rsid w:val="00920E3E"/>
    <w:rsid w:val="00920FAA"/>
    <w:rsid w:val="00921118"/>
    <w:rsid w:val="009216CD"/>
    <w:rsid w:val="009217C9"/>
    <w:rsid w:val="009224F2"/>
    <w:rsid w:val="00922605"/>
    <w:rsid w:val="009232E1"/>
    <w:rsid w:val="00923CA3"/>
    <w:rsid w:val="009240F0"/>
    <w:rsid w:val="0092429F"/>
    <w:rsid w:val="0092437E"/>
    <w:rsid w:val="00925056"/>
    <w:rsid w:val="00925068"/>
    <w:rsid w:val="00925111"/>
    <w:rsid w:val="00925579"/>
    <w:rsid w:val="00925992"/>
    <w:rsid w:val="00925C7A"/>
    <w:rsid w:val="00925D85"/>
    <w:rsid w:val="00926A31"/>
    <w:rsid w:val="00926EC1"/>
    <w:rsid w:val="00926FBE"/>
    <w:rsid w:val="00927125"/>
    <w:rsid w:val="00927434"/>
    <w:rsid w:val="00927483"/>
    <w:rsid w:val="00927528"/>
    <w:rsid w:val="0092773D"/>
    <w:rsid w:val="00927AA6"/>
    <w:rsid w:val="00927BE1"/>
    <w:rsid w:val="00930059"/>
    <w:rsid w:val="00930256"/>
    <w:rsid w:val="009306C9"/>
    <w:rsid w:val="00930794"/>
    <w:rsid w:val="009311A5"/>
    <w:rsid w:val="009312E2"/>
    <w:rsid w:val="00931685"/>
    <w:rsid w:val="00931AFA"/>
    <w:rsid w:val="00931B4C"/>
    <w:rsid w:val="00932225"/>
    <w:rsid w:val="0093232F"/>
    <w:rsid w:val="0093279B"/>
    <w:rsid w:val="00932AF4"/>
    <w:rsid w:val="009336E3"/>
    <w:rsid w:val="00933936"/>
    <w:rsid w:val="00933DB9"/>
    <w:rsid w:val="00933E18"/>
    <w:rsid w:val="00934198"/>
    <w:rsid w:val="009341E6"/>
    <w:rsid w:val="009343C1"/>
    <w:rsid w:val="00934A1E"/>
    <w:rsid w:val="00934C1B"/>
    <w:rsid w:val="00934E36"/>
    <w:rsid w:val="00935157"/>
    <w:rsid w:val="00935264"/>
    <w:rsid w:val="009356B1"/>
    <w:rsid w:val="009357C2"/>
    <w:rsid w:val="009357FA"/>
    <w:rsid w:val="00935827"/>
    <w:rsid w:val="009359C8"/>
    <w:rsid w:val="00936633"/>
    <w:rsid w:val="00936711"/>
    <w:rsid w:val="00936D78"/>
    <w:rsid w:val="00936D93"/>
    <w:rsid w:val="00937189"/>
    <w:rsid w:val="009372BE"/>
    <w:rsid w:val="009373F6"/>
    <w:rsid w:val="0093777F"/>
    <w:rsid w:val="00937821"/>
    <w:rsid w:val="00937B9A"/>
    <w:rsid w:val="00937FED"/>
    <w:rsid w:val="009404FC"/>
    <w:rsid w:val="00940E32"/>
    <w:rsid w:val="0094108A"/>
    <w:rsid w:val="00941139"/>
    <w:rsid w:val="00941405"/>
    <w:rsid w:val="0094153E"/>
    <w:rsid w:val="009417E4"/>
    <w:rsid w:val="0094183D"/>
    <w:rsid w:val="009419A7"/>
    <w:rsid w:val="00941EE8"/>
    <w:rsid w:val="0094215D"/>
    <w:rsid w:val="009423FB"/>
    <w:rsid w:val="00942476"/>
    <w:rsid w:val="00942560"/>
    <w:rsid w:val="00942926"/>
    <w:rsid w:val="00942B22"/>
    <w:rsid w:val="00942B4E"/>
    <w:rsid w:val="00942BAE"/>
    <w:rsid w:val="00942EFB"/>
    <w:rsid w:val="0094335E"/>
    <w:rsid w:val="009435B9"/>
    <w:rsid w:val="00943855"/>
    <w:rsid w:val="009438D4"/>
    <w:rsid w:val="009438E0"/>
    <w:rsid w:val="00943B8B"/>
    <w:rsid w:val="00944B7D"/>
    <w:rsid w:val="00944B9C"/>
    <w:rsid w:val="00944C42"/>
    <w:rsid w:val="00944E8D"/>
    <w:rsid w:val="0094531F"/>
    <w:rsid w:val="0094575D"/>
    <w:rsid w:val="00945B36"/>
    <w:rsid w:val="00945D3C"/>
    <w:rsid w:val="0094605D"/>
    <w:rsid w:val="0094649B"/>
    <w:rsid w:val="009464E4"/>
    <w:rsid w:val="00946B17"/>
    <w:rsid w:val="00946CC0"/>
    <w:rsid w:val="009473AA"/>
    <w:rsid w:val="009473D7"/>
    <w:rsid w:val="0094741F"/>
    <w:rsid w:val="00947D82"/>
    <w:rsid w:val="00947E3A"/>
    <w:rsid w:val="00947F26"/>
    <w:rsid w:val="0095031A"/>
    <w:rsid w:val="0095044A"/>
    <w:rsid w:val="009506F5"/>
    <w:rsid w:val="0095075E"/>
    <w:rsid w:val="00950829"/>
    <w:rsid w:val="00950AF2"/>
    <w:rsid w:val="00950B42"/>
    <w:rsid w:val="00951D25"/>
    <w:rsid w:val="00951F49"/>
    <w:rsid w:val="00952098"/>
    <w:rsid w:val="00952303"/>
    <w:rsid w:val="00952600"/>
    <w:rsid w:val="009526AF"/>
    <w:rsid w:val="0095294D"/>
    <w:rsid w:val="00952BE5"/>
    <w:rsid w:val="00952EDF"/>
    <w:rsid w:val="00953573"/>
    <w:rsid w:val="009535E1"/>
    <w:rsid w:val="009536C4"/>
    <w:rsid w:val="0095378D"/>
    <w:rsid w:val="00953C10"/>
    <w:rsid w:val="00953E0F"/>
    <w:rsid w:val="009545B4"/>
    <w:rsid w:val="009549FD"/>
    <w:rsid w:val="00955524"/>
    <w:rsid w:val="009557C0"/>
    <w:rsid w:val="0095583E"/>
    <w:rsid w:val="00955F05"/>
    <w:rsid w:val="00955F67"/>
    <w:rsid w:val="00955F94"/>
    <w:rsid w:val="0095616E"/>
    <w:rsid w:val="0095648F"/>
    <w:rsid w:val="009568D5"/>
    <w:rsid w:val="00956B1B"/>
    <w:rsid w:val="00956CD3"/>
    <w:rsid w:val="0095727C"/>
    <w:rsid w:val="009572E5"/>
    <w:rsid w:val="0095769E"/>
    <w:rsid w:val="0095775D"/>
    <w:rsid w:val="00957F5A"/>
    <w:rsid w:val="0096019E"/>
    <w:rsid w:val="00960323"/>
    <w:rsid w:val="00960385"/>
    <w:rsid w:val="009607B0"/>
    <w:rsid w:val="00960AAE"/>
    <w:rsid w:val="00960BB3"/>
    <w:rsid w:val="00960C76"/>
    <w:rsid w:val="00960F1B"/>
    <w:rsid w:val="0096125E"/>
    <w:rsid w:val="00961535"/>
    <w:rsid w:val="009616B8"/>
    <w:rsid w:val="00961807"/>
    <w:rsid w:val="00961EED"/>
    <w:rsid w:val="00961F96"/>
    <w:rsid w:val="00962184"/>
    <w:rsid w:val="009624E5"/>
    <w:rsid w:val="0096255F"/>
    <w:rsid w:val="00962B13"/>
    <w:rsid w:val="009633C3"/>
    <w:rsid w:val="00963432"/>
    <w:rsid w:val="009637DC"/>
    <w:rsid w:val="009638FF"/>
    <w:rsid w:val="00963C26"/>
    <w:rsid w:val="009642BB"/>
    <w:rsid w:val="009644E6"/>
    <w:rsid w:val="009649C3"/>
    <w:rsid w:val="009652D2"/>
    <w:rsid w:val="009652FA"/>
    <w:rsid w:val="0096540B"/>
    <w:rsid w:val="00965B07"/>
    <w:rsid w:val="00965F32"/>
    <w:rsid w:val="0096603E"/>
    <w:rsid w:val="009661E4"/>
    <w:rsid w:val="0096649A"/>
    <w:rsid w:val="00966F67"/>
    <w:rsid w:val="00967221"/>
    <w:rsid w:val="00967B44"/>
    <w:rsid w:val="00967C66"/>
    <w:rsid w:val="00970207"/>
    <w:rsid w:val="009702B3"/>
    <w:rsid w:val="009703AB"/>
    <w:rsid w:val="00970465"/>
    <w:rsid w:val="00971622"/>
    <w:rsid w:val="00971F0B"/>
    <w:rsid w:val="00971F35"/>
    <w:rsid w:val="009722D4"/>
    <w:rsid w:val="00972510"/>
    <w:rsid w:val="0097259D"/>
    <w:rsid w:val="00972D8E"/>
    <w:rsid w:val="00973372"/>
    <w:rsid w:val="00973C2F"/>
    <w:rsid w:val="009742CD"/>
    <w:rsid w:val="009744E1"/>
    <w:rsid w:val="00974BBA"/>
    <w:rsid w:val="00974C28"/>
    <w:rsid w:val="00974E24"/>
    <w:rsid w:val="0097515B"/>
    <w:rsid w:val="00975223"/>
    <w:rsid w:val="00975366"/>
    <w:rsid w:val="009754D8"/>
    <w:rsid w:val="009755E4"/>
    <w:rsid w:val="00976011"/>
    <w:rsid w:val="0097609C"/>
    <w:rsid w:val="009768B8"/>
    <w:rsid w:val="00976997"/>
    <w:rsid w:val="00976A61"/>
    <w:rsid w:val="00977122"/>
    <w:rsid w:val="009774C5"/>
    <w:rsid w:val="009774CB"/>
    <w:rsid w:val="009775B0"/>
    <w:rsid w:val="009775C7"/>
    <w:rsid w:val="009777D3"/>
    <w:rsid w:val="00977C46"/>
    <w:rsid w:val="0098044A"/>
    <w:rsid w:val="009805CB"/>
    <w:rsid w:val="00980641"/>
    <w:rsid w:val="00980761"/>
    <w:rsid w:val="0098095C"/>
    <w:rsid w:val="00980A22"/>
    <w:rsid w:val="00980A3C"/>
    <w:rsid w:val="0098179A"/>
    <w:rsid w:val="00981A38"/>
    <w:rsid w:val="00981DBA"/>
    <w:rsid w:val="009821A1"/>
    <w:rsid w:val="0098283C"/>
    <w:rsid w:val="009828C7"/>
    <w:rsid w:val="009830F0"/>
    <w:rsid w:val="00983422"/>
    <w:rsid w:val="009834EA"/>
    <w:rsid w:val="00983C51"/>
    <w:rsid w:val="00983D66"/>
    <w:rsid w:val="009843E7"/>
    <w:rsid w:val="00984865"/>
    <w:rsid w:val="009848C4"/>
    <w:rsid w:val="00984902"/>
    <w:rsid w:val="00984ADB"/>
    <w:rsid w:val="00984B21"/>
    <w:rsid w:val="00984CFD"/>
    <w:rsid w:val="00984DC1"/>
    <w:rsid w:val="00984F09"/>
    <w:rsid w:val="009851E2"/>
    <w:rsid w:val="009852E6"/>
    <w:rsid w:val="009853B6"/>
    <w:rsid w:val="00985781"/>
    <w:rsid w:val="00985AE1"/>
    <w:rsid w:val="009861D0"/>
    <w:rsid w:val="00986A16"/>
    <w:rsid w:val="00986E44"/>
    <w:rsid w:val="009873F1"/>
    <w:rsid w:val="00987442"/>
    <w:rsid w:val="00987541"/>
    <w:rsid w:val="009875AF"/>
    <w:rsid w:val="00987717"/>
    <w:rsid w:val="00987950"/>
    <w:rsid w:val="00987EE3"/>
    <w:rsid w:val="009900C7"/>
    <w:rsid w:val="00990488"/>
    <w:rsid w:val="009907E1"/>
    <w:rsid w:val="009910F2"/>
    <w:rsid w:val="009917CA"/>
    <w:rsid w:val="009918AE"/>
    <w:rsid w:val="009918CE"/>
    <w:rsid w:val="0099193E"/>
    <w:rsid w:val="00992002"/>
    <w:rsid w:val="00992463"/>
    <w:rsid w:val="0099270E"/>
    <w:rsid w:val="009929E8"/>
    <w:rsid w:val="00992A90"/>
    <w:rsid w:val="00992D4F"/>
    <w:rsid w:val="00993054"/>
    <w:rsid w:val="009931B2"/>
    <w:rsid w:val="009932B5"/>
    <w:rsid w:val="00993B9E"/>
    <w:rsid w:val="00994130"/>
    <w:rsid w:val="00994A89"/>
    <w:rsid w:val="00994B38"/>
    <w:rsid w:val="00994C3C"/>
    <w:rsid w:val="00994DC7"/>
    <w:rsid w:val="009962A1"/>
    <w:rsid w:val="00996905"/>
    <w:rsid w:val="00997000"/>
    <w:rsid w:val="00997301"/>
    <w:rsid w:val="00997357"/>
    <w:rsid w:val="009974FE"/>
    <w:rsid w:val="00997B01"/>
    <w:rsid w:val="009A0090"/>
    <w:rsid w:val="009A00F1"/>
    <w:rsid w:val="009A0951"/>
    <w:rsid w:val="009A0D9D"/>
    <w:rsid w:val="009A0E0A"/>
    <w:rsid w:val="009A0F17"/>
    <w:rsid w:val="009A1333"/>
    <w:rsid w:val="009A1413"/>
    <w:rsid w:val="009A1535"/>
    <w:rsid w:val="009A1B85"/>
    <w:rsid w:val="009A20EF"/>
    <w:rsid w:val="009A2281"/>
    <w:rsid w:val="009A2589"/>
    <w:rsid w:val="009A2AFA"/>
    <w:rsid w:val="009A311F"/>
    <w:rsid w:val="009A3160"/>
    <w:rsid w:val="009A3508"/>
    <w:rsid w:val="009A441F"/>
    <w:rsid w:val="009A44E3"/>
    <w:rsid w:val="009A483A"/>
    <w:rsid w:val="009A49C2"/>
    <w:rsid w:val="009A4BEF"/>
    <w:rsid w:val="009A521E"/>
    <w:rsid w:val="009A522C"/>
    <w:rsid w:val="009A5E19"/>
    <w:rsid w:val="009A5ED5"/>
    <w:rsid w:val="009A5F86"/>
    <w:rsid w:val="009A627C"/>
    <w:rsid w:val="009A6672"/>
    <w:rsid w:val="009A67BC"/>
    <w:rsid w:val="009A6A26"/>
    <w:rsid w:val="009A6CEA"/>
    <w:rsid w:val="009A6E70"/>
    <w:rsid w:val="009A6E7B"/>
    <w:rsid w:val="009A7466"/>
    <w:rsid w:val="009A7922"/>
    <w:rsid w:val="009A7CD3"/>
    <w:rsid w:val="009A7E38"/>
    <w:rsid w:val="009A7EF6"/>
    <w:rsid w:val="009B055F"/>
    <w:rsid w:val="009B08A1"/>
    <w:rsid w:val="009B0BC7"/>
    <w:rsid w:val="009B0D01"/>
    <w:rsid w:val="009B0D6E"/>
    <w:rsid w:val="009B0FDB"/>
    <w:rsid w:val="009B113E"/>
    <w:rsid w:val="009B156F"/>
    <w:rsid w:val="009B1E56"/>
    <w:rsid w:val="009B26A3"/>
    <w:rsid w:val="009B26FA"/>
    <w:rsid w:val="009B2ADF"/>
    <w:rsid w:val="009B31B0"/>
    <w:rsid w:val="009B34FB"/>
    <w:rsid w:val="009B3A24"/>
    <w:rsid w:val="009B402B"/>
    <w:rsid w:val="009B4A57"/>
    <w:rsid w:val="009B4B3B"/>
    <w:rsid w:val="009B4B62"/>
    <w:rsid w:val="009B5162"/>
    <w:rsid w:val="009B51B7"/>
    <w:rsid w:val="009B5306"/>
    <w:rsid w:val="009B53A4"/>
    <w:rsid w:val="009B5FE4"/>
    <w:rsid w:val="009B63B3"/>
    <w:rsid w:val="009B6E25"/>
    <w:rsid w:val="009B6F2E"/>
    <w:rsid w:val="009B7026"/>
    <w:rsid w:val="009C0155"/>
    <w:rsid w:val="009C01B6"/>
    <w:rsid w:val="009C01D7"/>
    <w:rsid w:val="009C08C1"/>
    <w:rsid w:val="009C08C4"/>
    <w:rsid w:val="009C11B6"/>
    <w:rsid w:val="009C11FD"/>
    <w:rsid w:val="009C16A4"/>
    <w:rsid w:val="009C1C13"/>
    <w:rsid w:val="009C2C34"/>
    <w:rsid w:val="009C32CA"/>
    <w:rsid w:val="009C32DE"/>
    <w:rsid w:val="009C35DD"/>
    <w:rsid w:val="009C3959"/>
    <w:rsid w:val="009C3AFB"/>
    <w:rsid w:val="009C40BA"/>
    <w:rsid w:val="009C437F"/>
    <w:rsid w:val="009C43E4"/>
    <w:rsid w:val="009C4A9E"/>
    <w:rsid w:val="009C4AA2"/>
    <w:rsid w:val="009C4B79"/>
    <w:rsid w:val="009C4D2B"/>
    <w:rsid w:val="009C4E2A"/>
    <w:rsid w:val="009C506D"/>
    <w:rsid w:val="009C52EA"/>
    <w:rsid w:val="009C53CA"/>
    <w:rsid w:val="009C572F"/>
    <w:rsid w:val="009C5994"/>
    <w:rsid w:val="009C59E4"/>
    <w:rsid w:val="009C5C5C"/>
    <w:rsid w:val="009C5D97"/>
    <w:rsid w:val="009C6192"/>
    <w:rsid w:val="009C6236"/>
    <w:rsid w:val="009C69D2"/>
    <w:rsid w:val="009C6B23"/>
    <w:rsid w:val="009C6BAC"/>
    <w:rsid w:val="009C6D34"/>
    <w:rsid w:val="009C6DF6"/>
    <w:rsid w:val="009C73AB"/>
    <w:rsid w:val="009C77A2"/>
    <w:rsid w:val="009C78CA"/>
    <w:rsid w:val="009C7EDC"/>
    <w:rsid w:val="009D0081"/>
    <w:rsid w:val="009D0151"/>
    <w:rsid w:val="009D0714"/>
    <w:rsid w:val="009D0BC1"/>
    <w:rsid w:val="009D0FDE"/>
    <w:rsid w:val="009D143F"/>
    <w:rsid w:val="009D1615"/>
    <w:rsid w:val="009D171D"/>
    <w:rsid w:val="009D17CF"/>
    <w:rsid w:val="009D20ED"/>
    <w:rsid w:val="009D28F2"/>
    <w:rsid w:val="009D2965"/>
    <w:rsid w:val="009D29C6"/>
    <w:rsid w:val="009D2AFE"/>
    <w:rsid w:val="009D2D32"/>
    <w:rsid w:val="009D3AFD"/>
    <w:rsid w:val="009D3B72"/>
    <w:rsid w:val="009D3EA7"/>
    <w:rsid w:val="009D4394"/>
    <w:rsid w:val="009D47C4"/>
    <w:rsid w:val="009D5073"/>
    <w:rsid w:val="009D547D"/>
    <w:rsid w:val="009D54AC"/>
    <w:rsid w:val="009D5F8D"/>
    <w:rsid w:val="009D60CA"/>
    <w:rsid w:val="009D616C"/>
    <w:rsid w:val="009D6288"/>
    <w:rsid w:val="009D6B4C"/>
    <w:rsid w:val="009D6E17"/>
    <w:rsid w:val="009D7079"/>
    <w:rsid w:val="009D7124"/>
    <w:rsid w:val="009D7579"/>
    <w:rsid w:val="009D76B8"/>
    <w:rsid w:val="009D79A5"/>
    <w:rsid w:val="009D7A33"/>
    <w:rsid w:val="009D7E0B"/>
    <w:rsid w:val="009E0173"/>
    <w:rsid w:val="009E0790"/>
    <w:rsid w:val="009E082E"/>
    <w:rsid w:val="009E09FC"/>
    <w:rsid w:val="009E0CA1"/>
    <w:rsid w:val="009E1353"/>
    <w:rsid w:val="009E137E"/>
    <w:rsid w:val="009E17DE"/>
    <w:rsid w:val="009E17E7"/>
    <w:rsid w:val="009E1BB8"/>
    <w:rsid w:val="009E1ED6"/>
    <w:rsid w:val="009E1FCC"/>
    <w:rsid w:val="009E23B2"/>
    <w:rsid w:val="009E23E7"/>
    <w:rsid w:val="009E280B"/>
    <w:rsid w:val="009E2BA5"/>
    <w:rsid w:val="009E2C1A"/>
    <w:rsid w:val="009E2DA5"/>
    <w:rsid w:val="009E3242"/>
    <w:rsid w:val="009E37F2"/>
    <w:rsid w:val="009E3BFA"/>
    <w:rsid w:val="009E426E"/>
    <w:rsid w:val="009E43A3"/>
    <w:rsid w:val="009E4536"/>
    <w:rsid w:val="009E4A8A"/>
    <w:rsid w:val="009E52AE"/>
    <w:rsid w:val="009E5619"/>
    <w:rsid w:val="009E5A0B"/>
    <w:rsid w:val="009E5ABE"/>
    <w:rsid w:val="009E6402"/>
    <w:rsid w:val="009E66BB"/>
    <w:rsid w:val="009E6873"/>
    <w:rsid w:val="009E68F5"/>
    <w:rsid w:val="009E6942"/>
    <w:rsid w:val="009E6A68"/>
    <w:rsid w:val="009E74ED"/>
    <w:rsid w:val="009E77B6"/>
    <w:rsid w:val="009E7948"/>
    <w:rsid w:val="009E7C0D"/>
    <w:rsid w:val="009E7D51"/>
    <w:rsid w:val="009F0090"/>
    <w:rsid w:val="009F0140"/>
    <w:rsid w:val="009F03BB"/>
    <w:rsid w:val="009F07F3"/>
    <w:rsid w:val="009F10C5"/>
    <w:rsid w:val="009F1189"/>
    <w:rsid w:val="009F1AA7"/>
    <w:rsid w:val="009F1B23"/>
    <w:rsid w:val="009F1BDA"/>
    <w:rsid w:val="009F1E88"/>
    <w:rsid w:val="009F1E9B"/>
    <w:rsid w:val="009F23DE"/>
    <w:rsid w:val="009F245E"/>
    <w:rsid w:val="009F2BDD"/>
    <w:rsid w:val="009F2BE8"/>
    <w:rsid w:val="009F30A8"/>
    <w:rsid w:val="009F310A"/>
    <w:rsid w:val="009F31F5"/>
    <w:rsid w:val="009F3549"/>
    <w:rsid w:val="009F3770"/>
    <w:rsid w:val="009F3F1A"/>
    <w:rsid w:val="009F3F66"/>
    <w:rsid w:val="009F4148"/>
    <w:rsid w:val="009F4161"/>
    <w:rsid w:val="009F437C"/>
    <w:rsid w:val="009F4711"/>
    <w:rsid w:val="009F4A22"/>
    <w:rsid w:val="009F504D"/>
    <w:rsid w:val="009F505C"/>
    <w:rsid w:val="009F55B8"/>
    <w:rsid w:val="009F5844"/>
    <w:rsid w:val="009F5CDF"/>
    <w:rsid w:val="009F602D"/>
    <w:rsid w:val="009F6699"/>
    <w:rsid w:val="009F6DCA"/>
    <w:rsid w:val="009F6EF5"/>
    <w:rsid w:val="009F6F23"/>
    <w:rsid w:val="009F7146"/>
    <w:rsid w:val="009F784B"/>
    <w:rsid w:val="009F7A67"/>
    <w:rsid w:val="009F7F07"/>
    <w:rsid w:val="00A002E3"/>
    <w:rsid w:val="00A00B8D"/>
    <w:rsid w:val="00A00CB0"/>
    <w:rsid w:val="00A014E6"/>
    <w:rsid w:val="00A019E0"/>
    <w:rsid w:val="00A01A61"/>
    <w:rsid w:val="00A02202"/>
    <w:rsid w:val="00A0240F"/>
    <w:rsid w:val="00A02486"/>
    <w:rsid w:val="00A025FB"/>
    <w:rsid w:val="00A02CAA"/>
    <w:rsid w:val="00A031B6"/>
    <w:rsid w:val="00A034F2"/>
    <w:rsid w:val="00A035E7"/>
    <w:rsid w:val="00A038DA"/>
    <w:rsid w:val="00A04D01"/>
    <w:rsid w:val="00A04FB5"/>
    <w:rsid w:val="00A0532F"/>
    <w:rsid w:val="00A05882"/>
    <w:rsid w:val="00A05E42"/>
    <w:rsid w:val="00A062CC"/>
    <w:rsid w:val="00A06313"/>
    <w:rsid w:val="00A06D24"/>
    <w:rsid w:val="00A071D0"/>
    <w:rsid w:val="00A072E8"/>
    <w:rsid w:val="00A07373"/>
    <w:rsid w:val="00A07A2C"/>
    <w:rsid w:val="00A1048F"/>
    <w:rsid w:val="00A10E44"/>
    <w:rsid w:val="00A115FA"/>
    <w:rsid w:val="00A11723"/>
    <w:rsid w:val="00A117F0"/>
    <w:rsid w:val="00A1243D"/>
    <w:rsid w:val="00A124F9"/>
    <w:rsid w:val="00A125E8"/>
    <w:rsid w:val="00A1280C"/>
    <w:rsid w:val="00A12A6E"/>
    <w:rsid w:val="00A13395"/>
    <w:rsid w:val="00A137BF"/>
    <w:rsid w:val="00A13973"/>
    <w:rsid w:val="00A13A06"/>
    <w:rsid w:val="00A13B79"/>
    <w:rsid w:val="00A13EFD"/>
    <w:rsid w:val="00A14535"/>
    <w:rsid w:val="00A14653"/>
    <w:rsid w:val="00A14C9B"/>
    <w:rsid w:val="00A14F35"/>
    <w:rsid w:val="00A1541E"/>
    <w:rsid w:val="00A15922"/>
    <w:rsid w:val="00A1592F"/>
    <w:rsid w:val="00A15989"/>
    <w:rsid w:val="00A15ABC"/>
    <w:rsid w:val="00A15FEA"/>
    <w:rsid w:val="00A160EA"/>
    <w:rsid w:val="00A1616C"/>
    <w:rsid w:val="00A16D6A"/>
    <w:rsid w:val="00A16F5F"/>
    <w:rsid w:val="00A17ABB"/>
    <w:rsid w:val="00A17F4D"/>
    <w:rsid w:val="00A20433"/>
    <w:rsid w:val="00A20D5E"/>
    <w:rsid w:val="00A20E2B"/>
    <w:rsid w:val="00A21053"/>
    <w:rsid w:val="00A2142A"/>
    <w:rsid w:val="00A21431"/>
    <w:rsid w:val="00A21877"/>
    <w:rsid w:val="00A21D5E"/>
    <w:rsid w:val="00A221D3"/>
    <w:rsid w:val="00A2250A"/>
    <w:rsid w:val="00A229A7"/>
    <w:rsid w:val="00A22F17"/>
    <w:rsid w:val="00A233BA"/>
    <w:rsid w:val="00A23431"/>
    <w:rsid w:val="00A23855"/>
    <w:rsid w:val="00A241C9"/>
    <w:rsid w:val="00A24822"/>
    <w:rsid w:val="00A24943"/>
    <w:rsid w:val="00A251E4"/>
    <w:rsid w:val="00A252B0"/>
    <w:rsid w:val="00A252EE"/>
    <w:rsid w:val="00A257A2"/>
    <w:rsid w:val="00A25DAD"/>
    <w:rsid w:val="00A25EFD"/>
    <w:rsid w:val="00A26165"/>
    <w:rsid w:val="00A2655E"/>
    <w:rsid w:val="00A26CC4"/>
    <w:rsid w:val="00A26D51"/>
    <w:rsid w:val="00A27116"/>
    <w:rsid w:val="00A272BA"/>
    <w:rsid w:val="00A27586"/>
    <w:rsid w:val="00A27927"/>
    <w:rsid w:val="00A27B51"/>
    <w:rsid w:val="00A27F30"/>
    <w:rsid w:val="00A300F6"/>
    <w:rsid w:val="00A30346"/>
    <w:rsid w:val="00A30739"/>
    <w:rsid w:val="00A30807"/>
    <w:rsid w:val="00A30BB9"/>
    <w:rsid w:val="00A30D1D"/>
    <w:rsid w:val="00A3138E"/>
    <w:rsid w:val="00A3148B"/>
    <w:rsid w:val="00A31727"/>
    <w:rsid w:val="00A3183A"/>
    <w:rsid w:val="00A31DCF"/>
    <w:rsid w:val="00A3212E"/>
    <w:rsid w:val="00A323B2"/>
    <w:rsid w:val="00A32E27"/>
    <w:rsid w:val="00A32F66"/>
    <w:rsid w:val="00A338C2"/>
    <w:rsid w:val="00A338E0"/>
    <w:rsid w:val="00A3418A"/>
    <w:rsid w:val="00A349B2"/>
    <w:rsid w:val="00A34B23"/>
    <w:rsid w:val="00A34CAD"/>
    <w:rsid w:val="00A352AC"/>
    <w:rsid w:val="00A35466"/>
    <w:rsid w:val="00A355B8"/>
    <w:rsid w:val="00A3566E"/>
    <w:rsid w:val="00A35E94"/>
    <w:rsid w:val="00A35EAD"/>
    <w:rsid w:val="00A3636C"/>
    <w:rsid w:val="00A36395"/>
    <w:rsid w:val="00A36A27"/>
    <w:rsid w:val="00A36D1C"/>
    <w:rsid w:val="00A36F98"/>
    <w:rsid w:val="00A377CB"/>
    <w:rsid w:val="00A379A4"/>
    <w:rsid w:val="00A379B3"/>
    <w:rsid w:val="00A37B43"/>
    <w:rsid w:val="00A40456"/>
    <w:rsid w:val="00A406EA"/>
    <w:rsid w:val="00A40B79"/>
    <w:rsid w:val="00A40DBE"/>
    <w:rsid w:val="00A4155D"/>
    <w:rsid w:val="00A41FD4"/>
    <w:rsid w:val="00A420A1"/>
    <w:rsid w:val="00A42145"/>
    <w:rsid w:val="00A4252F"/>
    <w:rsid w:val="00A4289B"/>
    <w:rsid w:val="00A429EF"/>
    <w:rsid w:val="00A42E46"/>
    <w:rsid w:val="00A42EE2"/>
    <w:rsid w:val="00A432EE"/>
    <w:rsid w:val="00A434C2"/>
    <w:rsid w:val="00A43691"/>
    <w:rsid w:val="00A439C5"/>
    <w:rsid w:val="00A43E59"/>
    <w:rsid w:val="00A43E97"/>
    <w:rsid w:val="00A448C8"/>
    <w:rsid w:val="00A44A19"/>
    <w:rsid w:val="00A44C81"/>
    <w:rsid w:val="00A44ECB"/>
    <w:rsid w:val="00A45045"/>
    <w:rsid w:val="00A453C1"/>
    <w:rsid w:val="00A45533"/>
    <w:rsid w:val="00A45A74"/>
    <w:rsid w:val="00A45E59"/>
    <w:rsid w:val="00A46092"/>
    <w:rsid w:val="00A4658E"/>
    <w:rsid w:val="00A465BF"/>
    <w:rsid w:val="00A46720"/>
    <w:rsid w:val="00A46CD1"/>
    <w:rsid w:val="00A473DF"/>
    <w:rsid w:val="00A473E0"/>
    <w:rsid w:val="00A4755C"/>
    <w:rsid w:val="00A47795"/>
    <w:rsid w:val="00A47A55"/>
    <w:rsid w:val="00A50331"/>
    <w:rsid w:val="00A504E7"/>
    <w:rsid w:val="00A50AEE"/>
    <w:rsid w:val="00A50BB6"/>
    <w:rsid w:val="00A50F9E"/>
    <w:rsid w:val="00A51001"/>
    <w:rsid w:val="00A5153E"/>
    <w:rsid w:val="00A51C3D"/>
    <w:rsid w:val="00A51D11"/>
    <w:rsid w:val="00A52041"/>
    <w:rsid w:val="00A522C4"/>
    <w:rsid w:val="00A5253E"/>
    <w:rsid w:val="00A5298C"/>
    <w:rsid w:val="00A52BC4"/>
    <w:rsid w:val="00A52E2C"/>
    <w:rsid w:val="00A52F58"/>
    <w:rsid w:val="00A53E35"/>
    <w:rsid w:val="00A53FE9"/>
    <w:rsid w:val="00A54459"/>
    <w:rsid w:val="00A5488B"/>
    <w:rsid w:val="00A54D86"/>
    <w:rsid w:val="00A54F2A"/>
    <w:rsid w:val="00A55938"/>
    <w:rsid w:val="00A55AFE"/>
    <w:rsid w:val="00A55FCD"/>
    <w:rsid w:val="00A56008"/>
    <w:rsid w:val="00A566EC"/>
    <w:rsid w:val="00A569F8"/>
    <w:rsid w:val="00A56A48"/>
    <w:rsid w:val="00A56AB8"/>
    <w:rsid w:val="00A56EE8"/>
    <w:rsid w:val="00A57396"/>
    <w:rsid w:val="00A57767"/>
    <w:rsid w:val="00A57813"/>
    <w:rsid w:val="00A578A6"/>
    <w:rsid w:val="00A579AA"/>
    <w:rsid w:val="00A57A21"/>
    <w:rsid w:val="00A57B00"/>
    <w:rsid w:val="00A57C38"/>
    <w:rsid w:val="00A57D9D"/>
    <w:rsid w:val="00A60030"/>
    <w:rsid w:val="00A60336"/>
    <w:rsid w:val="00A6067E"/>
    <w:rsid w:val="00A60B08"/>
    <w:rsid w:val="00A61050"/>
    <w:rsid w:val="00A610E0"/>
    <w:rsid w:val="00A612DC"/>
    <w:rsid w:val="00A617C3"/>
    <w:rsid w:val="00A6237F"/>
    <w:rsid w:val="00A62C67"/>
    <w:rsid w:val="00A62E18"/>
    <w:rsid w:val="00A62FDA"/>
    <w:rsid w:val="00A63461"/>
    <w:rsid w:val="00A63599"/>
    <w:rsid w:val="00A63FC0"/>
    <w:rsid w:val="00A64123"/>
    <w:rsid w:val="00A6429A"/>
    <w:rsid w:val="00A6455C"/>
    <w:rsid w:val="00A646C1"/>
    <w:rsid w:val="00A647CF"/>
    <w:rsid w:val="00A64B9C"/>
    <w:rsid w:val="00A65145"/>
    <w:rsid w:val="00A65980"/>
    <w:rsid w:val="00A662A6"/>
    <w:rsid w:val="00A6638F"/>
    <w:rsid w:val="00A666FA"/>
    <w:rsid w:val="00A6715F"/>
    <w:rsid w:val="00A671CC"/>
    <w:rsid w:val="00A6765B"/>
    <w:rsid w:val="00A67985"/>
    <w:rsid w:val="00A67C7B"/>
    <w:rsid w:val="00A67CED"/>
    <w:rsid w:val="00A67FBB"/>
    <w:rsid w:val="00A70ACB"/>
    <w:rsid w:val="00A71753"/>
    <w:rsid w:val="00A71883"/>
    <w:rsid w:val="00A71B4D"/>
    <w:rsid w:val="00A71E80"/>
    <w:rsid w:val="00A7226C"/>
    <w:rsid w:val="00A722B5"/>
    <w:rsid w:val="00A722C9"/>
    <w:rsid w:val="00A7248F"/>
    <w:rsid w:val="00A72589"/>
    <w:rsid w:val="00A72C0B"/>
    <w:rsid w:val="00A72E3D"/>
    <w:rsid w:val="00A72EA2"/>
    <w:rsid w:val="00A72EBD"/>
    <w:rsid w:val="00A73722"/>
    <w:rsid w:val="00A73BA0"/>
    <w:rsid w:val="00A73DF4"/>
    <w:rsid w:val="00A74548"/>
    <w:rsid w:val="00A74A31"/>
    <w:rsid w:val="00A74D97"/>
    <w:rsid w:val="00A74D9E"/>
    <w:rsid w:val="00A7552A"/>
    <w:rsid w:val="00A76AE7"/>
    <w:rsid w:val="00A76B3E"/>
    <w:rsid w:val="00A76BF9"/>
    <w:rsid w:val="00A76E36"/>
    <w:rsid w:val="00A76EF7"/>
    <w:rsid w:val="00A76F23"/>
    <w:rsid w:val="00A770B5"/>
    <w:rsid w:val="00A7731B"/>
    <w:rsid w:val="00A77396"/>
    <w:rsid w:val="00A77853"/>
    <w:rsid w:val="00A77BBD"/>
    <w:rsid w:val="00A77E13"/>
    <w:rsid w:val="00A77ED5"/>
    <w:rsid w:val="00A802B5"/>
    <w:rsid w:val="00A802F1"/>
    <w:rsid w:val="00A80B43"/>
    <w:rsid w:val="00A80EED"/>
    <w:rsid w:val="00A810D8"/>
    <w:rsid w:val="00A814E1"/>
    <w:rsid w:val="00A8180D"/>
    <w:rsid w:val="00A81BD5"/>
    <w:rsid w:val="00A820CA"/>
    <w:rsid w:val="00A8214D"/>
    <w:rsid w:val="00A82488"/>
    <w:rsid w:val="00A829AA"/>
    <w:rsid w:val="00A82AFE"/>
    <w:rsid w:val="00A82B1D"/>
    <w:rsid w:val="00A83897"/>
    <w:rsid w:val="00A83A2D"/>
    <w:rsid w:val="00A84080"/>
    <w:rsid w:val="00A8441C"/>
    <w:rsid w:val="00A8479C"/>
    <w:rsid w:val="00A84801"/>
    <w:rsid w:val="00A8498B"/>
    <w:rsid w:val="00A84AF4"/>
    <w:rsid w:val="00A84CB9"/>
    <w:rsid w:val="00A855A6"/>
    <w:rsid w:val="00A860D5"/>
    <w:rsid w:val="00A860E1"/>
    <w:rsid w:val="00A864FE"/>
    <w:rsid w:val="00A86828"/>
    <w:rsid w:val="00A8718E"/>
    <w:rsid w:val="00A87292"/>
    <w:rsid w:val="00A87EE3"/>
    <w:rsid w:val="00A90A6E"/>
    <w:rsid w:val="00A90A8A"/>
    <w:rsid w:val="00A91084"/>
    <w:rsid w:val="00A910EC"/>
    <w:rsid w:val="00A9149C"/>
    <w:rsid w:val="00A920ED"/>
    <w:rsid w:val="00A921D7"/>
    <w:rsid w:val="00A92AFE"/>
    <w:rsid w:val="00A92EFD"/>
    <w:rsid w:val="00A92F65"/>
    <w:rsid w:val="00A932C5"/>
    <w:rsid w:val="00A9385E"/>
    <w:rsid w:val="00A93A31"/>
    <w:rsid w:val="00A93ED0"/>
    <w:rsid w:val="00A941CF"/>
    <w:rsid w:val="00A949E6"/>
    <w:rsid w:val="00A94CA9"/>
    <w:rsid w:val="00A94D63"/>
    <w:rsid w:val="00A95289"/>
    <w:rsid w:val="00A952E3"/>
    <w:rsid w:val="00A95531"/>
    <w:rsid w:val="00A95543"/>
    <w:rsid w:val="00A95927"/>
    <w:rsid w:val="00A95A03"/>
    <w:rsid w:val="00A962DD"/>
    <w:rsid w:val="00A96669"/>
    <w:rsid w:val="00A966C2"/>
    <w:rsid w:val="00A967A1"/>
    <w:rsid w:val="00A96884"/>
    <w:rsid w:val="00A96BA7"/>
    <w:rsid w:val="00A973B2"/>
    <w:rsid w:val="00A9753A"/>
    <w:rsid w:val="00A97540"/>
    <w:rsid w:val="00A975D7"/>
    <w:rsid w:val="00A97752"/>
    <w:rsid w:val="00A979E6"/>
    <w:rsid w:val="00A97D5C"/>
    <w:rsid w:val="00A97E63"/>
    <w:rsid w:val="00AA003E"/>
    <w:rsid w:val="00AA022D"/>
    <w:rsid w:val="00AA0234"/>
    <w:rsid w:val="00AA0273"/>
    <w:rsid w:val="00AA0468"/>
    <w:rsid w:val="00AA0498"/>
    <w:rsid w:val="00AA05A2"/>
    <w:rsid w:val="00AA080A"/>
    <w:rsid w:val="00AA08B1"/>
    <w:rsid w:val="00AA0A76"/>
    <w:rsid w:val="00AA0BA8"/>
    <w:rsid w:val="00AA0C97"/>
    <w:rsid w:val="00AA115F"/>
    <w:rsid w:val="00AA1175"/>
    <w:rsid w:val="00AA1262"/>
    <w:rsid w:val="00AA13B9"/>
    <w:rsid w:val="00AA17B1"/>
    <w:rsid w:val="00AA19BB"/>
    <w:rsid w:val="00AA1AE9"/>
    <w:rsid w:val="00AA2163"/>
    <w:rsid w:val="00AA234D"/>
    <w:rsid w:val="00AA25CC"/>
    <w:rsid w:val="00AA25E3"/>
    <w:rsid w:val="00AA2941"/>
    <w:rsid w:val="00AA32FC"/>
    <w:rsid w:val="00AA3823"/>
    <w:rsid w:val="00AA39F2"/>
    <w:rsid w:val="00AA3A68"/>
    <w:rsid w:val="00AA3F88"/>
    <w:rsid w:val="00AA441B"/>
    <w:rsid w:val="00AA4D26"/>
    <w:rsid w:val="00AA5210"/>
    <w:rsid w:val="00AA5494"/>
    <w:rsid w:val="00AA5517"/>
    <w:rsid w:val="00AA575B"/>
    <w:rsid w:val="00AA58F4"/>
    <w:rsid w:val="00AA59CD"/>
    <w:rsid w:val="00AA5A12"/>
    <w:rsid w:val="00AA6A28"/>
    <w:rsid w:val="00AA7091"/>
    <w:rsid w:val="00AA7DB4"/>
    <w:rsid w:val="00AA7EF8"/>
    <w:rsid w:val="00AB01B3"/>
    <w:rsid w:val="00AB0357"/>
    <w:rsid w:val="00AB04E8"/>
    <w:rsid w:val="00AB0B10"/>
    <w:rsid w:val="00AB0B35"/>
    <w:rsid w:val="00AB0CDA"/>
    <w:rsid w:val="00AB0F1A"/>
    <w:rsid w:val="00AB147C"/>
    <w:rsid w:val="00AB167F"/>
    <w:rsid w:val="00AB17E3"/>
    <w:rsid w:val="00AB1A78"/>
    <w:rsid w:val="00AB1D62"/>
    <w:rsid w:val="00AB2061"/>
    <w:rsid w:val="00AB23C0"/>
    <w:rsid w:val="00AB2DCE"/>
    <w:rsid w:val="00AB3454"/>
    <w:rsid w:val="00AB34D0"/>
    <w:rsid w:val="00AB3725"/>
    <w:rsid w:val="00AB3960"/>
    <w:rsid w:val="00AB3CDF"/>
    <w:rsid w:val="00AB3F9F"/>
    <w:rsid w:val="00AB41FB"/>
    <w:rsid w:val="00AB42DC"/>
    <w:rsid w:val="00AB46CB"/>
    <w:rsid w:val="00AB483E"/>
    <w:rsid w:val="00AB49AC"/>
    <w:rsid w:val="00AB4FEA"/>
    <w:rsid w:val="00AB54C3"/>
    <w:rsid w:val="00AB554E"/>
    <w:rsid w:val="00AB57E7"/>
    <w:rsid w:val="00AB589D"/>
    <w:rsid w:val="00AB599D"/>
    <w:rsid w:val="00AB5C42"/>
    <w:rsid w:val="00AB5D7D"/>
    <w:rsid w:val="00AB6055"/>
    <w:rsid w:val="00AB614F"/>
    <w:rsid w:val="00AB61A9"/>
    <w:rsid w:val="00AB61EB"/>
    <w:rsid w:val="00AB63CA"/>
    <w:rsid w:val="00AB63CD"/>
    <w:rsid w:val="00AB64C1"/>
    <w:rsid w:val="00AB6567"/>
    <w:rsid w:val="00AB721B"/>
    <w:rsid w:val="00AB7384"/>
    <w:rsid w:val="00AB7429"/>
    <w:rsid w:val="00AB752C"/>
    <w:rsid w:val="00AB75E4"/>
    <w:rsid w:val="00AB76DC"/>
    <w:rsid w:val="00AC06B6"/>
    <w:rsid w:val="00AC0BBA"/>
    <w:rsid w:val="00AC0E57"/>
    <w:rsid w:val="00AC0F29"/>
    <w:rsid w:val="00AC0FDA"/>
    <w:rsid w:val="00AC1BF3"/>
    <w:rsid w:val="00AC2947"/>
    <w:rsid w:val="00AC2B25"/>
    <w:rsid w:val="00AC2D52"/>
    <w:rsid w:val="00AC33B1"/>
    <w:rsid w:val="00AC3812"/>
    <w:rsid w:val="00AC41DF"/>
    <w:rsid w:val="00AC4583"/>
    <w:rsid w:val="00AC46A3"/>
    <w:rsid w:val="00AC46FB"/>
    <w:rsid w:val="00AC4ADD"/>
    <w:rsid w:val="00AC4DEC"/>
    <w:rsid w:val="00AC4E4E"/>
    <w:rsid w:val="00AC4E79"/>
    <w:rsid w:val="00AC4F07"/>
    <w:rsid w:val="00AC4FCA"/>
    <w:rsid w:val="00AC5B14"/>
    <w:rsid w:val="00AC6380"/>
    <w:rsid w:val="00AC64F1"/>
    <w:rsid w:val="00AC6658"/>
    <w:rsid w:val="00AC6747"/>
    <w:rsid w:val="00AC69A5"/>
    <w:rsid w:val="00AC6CE8"/>
    <w:rsid w:val="00AC6D66"/>
    <w:rsid w:val="00AD09AF"/>
    <w:rsid w:val="00AD0AB2"/>
    <w:rsid w:val="00AD1523"/>
    <w:rsid w:val="00AD16F0"/>
    <w:rsid w:val="00AD1954"/>
    <w:rsid w:val="00AD1B1B"/>
    <w:rsid w:val="00AD1C29"/>
    <w:rsid w:val="00AD1DCD"/>
    <w:rsid w:val="00AD2084"/>
    <w:rsid w:val="00AD28BD"/>
    <w:rsid w:val="00AD2C5E"/>
    <w:rsid w:val="00AD2F17"/>
    <w:rsid w:val="00AD3033"/>
    <w:rsid w:val="00AD31D3"/>
    <w:rsid w:val="00AD32DF"/>
    <w:rsid w:val="00AD3583"/>
    <w:rsid w:val="00AD366D"/>
    <w:rsid w:val="00AD394A"/>
    <w:rsid w:val="00AD3B4F"/>
    <w:rsid w:val="00AD3FB4"/>
    <w:rsid w:val="00AD4551"/>
    <w:rsid w:val="00AD4627"/>
    <w:rsid w:val="00AD4629"/>
    <w:rsid w:val="00AD470B"/>
    <w:rsid w:val="00AD4B89"/>
    <w:rsid w:val="00AD4D67"/>
    <w:rsid w:val="00AD5395"/>
    <w:rsid w:val="00AD5397"/>
    <w:rsid w:val="00AD5872"/>
    <w:rsid w:val="00AD5A90"/>
    <w:rsid w:val="00AD5E5A"/>
    <w:rsid w:val="00AD6071"/>
    <w:rsid w:val="00AD6286"/>
    <w:rsid w:val="00AD63F8"/>
    <w:rsid w:val="00AD6BC6"/>
    <w:rsid w:val="00AD6CE0"/>
    <w:rsid w:val="00AD6F63"/>
    <w:rsid w:val="00AD7167"/>
    <w:rsid w:val="00AD7688"/>
    <w:rsid w:val="00AD776D"/>
    <w:rsid w:val="00AD789C"/>
    <w:rsid w:val="00AD78A1"/>
    <w:rsid w:val="00AD7A63"/>
    <w:rsid w:val="00AD7B6D"/>
    <w:rsid w:val="00AD7C09"/>
    <w:rsid w:val="00AD7C13"/>
    <w:rsid w:val="00AD7C45"/>
    <w:rsid w:val="00AD7CE4"/>
    <w:rsid w:val="00AE0077"/>
    <w:rsid w:val="00AE00E2"/>
    <w:rsid w:val="00AE05D4"/>
    <w:rsid w:val="00AE05DA"/>
    <w:rsid w:val="00AE0C22"/>
    <w:rsid w:val="00AE0E9A"/>
    <w:rsid w:val="00AE1119"/>
    <w:rsid w:val="00AE134D"/>
    <w:rsid w:val="00AE1A50"/>
    <w:rsid w:val="00AE1DDA"/>
    <w:rsid w:val="00AE2220"/>
    <w:rsid w:val="00AE2473"/>
    <w:rsid w:val="00AE268E"/>
    <w:rsid w:val="00AE2A63"/>
    <w:rsid w:val="00AE2B33"/>
    <w:rsid w:val="00AE383C"/>
    <w:rsid w:val="00AE3D9D"/>
    <w:rsid w:val="00AE40C9"/>
    <w:rsid w:val="00AE4405"/>
    <w:rsid w:val="00AE4467"/>
    <w:rsid w:val="00AE45D6"/>
    <w:rsid w:val="00AE4B09"/>
    <w:rsid w:val="00AE4C61"/>
    <w:rsid w:val="00AE4EC3"/>
    <w:rsid w:val="00AE4F92"/>
    <w:rsid w:val="00AE507D"/>
    <w:rsid w:val="00AE5099"/>
    <w:rsid w:val="00AE5374"/>
    <w:rsid w:val="00AE5732"/>
    <w:rsid w:val="00AE58D5"/>
    <w:rsid w:val="00AE5947"/>
    <w:rsid w:val="00AE5B14"/>
    <w:rsid w:val="00AE6205"/>
    <w:rsid w:val="00AE6455"/>
    <w:rsid w:val="00AE6AB4"/>
    <w:rsid w:val="00AE6BF3"/>
    <w:rsid w:val="00AE6CF0"/>
    <w:rsid w:val="00AE6D29"/>
    <w:rsid w:val="00AE6EDD"/>
    <w:rsid w:val="00AE7C76"/>
    <w:rsid w:val="00AE7DE2"/>
    <w:rsid w:val="00AE7E28"/>
    <w:rsid w:val="00AE7F1E"/>
    <w:rsid w:val="00AF0359"/>
    <w:rsid w:val="00AF04C8"/>
    <w:rsid w:val="00AF07BE"/>
    <w:rsid w:val="00AF12CD"/>
    <w:rsid w:val="00AF19A4"/>
    <w:rsid w:val="00AF1FF8"/>
    <w:rsid w:val="00AF2396"/>
    <w:rsid w:val="00AF2442"/>
    <w:rsid w:val="00AF2B6B"/>
    <w:rsid w:val="00AF32E6"/>
    <w:rsid w:val="00AF3796"/>
    <w:rsid w:val="00AF3AFB"/>
    <w:rsid w:val="00AF3B60"/>
    <w:rsid w:val="00AF3B8E"/>
    <w:rsid w:val="00AF4011"/>
    <w:rsid w:val="00AF40AD"/>
    <w:rsid w:val="00AF40D3"/>
    <w:rsid w:val="00AF4171"/>
    <w:rsid w:val="00AF474D"/>
    <w:rsid w:val="00AF4EC6"/>
    <w:rsid w:val="00AF502D"/>
    <w:rsid w:val="00AF559B"/>
    <w:rsid w:val="00AF5AD8"/>
    <w:rsid w:val="00AF5C06"/>
    <w:rsid w:val="00AF5DAD"/>
    <w:rsid w:val="00AF5F6D"/>
    <w:rsid w:val="00AF5FF1"/>
    <w:rsid w:val="00AF62F4"/>
    <w:rsid w:val="00AF69F4"/>
    <w:rsid w:val="00AF6A6F"/>
    <w:rsid w:val="00AF6CFF"/>
    <w:rsid w:val="00AF7000"/>
    <w:rsid w:val="00AF741A"/>
    <w:rsid w:val="00AF772F"/>
    <w:rsid w:val="00AF7806"/>
    <w:rsid w:val="00AF7911"/>
    <w:rsid w:val="00B003B5"/>
    <w:rsid w:val="00B007CC"/>
    <w:rsid w:val="00B00E6C"/>
    <w:rsid w:val="00B00E6D"/>
    <w:rsid w:val="00B00ED6"/>
    <w:rsid w:val="00B00F4C"/>
    <w:rsid w:val="00B01614"/>
    <w:rsid w:val="00B018F7"/>
    <w:rsid w:val="00B01AAA"/>
    <w:rsid w:val="00B01CBE"/>
    <w:rsid w:val="00B02356"/>
    <w:rsid w:val="00B02C3F"/>
    <w:rsid w:val="00B033B8"/>
    <w:rsid w:val="00B03740"/>
    <w:rsid w:val="00B03E08"/>
    <w:rsid w:val="00B04485"/>
    <w:rsid w:val="00B04847"/>
    <w:rsid w:val="00B04C6F"/>
    <w:rsid w:val="00B04C8B"/>
    <w:rsid w:val="00B04F0B"/>
    <w:rsid w:val="00B05161"/>
    <w:rsid w:val="00B052B4"/>
    <w:rsid w:val="00B05667"/>
    <w:rsid w:val="00B058CB"/>
    <w:rsid w:val="00B05906"/>
    <w:rsid w:val="00B05D41"/>
    <w:rsid w:val="00B06087"/>
    <w:rsid w:val="00B0620B"/>
    <w:rsid w:val="00B06356"/>
    <w:rsid w:val="00B064FA"/>
    <w:rsid w:val="00B07A27"/>
    <w:rsid w:val="00B07A4A"/>
    <w:rsid w:val="00B07CE9"/>
    <w:rsid w:val="00B101C6"/>
    <w:rsid w:val="00B10372"/>
    <w:rsid w:val="00B103C5"/>
    <w:rsid w:val="00B108EA"/>
    <w:rsid w:val="00B10A6F"/>
    <w:rsid w:val="00B10AE8"/>
    <w:rsid w:val="00B10C48"/>
    <w:rsid w:val="00B1106A"/>
    <w:rsid w:val="00B11479"/>
    <w:rsid w:val="00B1150D"/>
    <w:rsid w:val="00B11AF3"/>
    <w:rsid w:val="00B11C66"/>
    <w:rsid w:val="00B11F95"/>
    <w:rsid w:val="00B1312B"/>
    <w:rsid w:val="00B1391D"/>
    <w:rsid w:val="00B13C93"/>
    <w:rsid w:val="00B13FB7"/>
    <w:rsid w:val="00B14746"/>
    <w:rsid w:val="00B14836"/>
    <w:rsid w:val="00B14CCB"/>
    <w:rsid w:val="00B14E09"/>
    <w:rsid w:val="00B14EDA"/>
    <w:rsid w:val="00B14F76"/>
    <w:rsid w:val="00B15C03"/>
    <w:rsid w:val="00B1728B"/>
    <w:rsid w:val="00B1744B"/>
    <w:rsid w:val="00B17CE4"/>
    <w:rsid w:val="00B17D0B"/>
    <w:rsid w:val="00B17F8E"/>
    <w:rsid w:val="00B20742"/>
    <w:rsid w:val="00B2090D"/>
    <w:rsid w:val="00B20E40"/>
    <w:rsid w:val="00B21467"/>
    <w:rsid w:val="00B22539"/>
    <w:rsid w:val="00B22578"/>
    <w:rsid w:val="00B229BF"/>
    <w:rsid w:val="00B22B1D"/>
    <w:rsid w:val="00B2318C"/>
    <w:rsid w:val="00B232DF"/>
    <w:rsid w:val="00B23303"/>
    <w:rsid w:val="00B2398C"/>
    <w:rsid w:val="00B23F2B"/>
    <w:rsid w:val="00B240DE"/>
    <w:rsid w:val="00B24980"/>
    <w:rsid w:val="00B24E55"/>
    <w:rsid w:val="00B25060"/>
    <w:rsid w:val="00B25D89"/>
    <w:rsid w:val="00B25DCC"/>
    <w:rsid w:val="00B25EC1"/>
    <w:rsid w:val="00B25F7A"/>
    <w:rsid w:val="00B2619D"/>
    <w:rsid w:val="00B2655A"/>
    <w:rsid w:val="00B26B40"/>
    <w:rsid w:val="00B273B7"/>
    <w:rsid w:val="00B2750D"/>
    <w:rsid w:val="00B278C8"/>
    <w:rsid w:val="00B27B2D"/>
    <w:rsid w:val="00B27EBB"/>
    <w:rsid w:val="00B301A8"/>
    <w:rsid w:val="00B30366"/>
    <w:rsid w:val="00B30CFF"/>
    <w:rsid w:val="00B30D09"/>
    <w:rsid w:val="00B30FDE"/>
    <w:rsid w:val="00B316F5"/>
    <w:rsid w:val="00B31AE2"/>
    <w:rsid w:val="00B31BF5"/>
    <w:rsid w:val="00B31F60"/>
    <w:rsid w:val="00B31F80"/>
    <w:rsid w:val="00B3282E"/>
    <w:rsid w:val="00B32857"/>
    <w:rsid w:val="00B32890"/>
    <w:rsid w:val="00B3324D"/>
    <w:rsid w:val="00B33326"/>
    <w:rsid w:val="00B3335B"/>
    <w:rsid w:val="00B335C1"/>
    <w:rsid w:val="00B33815"/>
    <w:rsid w:val="00B33832"/>
    <w:rsid w:val="00B33905"/>
    <w:rsid w:val="00B33D39"/>
    <w:rsid w:val="00B342DB"/>
    <w:rsid w:val="00B34682"/>
    <w:rsid w:val="00B346E7"/>
    <w:rsid w:val="00B3484D"/>
    <w:rsid w:val="00B34CEC"/>
    <w:rsid w:val="00B34E60"/>
    <w:rsid w:val="00B34F77"/>
    <w:rsid w:val="00B3519B"/>
    <w:rsid w:val="00B35572"/>
    <w:rsid w:val="00B355B4"/>
    <w:rsid w:val="00B35DB9"/>
    <w:rsid w:val="00B35E62"/>
    <w:rsid w:val="00B362E3"/>
    <w:rsid w:val="00B36388"/>
    <w:rsid w:val="00B3646D"/>
    <w:rsid w:val="00B365F3"/>
    <w:rsid w:val="00B36B2F"/>
    <w:rsid w:val="00B36ED9"/>
    <w:rsid w:val="00B37152"/>
    <w:rsid w:val="00B37BF5"/>
    <w:rsid w:val="00B4001C"/>
    <w:rsid w:val="00B40286"/>
    <w:rsid w:val="00B407B3"/>
    <w:rsid w:val="00B40D7C"/>
    <w:rsid w:val="00B40EB1"/>
    <w:rsid w:val="00B41165"/>
    <w:rsid w:val="00B41754"/>
    <w:rsid w:val="00B4179F"/>
    <w:rsid w:val="00B41D40"/>
    <w:rsid w:val="00B41DD9"/>
    <w:rsid w:val="00B41E57"/>
    <w:rsid w:val="00B41FD3"/>
    <w:rsid w:val="00B42186"/>
    <w:rsid w:val="00B421DE"/>
    <w:rsid w:val="00B42251"/>
    <w:rsid w:val="00B4243F"/>
    <w:rsid w:val="00B42460"/>
    <w:rsid w:val="00B425BB"/>
    <w:rsid w:val="00B426ED"/>
    <w:rsid w:val="00B428BB"/>
    <w:rsid w:val="00B42B4B"/>
    <w:rsid w:val="00B42FF1"/>
    <w:rsid w:val="00B432E5"/>
    <w:rsid w:val="00B434F0"/>
    <w:rsid w:val="00B4352F"/>
    <w:rsid w:val="00B43669"/>
    <w:rsid w:val="00B43C97"/>
    <w:rsid w:val="00B43D1C"/>
    <w:rsid w:val="00B4432A"/>
    <w:rsid w:val="00B447AD"/>
    <w:rsid w:val="00B44E69"/>
    <w:rsid w:val="00B45521"/>
    <w:rsid w:val="00B45572"/>
    <w:rsid w:val="00B45641"/>
    <w:rsid w:val="00B45AF1"/>
    <w:rsid w:val="00B45EC1"/>
    <w:rsid w:val="00B45F15"/>
    <w:rsid w:val="00B462AB"/>
    <w:rsid w:val="00B46678"/>
    <w:rsid w:val="00B46680"/>
    <w:rsid w:val="00B4697D"/>
    <w:rsid w:val="00B46B0F"/>
    <w:rsid w:val="00B46B1F"/>
    <w:rsid w:val="00B46E52"/>
    <w:rsid w:val="00B46FA7"/>
    <w:rsid w:val="00B4727E"/>
    <w:rsid w:val="00B47A26"/>
    <w:rsid w:val="00B47BE0"/>
    <w:rsid w:val="00B5023C"/>
    <w:rsid w:val="00B5024A"/>
    <w:rsid w:val="00B50F86"/>
    <w:rsid w:val="00B5107F"/>
    <w:rsid w:val="00B5122A"/>
    <w:rsid w:val="00B512AE"/>
    <w:rsid w:val="00B515BC"/>
    <w:rsid w:val="00B51A48"/>
    <w:rsid w:val="00B51F89"/>
    <w:rsid w:val="00B52085"/>
    <w:rsid w:val="00B5209C"/>
    <w:rsid w:val="00B5236E"/>
    <w:rsid w:val="00B523C2"/>
    <w:rsid w:val="00B5266A"/>
    <w:rsid w:val="00B528FA"/>
    <w:rsid w:val="00B52A00"/>
    <w:rsid w:val="00B52A21"/>
    <w:rsid w:val="00B52D53"/>
    <w:rsid w:val="00B52E3C"/>
    <w:rsid w:val="00B53226"/>
    <w:rsid w:val="00B5349D"/>
    <w:rsid w:val="00B53638"/>
    <w:rsid w:val="00B53711"/>
    <w:rsid w:val="00B5401A"/>
    <w:rsid w:val="00B5440B"/>
    <w:rsid w:val="00B5489A"/>
    <w:rsid w:val="00B5499D"/>
    <w:rsid w:val="00B54EF0"/>
    <w:rsid w:val="00B55046"/>
    <w:rsid w:val="00B55AA0"/>
    <w:rsid w:val="00B56121"/>
    <w:rsid w:val="00B561CC"/>
    <w:rsid w:val="00B563C1"/>
    <w:rsid w:val="00B56471"/>
    <w:rsid w:val="00B56D00"/>
    <w:rsid w:val="00B57860"/>
    <w:rsid w:val="00B579F6"/>
    <w:rsid w:val="00B57B79"/>
    <w:rsid w:val="00B57E4B"/>
    <w:rsid w:val="00B6021B"/>
    <w:rsid w:val="00B60334"/>
    <w:rsid w:val="00B6087D"/>
    <w:rsid w:val="00B60E38"/>
    <w:rsid w:val="00B61027"/>
    <w:rsid w:val="00B61899"/>
    <w:rsid w:val="00B61C11"/>
    <w:rsid w:val="00B61DC2"/>
    <w:rsid w:val="00B61E6D"/>
    <w:rsid w:val="00B6224B"/>
    <w:rsid w:val="00B6292D"/>
    <w:rsid w:val="00B62B07"/>
    <w:rsid w:val="00B63485"/>
    <w:rsid w:val="00B63680"/>
    <w:rsid w:val="00B642F9"/>
    <w:rsid w:val="00B6486C"/>
    <w:rsid w:val="00B649C2"/>
    <w:rsid w:val="00B649EF"/>
    <w:rsid w:val="00B64D98"/>
    <w:rsid w:val="00B65A61"/>
    <w:rsid w:val="00B65ACE"/>
    <w:rsid w:val="00B65DEA"/>
    <w:rsid w:val="00B66702"/>
    <w:rsid w:val="00B66772"/>
    <w:rsid w:val="00B669D7"/>
    <w:rsid w:val="00B67594"/>
    <w:rsid w:val="00B675E3"/>
    <w:rsid w:val="00B67905"/>
    <w:rsid w:val="00B70064"/>
    <w:rsid w:val="00B70C5C"/>
    <w:rsid w:val="00B70ECB"/>
    <w:rsid w:val="00B70FA3"/>
    <w:rsid w:val="00B714A7"/>
    <w:rsid w:val="00B714FC"/>
    <w:rsid w:val="00B718DA"/>
    <w:rsid w:val="00B7194D"/>
    <w:rsid w:val="00B71A7E"/>
    <w:rsid w:val="00B71E98"/>
    <w:rsid w:val="00B72078"/>
    <w:rsid w:val="00B72085"/>
    <w:rsid w:val="00B72450"/>
    <w:rsid w:val="00B724A1"/>
    <w:rsid w:val="00B72BBF"/>
    <w:rsid w:val="00B73411"/>
    <w:rsid w:val="00B740A1"/>
    <w:rsid w:val="00B74207"/>
    <w:rsid w:val="00B7465E"/>
    <w:rsid w:val="00B749F7"/>
    <w:rsid w:val="00B74E43"/>
    <w:rsid w:val="00B7513B"/>
    <w:rsid w:val="00B754CD"/>
    <w:rsid w:val="00B7569C"/>
    <w:rsid w:val="00B758FE"/>
    <w:rsid w:val="00B75C09"/>
    <w:rsid w:val="00B76131"/>
    <w:rsid w:val="00B76402"/>
    <w:rsid w:val="00B766C2"/>
    <w:rsid w:val="00B768BC"/>
    <w:rsid w:val="00B76938"/>
    <w:rsid w:val="00B76C9A"/>
    <w:rsid w:val="00B76C9E"/>
    <w:rsid w:val="00B76CF9"/>
    <w:rsid w:val="00B7711E"/>
    <w:rsid w:val="00B77827"/>
    <w:rsid w:val="00B77AAD"/>
    <w:rsid w:val="00B77FDF"/>
    <w:rsid w:val="00B8001D"/>
    <w:rsid w:val="00B805C9"/>
    <w:rsid w:val="00B806A0"/>
    <w:rsid w:val="00B80ACB"/>
    <w:rsid w:val="00B80B13"/>
    <w:rsid w:val="00B80B25"/>
    <w:rsid w:val="00B80CDC"/>
    <w:rsid w:val="00B81059"/>
    <w:rsid w:val="00B811ED"/>
    <w:rsid w:val="00B81205"/>
    <w:rsid w:val="00B812C5"/>
    <w:rsid w:val="00B81696"/>
    <w:rsid w:val="00B81732"/>
    <w:rsid w:val="00B817E1"/>
    <w:rsid w:val="00B81929"/>
    <w:rsid w:val="00B81976"/>
    <w:rsid w:val="00B819C4"/>
    <w:rsid w:val="00B81DB4"/>
    <w:rsid w:val="00B8214E"/>
    <w:rsid w:val="00B829E6"/>
    <w:rsid w:val="00B8354C"/>
    <w:rsid w:val="00B83932"/>
    <w:rsid w:val="00B83BD3"/>
    <w:rsid w:val="00B83EBB"/>
    <w:rsid w:val="00B8405C"/>
    <w:rsid w:val="00B8424E"/>
    <w:rsid w:val="00B84DBD"/>
    <w:rsid w:val="00B85084"/>
    <w:rsid w:val="00B8511E"/>
    <w:rsid w:val="00B85251"/>
    <w:rsid w:val="00B8541C"/>
    <w:rsid w:val="00B85483"/>
    <w:rsid w:val="00B85496"/>
    <w:rsid w:val="00B85BA7"/>
    <w:rsid w:val="00B862D4"/>
    <w:rsid w:val="00B869D4"/>
    <w:rsid w:val="00B86AA3"/>
    <w:rsid w:val="00B86CDE"/>
    <w:rsid w:val="00B871F2"/>
    <w:rsid w:val="00B8749B"/>
    <w:rsid w:val="00B87746"/>
    <w:rsid w:val="00B87D4B"/>
    <w:rsid w:val="00B87EC3"/>
    <w:rsid w:val="00B90298"/>
    <w:rsid w:val="00B90411"/>
    <w:rsid w:val="00B906FA"/>
    <w:rsid w:val="00B90844"/>
    <w:rsid w:val="00B909F4"/>
    <w:rsid w:val="00B90A1F"/>
    <w:rsid w:val="00B90D70"/>
    <w:rsid w:val="00B91636"/>
    <w:rsid w:val="00B91CAC"/>
    <w:rsid w:val="00B91FD3"/>
    <w:rsid w:val="00B92490"/>
    <w:rsid w:val="00B92564"/>
    <w:rsid w:val="00B926FE"/>
    <w:rsid w:val="00B928D2"/>
    <w:rsid w:val="00B9291D"/>
    <w:rsid w:val="00B929A3"/>
    <w:rsid w:val="00B92CAA"/>
    <w:rsid w:val="00B92FF0"/>
    <w:rsid w:val="00B933B7"/>
    <w:rsid w:val="00B9346C"/>
    <w:rsid w:val="00B93653"/>
    <w:rsid w:val="00B93AFB"/>
    <w:rsid w:val="00B93B4B"/>
    <w:rsid w:val="00B93D08"/>
    <w:rsid w:val="00B9422F"/>
    <w:rsid w:val="00B949CB"/>
    <w:rsid w:val="00B94C35"/>
    <w:rsid w:val="00B94FFF"/>
    <w:rsid w:val="00B95E2E"/>
    <w:rsid w:val="00B95FC8"/>
    <w:rsid w:val="00B9610E"/>
    <w:rsid w:val="00B96925"/>
    <w:rsid w:val="00B96CBA"/>
    <w:rsid w:val="00B96DDA"/>
    <w:rsid w:val="00B97535"/>
    <w:rsid w:val="00B97AB2"/>
    <w:rsid w:val="00B97AC7"/>
    <w:rsid w:val="00B97D74"/>
    <w:rsid w:val="00B97DDC"/>
    <w:rsid w:val="00B97F44"/>
    <w:rsid w:val="00BA0097"/>
    <w:rsid w:val="00BA0211"/>
    <w:rsid w:val="00BA0329"/>
    <w:rsid w:val="00BA03A3"/>
    <w:rsid w:val="00BA0933"/>
    <w:rsid w:val="00BA0BBB"/>
    <w:rsid w:val="00BA0F51"/>
    <w:rsid w:val="00BA1088"/>
    <w:rsid w:val="00BA1317"/>
    <w:rsid w:val="00BA1A61"/>
    <w:rsid w:val="00BA2078"/>
    <w:rsid w:val="00BA22FC"/>
    <w:rsid w:val="00BA321A"/>
    <w:rsid w:val="00BA35DA"/>
    <w:rsid w:val="00BA3A79"/>
    <w:rsid w:val="00BA3A88"/>
    <w:rsid w:val="00BA3B7D"/>
    <w:rsid w:val="00BA3C3D"/>
    <w:rsid w:val="00BA3E2D"/>
    <w:rsid w:val="00BA43C1"/>
    <w:rsid w:val="00BA43C2"/>
    <w:rsid w:val="00BA480C"/>
    <w:rsid w:val="00BA4865"/>
    <w:rsid w:val="00BA4BDC"/>
    <w:rsid w:val="00BA5210"/>
    <w:rsid w:val="00BA570D"/>
    <w:rsid w:val="00BA5AE5"/>
    <w:rsid w:val="00BA5CD5"/>
    <w:rsid w:val="00BA5D62"/>
    <w:rsid w:val="00BA644A"/>
    <w:rsid w:val="00BA6C69"/>
    <w:rsid w:val="00BA7E73"/>
    <w:rsid w:val="00BB04EB"/>
    <w:rsid w:val="00BB0A21"/>
    <w:rsid w:val="00BB0D89"/>
    <w:rsid w:val="00BB12CE"/>
    <w:rsid w:val="00BB1C34"/>
    <w:rsid w:val="00BB1C9A"/>
    <w:rsid w:val="00BB1D2C"/>
    <w:rsid w:val="00BB1E11"/>
    <w:rsid w:val="00BB2E81"/>
    <w:rsid w:val="00BB3205"/>
    <w:rsid w:val="00BB3A92"/>
    <w:rsid w:val="00BB3AD7"/>
    <w:rsid w:val="00BB3E9B"/>
    <w:rsid w:val="00BB466E"/>
    <w:rsid w:val="00BB5282"/>
    <w:rsid w:val="00BB5375"/>
    <w:rsid w:val="00BB5C14"/>
    <w:rsid w:val="00BB5D8E"/>
    <w:rsid w:val="00BB62AF"/>
    <w:rsid w:val="00BB64E8"/>
    <w:rsid w:val="00BB655A"/>
    <w:rsid w:val="00BB660B"/>
    <w:rsid w:val="00BB66E7"/>
    <w:rsid w:val="00BB678C"/>
    <w:rsid w:val="00BB72C4"/>
    <w:rsid w:val="00BB7407"/>
    <w:rsid w:val="00BC08B0"/>
    <w:rsid w:val="00BC0B46"/>
    <w:rsid w:val="00BC0B91"/>
    <w:rsid w:val="00BC0EAC"/>
    <w:rsid w:val="00BC1483"/>
    <w:rsid w:val="00BC18CC"/>
    <w:rsid w:val="00BC1B2E"/>
    <w:rsid w:val="00BC1BC4"/>
    <w:rsid w:val="00BC2025"/>
    <w:rsid w:val="00BC205E"/>
    <w:rsid w:val="00BC21ED"/>
    <w:rsid w:val="00BC2605"/>
    <w:rsid w:val="00BC2959"/>
    <w:rsid w:val="00BC3299"/>
    <w:rsid w:val="00BC342B"/>
    <w:rsid w:val="00BC363C"/>
    <w:rsid w:val="00BC374E"/>
    <w:rsid w:val="00BC37BC"/>
    <w:rsid w:val="00BC3BE3"/>
    <w:rsid w:val="00BC4210"/>
    <w:rsid w:val="00BC4535"/>
    <w:rsid w:val="00BC55EF"/>
    <w:rsid w:val="00BC5DC5"/>
    <w:rsid w:val="00BC6759"/>
    <w:rsid w:val="00BC72EE"/>
    <w:rsid w:val="00BC7330"/>
    <w:rsid w:val="00BC735C"/>
    <w:rsid w:val="00BC7D02"/>
    <w:rsid w:val="00BC7F72"/>
    <w:rsid w:val="00BD006A"/>
    <w:rsid w:val="00BD0095"/>
    <w:rsid w:val="00BD0216"/>
    <w:rsid w:val="00BD0F8E"/>
    <w:rsid w:val="00BD0F93"/>
    <w:rsid w:val="00BD1121"/>
    <w:rsid w:val="00BD1B67"/>
    <w:rsid w:val="00BD2D01"/>
    <w:rsid w:val="00BD34E8"/>
    <w:rsid w:val="00BD3547"/>
    <w:rsid w:val="00BD35CE"/>
    <w:rsid w:val="00BD38B6"/>
    <w:rsid w:val="00BD3B89"/>
    <w:rsid w:val="00BD3D3A"/>
    <w:rsid w:val="00BD3D85"/>
    <w:rsid w:val="00BD3FF8"/>
    <w:rsid w:val="00BD4513"/>
    <w:rsid w:val="00BD45C0"/>
    <w:rsid w:val="00BD4E74"/>
    <w:rsid w:val="00BD514C"/>
    <w:rsid w:val="00BD515F"/>
    <w:rsid w:val="00BD5336"/>
    <w:rsid w:val="00BD543C"/>
    <w:rsid w:val="00BD54AF"/>
    <w:rsid w:val="00BD56C4"/>
    <w:rsid w:val="00BD5D21"/>
    <w:rsid w:val="00BD5E8A"/>
    <w:rsid w:val="00BD6202"/>
    <w:rsid w:val="00BD641A"/>
    <w:rsid w:val="00BD68F8"/>
    <w:rsid w:val="00BD694C"/>
    <w:rsid w:val="00BD6FB3"/>
    <w:rsid w:val="00BD7393"/>
    <w:rsid w:val="00BD756D"/>
    <w:rsid w:val="00BD7752"/>
    <w:rsid w:val="00BD77F7"/>
    <w:rsid w:val="00BD78FC"/>
    <w:rsid w:val="00BD7A2D"/>
    <w:rsid w:val="00BD7B7D"/>
    <w:rsid w:val="00BD7BC4"/>
    <w:rsid w:val="00BD7C14"/>
    <w:rsid w:val="00BD7DB5"/>
    <w:rsid w:val="00BE0014"/>
    <w:rsid w:val="00BE0DDF"/>
    <w:rsid w:val="00BE1DC5"/>
    <w:rsid w:val="00BE25D5"/>
    <w:rsid w:val="00BE25FE"/>
    <w:rsid w:val="00BE2C7E"/>
    <w:rsid w:val="00BE30AF"/>
    <w:rsid w:val="00BE3280"/>
    <w:rsid w:val="00BE3391"/>
    <w:rsid w:val="00BE3475"/>
    <w:rsid w:val="00BE364D"/>
    <w:rsid w:val="00BE375E"/>
    <w:rsid w:val="00BE3B67"/>
    <w:rsid w:val="00BE3BF3"/>
    <w:rsid w:val="00BE3E35"/>
    <w:rsid w:val="00BE3F28"/>
    <w:rsid w:val="00BE406A"/>
    <w:rsid w:val="00BE47D8"/>
    <w:rsid w:val="00BE4D6F"/>
    <w:rsid w:val="00BE5226"/>
    <w:rsid w:val="00BE533B"/>
    <w:rsid w:val="00BE58B7"/>
    <w:rsid w:val="00BE5A8A"/>
    <w:rsid w:val="00BE5E21"/>
    <w:rsid w:val="00BE5F30"/>
    <w:rsid w:val="00BE638A"/>
    <w:rsid w:val="00BE657F"/>
    <w:rsid w:val="00BE7068"/>
    <w:rsid w:val="00BE7766"/>
    <w:rsid w:val="00BE7B7C"/>
    <w:rsid w:val="00BE7D32"/>
    <w:rsid w:val="00BF03A3"/>
    <w:rsid w:val="00BF0425"/>
    <w:rsid w:val="00BF0AA7"/>
    <w:rsid w:val="00BF0B25"/>
    <w:rsid w:val="00BF0DB2"/>
    <w:rsid w:val="00BF1BF2"/>
    <w:rsid w:val="00BF20DA"/>
    <w:rsid w:val="00BF222D"/>
    <w:rsid w:val="00BF29F7"/>
    <w:rsid w:val="00BF2D82"/>
    <w:rsid w:val="00BF33DD"/>
    <w:rsid w:val="00BF40AB"/>
    <w:rsid w:val="00BF4157"/>
    <w:rsid w:val="00BF4B29"/>
    <w:rsid w:val="00BF5033"/>
    <w:rsid w:val="00BF51D3"/>
    <w:rsid w:val="00BF5608"/>
    <w:rsid w:val="00BF5D1D"/>
    <w:rsid w:val="00BF6279"/>
    <w:rsid w:val="00BF6782"/>
    <w:rsid w:val="00BF678A"/>
    <w:rsid w:val="00BF67D2"/>
    <w:rsid w:val="00BF67D6"/>
    <w:rsid w:val="00BF6970"/>
    <w:rsid w:val="00BF6CDA"/>
    <w:rsid w:val="00BF6E57"/>
    <w:rsid w:val="00BF6F7B"/>
    <w:rsid w:val="00BF705C"/>
    <w:rsid w:val="00BF70CD"/>
    <w:rsid w:val="00BF7D70"/>
    <w:rsid w:val="00BF7F73"/>
    <w:rsid w:val="00C00505"/>
    <w:rsid w:val="00C00605"/>
    <w:rsid w:val="00C0075F"/>
    <w:rsid w:val="00C00CA6"/>
    <w:rsid w:val="00C00E48"/>
    <w:rsid w:val="00C013BC"/>
    <w:rsid w:val="00C01474"/>
    <w:rsid w:val="00C015A4"/>
    <w:rsid w:val="00C01A80"/>
    <w:rsid w:val="00C02641"/>
    <w:rsid w:val="00C036A1"/>
    <w:rsid w:val="00C03957"/>
    <w:rsid w:val="00C03A84"/>
    <w:rsid w:val="00C03C24"/>
    <w:rsid w:val="00C03EC1"/>
    <w:rsid w:val="00C04042"/>
    <w:rsid w:val="00C04257"/>
    <w:rsid w:val="00C0454B"/>
    <w:rsid w:val="00C0469C"/>
    <w:rsid w:val="00C05E26"/>
    <w:rsid w:val="00C061BE"/>
    <w:rsid w:val="00C0621E"/>
    <w:rsid w:val="00C062B0"/>
    <w:rsid w:val="00C06DB6"/>
    <w:rsid w:val="00C06F2B"/>
    <w:rsid w:val="00C0716B"/>
    <w:rsid w:val="00C071A5"/>
    <w:rsid w:val="00C0752D"/>
    <w:rsid w:val="00C079A1"/>
    <w:rsid w:val="00C079B3"/>
    <w:rsid w:val="00C07A4D"/>
    <w:rsid w:val="00C07A5B"/>
    <w:rsid w:val="00C07B25"/>
    <w:rsid w:val="00C07E06"/>
    <w:rsid w:val="00C10274"/>
    <w:rsid w:val="00C102CC"/>
    <w:rsid w:val="00C10E15"/>
    <w:rsid w:val="00C11757"/>
    <w:rsid w:val="00C1196E"/>
    <w:rsid w:val="00C11BC8"/>
    <w:rsid w:val="00C11CEC"/>
    <w:rsid w:val="00C11D65"/>
    <w:rsid w:val="00C11DBD"/>
    <w:rsid w:val="00C12411"/>
    <w:rsid w:val="00C1251B"/>
    <w:rsid w:val="00C1253A"/>
    <w:rsid w:val="00C126CB"/>
    <w:rsid w:val="00C12852"/>
    <w:rsid w:val="00C12C64"/>
    <w:rsid w:val="00C12F7A"/>
    <w:rsid w:val="00C13484"/>
    <w:rsid w:val="00C13850"/>
    <w:rsid w:val="00C13A5C"/>
    <w:rsid w:val="00C140B2"/>
    <w:rsid w:val="00C14E96"/>
    <w:rsid w:val="00C153B0"/>
    <w:rsid w:val="00C1567D"/>
    <w:rsid w:val="00C1669E"/>
    <w:rsid w:val="00C17151"/>
    <w:rsid w:val="00C17431"/>
    <w:rsid w:val="00C176BD"/>
    <w:rsid w:val="00C176F3"/>
    <w:rsid w:val="00C177CB"/>
    <w:rsid w:val="00C177D4"/>
    <w:rsid w:val="00C17D6C"/>
    <w:rsid w:val="00C20049"/>
    <w:rsid w:val="00C203BE"/>
    <w:rsid w:val="00C20914"/>
    <w:rsid w:val="00C20EAF"/>
    <w:rsid w:val="00C20EEC"/>
    <w:rsid w:val="00C2115C"/>
    <w:rsid w:val="00C21496"/>
    <w:rsid w:val="00C21681"/>
    <w:rsid w:val="00C2187F"/>
    <w:rsid w:val="00C21A74"/>
    <w:rsid w:val="00C21CD9"/>
    <w:rsid w:val="00C21E1F"/>
    <w:rsid w:val="00C22031"/>
    <w:rsid w:val="00C22728"/>
    <w:rsid w:val="00C2287C"/>
    <w:rsid w:val="00C22888"/>
    <w:rsid w:val="00C22D0B"/>
    <w:rsid w:val="00C22F67"/>
    <w:rsid w:val="00C22FDE"/>
    <w:rsid w:val="00C2305F"/>
    <w:rsid w:val="00C23556"/>
    <w:rsid w:val="00C23752"/>
    <w:rsid w:val="00C23BFB"/>
    <w:rsid w:val="00C23EEC"/>
    <w:rsid w:val="00C2438F"/>
    <w:rsid w:val="00C243E7"/>
    <w:rsid w:val="00C2448F"/>
    <w:rsid w:val="00C24649"/>
    <w:rsid w:val="00C24959"/>
    <w:rsid w:val="00C24AB6"/>
    <w:rsid w:val="00C252C2"/>
    <w:rsid w:val="00C25433"/>
    <w:rsid w:val="00C25CDB"/>
    <w:rsid w:val="00C262B6"/>
    <w:rsid w:val="00C26326"/>
    <w:rsid w:val="00C2632B"/>
    <w:rsid w:val="00C26361"/>
    <w:rsid w:val="00C26606"/>
    <w:rsid w:val="00C26727"/>
    <w:rsid w:val="00C2722E"/>
    <w:rsid w:val="00C27D33"/>
    <w:rsid w:val="00C303C1"/>
    <w:rsid w:val="00C3056E"/>
    <w:rsid w:val="00C30635"/>
    <w:rsid w:val="00C31227"/>
    <w:rsid w:val="00C312FF"/>
    <w:rsid w:val="00C3130D"/>
    <w:rsid w:val="00C314D5"/>
    <w:rsid w:val="00C3189A"/>
    <w:rsid w:val="00C31C29"/>
    <w:rsid w:val="00C31C3C"/>
    <w:rsid w:val="00C31F9D"/>
    <w:rsid w:val="00C320EC"/>
    <w:rsid w:val="00C32591"/>
    <w:rsid w:val="00C32C28"/>
    <w:rsid w:val="00C32C57"/>
    <w:rsid w:val="00C332AB"/>
    <w:rsid w:val="00C33376"/>
    <w:rsid w:val="00C33899"/>
    <w:rsid w:val="00C33955"/>
    <w:rsid w:val="00C33B39"/>
    <w:rsid w:val="00C33B9A"/>
    <w:rsid w:val="00C33BAC"/>
    <w:rsid w:val="00C341F9"/>
    <w:rsid w:val="00C34285"/>
    <w:rsid w:val="00C347A6"/>
    <w:rsid w:val="00C34E50"/>
    <w:rsid w:val="00C350CA"/>
    <w:rsid w:val="00C351BC"/>
    <w:rsid w:val="00C35752"/>
    <w:rsid w:val="00C35FAF"/>
    <w:rsid w:val="00C36395"/>
    <w:rsid w:val="00C36443"/>
    <w:rsid w:val="00C3677A"/>
    <w:rsid w:val="00C369DA"/>
    <w:rsid w:val="00C36A35"/>
    <w:rsid w:val="00C36B18"/>
    <w:rsid w:val="00C36EB9"/>
    <w:rsid w:val="00C3742C"/>
    <w:rsid w:val="00C3761A"/>
    <w:rsid w:val="00C40213"/>
    <w:rsid w:val="00C4042B"/>
    <w:rsid w:val="00C404C0"/>
    <w:rsid w:val="00C40532"/>
    <w:rsid w:val="00C4072E"/>
    <w:rsid w:val="00C409A1"/>
    <w:rsid w:val="00C40BFF"/>
    <w:rsid w:val="00C40C8B"/>
    <w:rsid w:val="00C40F5C"/>
    <w:rsid w:val="00C41234"/>
    <w:rsid w:val="00C41333"/>
    <w:rsid w:val="00C41403"/>
    <w:rsid w:val="00C417F8"/>
    <w:rsid w:val="00C41BE9"/>
    <w:rsid w:val="00C41D95"/>
    <w:rsid w:val="00C41F84"/>
    <w:rsid w:val="00C41FFF"/>
    <w:rsid w:val="00C421F7"/>
    <w:rsid w:val="00C4227C"/>
    <w:rsid w:val="00C422AC"/>
    <w:rsid w:val="00C42A71"/>
    <w:rsid w:val="00C42EC3"/>
    <w:rsid w:val="00C42FD2"/>
    <w:rsid w:val="00C431A7"/>
    <w:rsid w:val="00C43B01"/>
    <w:rsid w:val="00C43E63"/>
    <w:rsid w:val="00C442B4"/>
    <w:rsid w:val="00C444C4"/>
    <w:rsid w:val="00C446C3"/>
    <w:rsid w:val="00C447AE"/>
    <w:rsid w:val="00C44A1B"/>
    <w:rsid w:val="00C44A33"/>
    <w:rsid w:val="00C44B75"/>
    <w:rsid w:val="00C45013"/>
    <w:rsid w:val="00C45330"/>
    <w:rsid w:val="00C454A3"/>
    <w:rsid w:val="00C45567"/>
    <w:rsid w:val="00C4570C"/>
    <w:rsid w:val="00C45CB9"/>
    <w:rsid w:val="00C46162"/>
    <w:rsid w:val="00C46192"/>
    <w:rsid w:val="00C466B8"/>
    <w:rsid w:val="00C4690A"/>
    <w:rsid w:val="00C469A9"/>
    <w:rsid w:val="00C46F60"/>
    <w:rsid w:val="00C4754D"/>
    <w:rsid w:val="00C47BFE"/>
    <w:rsid w:val="00C50381"/>
    <w:rsid w:val="00C5120B"/>
    <w:rsid w:val="00C51A95"/>
    <w:rsid w:val="00C51CBA"/>
    <w:rsid w:val="00C51EFD"/>
    <w:rsid w:val="00C51F8B"/>
    <w:rsid w:val="00C525FC"/>
    <w:rsid w:val="00C5290D"/>
    <w:rsid w:val="00C52DF9"/>
    <w:rsid w:val="00C532A1"/>
    <w:rsid w:val="00C535FD"/>
    <w:rsid w:val="00C5377C"/>
    <w:rsid w:val="00C53B29"/>
    <w:rsid w:val="00C53FB6"/>
    <w:rsid w:val="00C540A8"/>
    <w:rsid w:val="00C54BFE"/>
    <w:rsid w:val="00C54D3E"/>
    <w:rsid w:val="00C55163"/>
    <w:rsid w:val="00C55ABF"/>
    <w:rsid w:val="00C561D9"/>
    <w:rsid w:val="00C56809"/>
    <w:rsid w:val="00C57141"/>
    <w:rsid w:val="00C571D8"/>
    <w:rsid w:val="00C57741"/>
    <w:rsid w:val="00C579F4"/>
    <w:rsid w:val="00C57D51"/>
    <w:rsid w:val="00C57D62"/>
    <w:rsid w:val="00C57DB4"/>
    <w:rsid w:val="00C57F25"/>
    <w:rsid w:val="00C609A2"/>
    <w:rsid w:val="00C60B7F"/>
    <w:rsid w:val="00C611FC"/>
    <w:rsid w:val="00C61218"/>
    <w:rsid w:val="00C6159F"/>
    <w:rsid w:val="00C616B6"/>
    <w:rsid w:val="00C61832"/>
    <w:rsid w:val="00C61834"/>
    <w:rsid w:val="00C61C2E"/>
    <w:rsid w:val="00C61C7A"/>
    <w:rsid w:val="00C61C93"/>
    <w:rsid w:val="00C620F2"/>
    <w:rsid w:val="00C620FE"/>
    <w:rsid w:val="00C621DA"/>
    <w:rsid w:val="00C6221F"/>
    <w:rsid w:val="00C6248A"/>
    <w:rsid w:val="00C62FA3"/>
    <w:rsid w:val="00C63192"/>
    <w:rsid w:val="00C63378"/>
    <w:rsid w:val="00C63CDB"/>
    <w:rsid w:val="00C63D79"/>
    <w:rsid w:val="00C63DFD"/>
    <w:rsid w:val="00C63EED"/>
    <w:rsid w:val="00C6402F"/>
    <w:rsid w:val="00C640FF"/>
    <w:rsid w:val="00C64181"/>
    <w:rsid w:val="00C641B7"/>
    <w:rsid w:val="00C64217"/>
    <w:rsid w:val="00C6454E"/>
    <w:rsid w:val="00C64E1E"/>
    <w:rsid w:val="00C64E7C"/>
    <w:rsid w:val="00C64ECE"/>
    <w:rsid w:val="00C65200"/>
    <w:rsid w:val="00C6527A"/>
    <w:rsid w:val="00C65775"/>
    <w:rsid w:val="00C659F9"/>
    <w:rsid w:val="00C65B40"/>
    <w:rsid w:val="00C65B87"/>
    <w:rsid w:val="00C6603F"/>
    <w:rsid w:val="00C662F8"/>
    <w:rsid w:val="00C66950"/>
    <w:rsid w:val="00C66A22"/>
    <w:rsid w:val="00C67237"/>
    <w:rsid w:val="00C672A5"/>
    <w:rsid w:val="00C672D6"/>
    <w:rsid w:val="00C67501"/>
    <w:rsid w:val="00C67EB9"/>
    <w:rsid w:val="00C700EE"/>
    <w:rsid w:val="00C7011D"/>
    <w:rsid w:val="00C7022E"/>
    <w:rsid w:val="00C70AA8"/>
    <w:rsid w:val="00C71053"/>
    <w:rsid w:val="00C712EE"/>
    <w:rsid w:val="00C7138F"/>
    <w:rsid w:val="00C7161F"/>
    <w:rsid w:val="00C71ACB"/>
    <w:rsid w:val="00C71AF3"/>
    <w:rsid w:val="00C71E60"/>
    <w:rsid w:val="00C71FE6"/>
    <w:rsid w:val="00C7243F"/>
    <w:rsid w:val="00C724B9"/>
    <w:rsid w:val="00C724CA"/>
    <w:rsid w:val="00C72887"/>
    <w:rsid w:val="00C72DE5"/>
    <w:rsid w:val="00C72E44"/>
    <w:rsid w:val="00C72F1E"/>
    <w:rsid w:val="00C72FB7"/>
    <w:rsid w:val="00C731F5"/>
    <w:rsid w:val="00C7339E"/>
    <w:rsid w:val="00C7349E"/>
    <w:rsid w:val="00C737CD"/>
    <w:rsid w:val="00C738C0"/>
    <w:rsid w:val="00C73AEE"/>
    <w:rsid w:val="00C73BC9"/>
    <w:rsid w:val="00C73CEF"/>
    <w:rsid w:val="00C742C3"/>
    <w:rsid w:val="00C743B1"/>
    <w:rsid w:val="00C748C7"/>
    <w:rsid w:val="00C74CEA"/>
    <w:rsid w:val="00C74EBB"/>
    <w:rsid w:val="00C74F4A"/>
    <w:rsid w:val="00C75351"/>
    <w:rsid w:val="00C753B0"/>
    <w:rsid w:val="00C7568D"/>
    <w:rsid w:val="00C763E0"/>
    <w:rsid w:val="00C76AE1"/>
    <w:rsid w:val="00C76B91"/>
    <w:rsid w:val="00C76CA7"/>
    <w:rsid w:val="00C76F51"/>
    <w:rsid w:val="00C771FF"/>
    <w:rsid w:val="00C7759E"/>
    <w:rsid w:val="00C77952"/>
    <w:rsid w:val="00C77E8F"/>
    <w:rsid w:val="00C77E9C"/>
    <w:rsid w:val="00C800B1"/>
    <w:rsid w:val="00C80410"/>
    <w:rsid w:val="00C804A0"/>
    <w:rsid w:val="00C80902"/>
    <w:rsid w:val="00C80A2D"/>
    <w:rsid w:val="00C80D6D"/>
    <w:rsid w:val="00C80D88"/>
    <w:rsid w:val="00C80EA1"/>
    <w:rsid w:val="00C80F8E"/>
    <w:rsid w:val="00C8134D"/>
    <w:rsid w:val="00C81489"/>
    <w:rsid w:val="00C8156E"/>
    <w:rsid w:val="00C817E2"/>
    <w:rsid w:val="00C8197A"/>
    <w:rsid w:val="00C81CAB"/>
    <w:rsid w:val="00C81F38"/>
    <w:rsid w:val="00C821B1"/>
    <w:rsid w:val="00C823F5"/>
    <w:rsid w:val="00C824EB"/>
    <w:rsid w:val="00C824ED"/>
    <w:rsid w:val="00C8266B"/>
    <w:rsid w:val="00C82931"/>
    <w:rsid w:val="00C8318E"/>
    <w:rsid w:val="00C831A3"/>
    <w:rsid w:val="00C8341D"/>
    <w:rsid w:val="00C834EC"/>
    <w:rsid w:val="00C835F9"/>
    <w:rsid w:val="00C839D4"/>
    <w:rsid w:val="00C83A70"/>
    <w:rsid w:val="00C83B72"/>
    <w:rsid w:val="00C83BA4"/>
    <w:rsid w:val="00C84117"/>
    <w:rsid w:val="00C8411D"/>
    <w:rsid w:val="00C84130"/>
    <w:rsid w:val="00C84133"/>
    <w:rsid w:val="00C8458C"/>
    <w:rsid w:val="00C848CD"/>
    <w:rsid w:val="00C84B6B"/>
    <w:rsid w:val="00C84D07"/>
    <w:rsid w:val="00C85247"/>
    <w:rsid w:val="00C8566A"/>
    <w:rsid w:val="00C8570B"/>
    <w:rsid w:val="00C85E8E"/>
    <w:rsid w:val="00C86407"/>
    <w:rsid w:val="00C8655C"/>
    <w:rsid w:val="00C86A0E"/>
    <w:rsid w:val="00C86FB5"/>
    <w:rsid w:val="00C86FD0"/>
    <w:rsid w:val="00C87674"/>
    <w:rsid w:val="00C876F8"/>
    <w:rsid w:val="00C87B81"/>
    <w:rsid w:val="00C90100"/>
    <w:rsid w:val="00C904C4"/>
    <w:rsid w:val="00C9096A"/>
    <w:rsid w:val="00C90F9D"/>
    <w:rsid w:val="00C91274"/>
    <w:rsid w:val="00C912B1"/>
    <w:rsid w:val="00C921B4"/>
    <w:rsid w:val="00C923D3"/>
    <w:rsid w:val="00C9240D"/>
    <w:rsid w:val="00C9285F"/>
    <w:rsid w:val="00C92EAD"/>
    <w:rsid w:val="00C93202"/>
    <w:rsid w:val="00C9360D"/>
    <w:rsid w:val="00C93754"/>
    <w:rsid w:val="00C93D8C"/>
    <w:rsid w:val="00C93F58"/>
    <w:rsid w:val="00C941C9"/>
    <w:rsid w:val="00C94264"/>
    <w:rsid w:val="00C94283"/>
    <w:rsid w:val="00C948D3"/>
    <w:rsid w:val="00C9493B"/>
    <w:rsid w:val="00C94FBC"/>
    <w:rsid w:val="00C950DE"/>
    <w:rsid w:val="00C95698"/>
    <w:rsid w:val="00C95740"/>
    <w:rsid w:val="00C95D3B"/>
    <w:rsid w:val="00C96299"/>
    <w:rsid w:val="00C96741"/>
    <w:rsid w:val="00C9693C"/>
    <w:rsid w:val="00C969A0"/>
    <w:rsid w:val="00C975D5"/>
    <w:rsid w:val="00C97789"/>
    <w:rsid w:val="00C97970"/>
    <w:rsid w:val="00C97D61"/>
    <w:rsid w:val="00C97D88"/>
    <w:rsid w:val="00CA0071"/>
    <w:rsid w:val="00CA0307"/>
    <w:rsid w:val="00CA0A50"/>
    <w:rsid w:val="00CA0A71"/>
    <w:rsid w:val="00CA0C14"/>
    <w:rsid w:val="00CA0DE3"/>
    <w:rsid w:val="00CA1B29"/>
    <w:rsid w:val="00CA1C5A"/>
    <w:rsid w:val="00CA1CF7"/>
    <w:rsid w:val="00CA1FD5"/>
    <w:rsid w:val="00CA2635"/>
    <w:rsid w:val="00CA28EC"/>
    <w:rsid w:val="00CA2BAF"/>
    <w:rsid w:val="00CA2C52"/>
    <w:rsid w:val="00CA34A2"/>
    <w:rsid w:val="00CA353D"/>
    <w:rsid w:val="00CA376C"/>
    <w:rsid w:val="00CA42B2"/>
    <w:rsid w:val="00CA46DA"/>
    <w:rsid w:val="00CA46F4"/>
    <w:rsid w:val="00CA4868"/>
    <w:rsid w:val="00CA4D01"/>
    <w:rsid w:val="00CA4E5F"/>
    <w:rsid w:val="00CA51DC"/>
    <w:rsid w:val="00CA5349"/>
    <w:rsid w:val="00CA53AC"/>
    <w:rsid w:val="00CA5796"/>
    <w:rsid w:val="00CA59FD"/>
    <w:rsid w:val="00CA5B2D"/>
    <w:rsid w:val="00CA5B9F"/>
    <w:rsid w:val="00CA5EE5"/>
    <w:rsid w:val="00CA6244"/>
    <w:rsid w:val="00CA63B4"/>
    <w:rsid w:val="00CA649C"/>
    <w:rsid w:val="00CA66B8"/>
    <w:rsid w:val="00CA6CA4"/>
    <w:rsid w:val="00CA6FE7"/>
    <w:rsid w:val="00CA7906"/>
    <w:rsid w:val="00CA7A2C"/>
    <w:rsid w:val="00CA7B1B"/>
    <w:rsid w:val="00CA7B9E"/>
    <w:rsid w:val="00CA7CA6"/>
    <w:rsid w:val="00CA7D68"/>
    <w:rsid w:val="00CB0069"/>
    <w:rsid w:val="00CB00E9"/>
    <w:rsid w:val="00CB02EF"/>
    <w:rsid w:val="00CB1321"/>
    <w:rsid w:val="00CB1433"/>
    <w:rsid w:val="00CB182A"/>
    <w:rsid w:val="00CB1B3B"/>
    <w:rsid w:val="00CB1F9F"/>
    <w:rsid w:val="00CB1FE7"/>
    <w:rsid w:val="00CB2457"/>
    <w:rsid w:val="00CB254E"/>
    <w:rsid w:val="00CB269D"/>
    <w:rsid w:val="00CB26D8"/>
    <w:rsid w:val="00CB274E"/>
    <w:rsid w:val="00CB2830"/>
    <w:rsid w:val="00CB2DA8"/>
    <w:rsid w:val="00CB303F"/>
    <w:rsid w:val="00CB32B4"/>
    <w:rsid w:val="00CB344B"/>
    <w:rsid w:val="00CB3A17"/>
    <w:rsid w:val="00CB3A42"/>
    <w:rsid w:val="00CB3A46"/>
    <w:rsid w:val="00CB3DDB"/>
    <w:rsid w:val="00CB3E95"/>
    <w:rsid w:val="00CB3F89"/>
    <w:rsid w:val="00CB422C"/>
    <w:rsid w:val="00CB474C"/>
    <w:rsid w:val="00CB478D"/>
    <w:rsid w:val="00CB4986"/>
    <w:rsid w:val="00CB4E0D"/>
    <w:rsid w:val="00CB4E54"/>
    <w:rsid w:val="00CB4EA8"/>
    <w:rsid w:val="00CB4FAE"/>
    <w:rsid w:val="00CB5438"/>
    <w:rsid w:val="00CB55A1"/>
    <w:rsid w:val="00CB5D9A"/>
    <w:rsid w:val="00CB5F4D"/>
    <w:rsid w:val="00CB5FD4"/>
    <w:rsid w:val="00CB630A"/>
    <w:rsid w:val="00CB6596"/>
    <w:rsid w:val="00CB6635"/>
    <w:rsid w:val="00CB6743"/>
    <w:rsid w:val="00CB69E2"/>
    <w:rsid w:val="00CB6AC1"/>
    <w:rsid w:val="00CB6D8F"/>
    <w:rsid w:val="00CB6F95"/>
    <w:rsid w:val="00CB6FFD"/>
    <w:rsid w:val="00CB7159"/>
    <w:rsid w:val="00CB73AC"/>
    <w:rsid w:val="00CB76E2"/>
    <w:rsid w:val="00CB7E1A"/>
    <w:rsid w:val="00CC0329"/>
    <w:rsid w:val="00CC0C0C"/>
    <w:rsid w:val="00CC0CB0"/>
    <w:rsid w:val="00CC0CD3"/>
    <w:rsid w:val="00CC0F67"/>
    <w:rsid w:val="00CC11EF"/>
    <w:rsid w:val="00CC1301"/>
    <w:rsid w:val="00CC159A"/>
    <w:rsid w:val="00CC21C6"/>
    <w:rsid w:val="00CC2206"/>
    <w:rsid w:val="00CC221A"/>
    <w:rsid w:val="00CC247B"/>
    <w:rsid w:val="00CC263D"/>
    <w:rsid w:val="00CC278D"/>
    <w:rsid w:val="00CC2EAD"/>
    <w:rsid w:val="00CC3164"/>
    <w:rsid w:val="00CC338D"/>
    <w:rsid w:val="00CC3B62"/>
    <w:rsid w:val="00CC3E26"/>
    <w:rsid w:val="00CC464E"/>
    <w:rsid w:val="00CC46C1"/>
    <w:rsid w:val="00CC47E9"/>
    <w:rsid w:val="00CC4860"/>
    <w:rsid w:val="00CC4E9F"/>
    <w:rsid w:val="00CC50D2"/>
    <w:rsid w:val="00CC54F8"/>
    <w:rsid w:val="00CC557A"/>
    <w:rsid w:val="00CC5872"/>
    <w:rsid w:val="00CC5B7A"/>
    <w:rsid w:val="00CC5B9D"/>
    <w:rsid w:val="00CC635A"/>
    <w:rsid w:val="00CC6483"/>
    <w:rsid w:val="00CC6768"/>
    <w:rsid w:val="00CC6B0D"/>
    <w:rsid w:val="00CC7321"/>
    <w:rsid w:val="00CC749D"/>
    <w:rsid w:val="00CC7608"/>
    <w:rsid w:val="00CC76A2"/>
    <w:rsid w:val="00CC790F"/>
    <w:rsid w:val="00CC7E60"/>
    <w:rsid w:val="00CD02F7"/>
    <w:rsid w:val="00CD0981"/>
    <w:rsid w:val="00CD0ED5"/>
    <w:rsid w:val="00CD12D4"/>
    <w:rsid w:val="00CD1305"/>
    <w:rsid w:val="00CD1A6B"/>
    <w:rsid w:val="00CD207D"/>
    <w:rsid w:val="00CD21DB"/>
    <w:rsid w:val="00CD22A4"/>
    <w:rsid w:val="00CD25A2"/>
    <w:rsid w:val="00CD25BC"/>
    <w:rsid w:val="00CD26B8"/>
    <w:rsid w:val="00CD2F82"/>
    <w:rsid w:val="00CD358D"/>
    <w:rsid w:val="00CD37F4"/>
    <w:rsid w:val="00CD3A72"/>
    <w:rsid w:val="00CD4001"/>
    <w:rsid w:val="00CD41DC"/>
    <w:rsid w:val="00CD4496"/>
    <w:rsid w:val="00CD4854"/>
    <w:rsid w:val="00CD4B6A"/>
    <w:rsid w:val="00CD4F7A"/>
    <w:rsid w:val="00CD588D"/>
    <w:rsid w:val="00CD5C44"/>
    <w:rsid w:val="00CD5EA9"/>
    <w:rsid w:val="00CD5F67"/>
    <w:rsid w:val="00CD62E6"/>
    <w:rsid w:val="00CD6520"/>
    <w:rsid w:val="00CD65AB"/>
    <w:rsid w:val="00CD6E82"/>
    <w:rsid w:val="00CD71DE"/>
    <w:rsid w:val="00CD771E"/>
    <w:rsid w:val="00CD78EA"/>
    <w:rsid w:val="00CD7A00"/>
    <w:rsid w:val="00CE0315"/>
    <w:rsid w:val="00CE055F"/>
    <w:rsid w:val="00CE08C9"/>
    <w:rsid w:val="00CE0B76"/>
    <w:rsid w:val="00CE114A"/>
    <w:rsid w:val="00CE15A2"/>
    <w:rsid w:val="00CE1AD4"/>
    <w:rsid w:val="00CE1D83"/>
    <w:rsid w:val="00CE1ED0"/>
    <w:rsid w:val="00CE2C1B"/>
    <w:rsid w:val="00CE2D13"/>
    <w:rsid w:val="00CE2D2A"/>
    <w:rsid w:val="00CE3792"/>
    <w:rsid w:val="00CE48D4"/>
    <w:rsid w:val="00CE4943"/>
    <w:rsid w:val="00CE566D"/>
    <w:rsid w:val="00CE5BC7"/>
    <w:rsid w:val="00CE5FA2"/>
    <w:rsid w:val="00CE615A"/>
    <w:rsid w:val="00CE637A"/>
    <w:rsid w:val="00CE6468"/>
    <w:rsid w:val="00CE65AD"/>
    <w:rsid w:val="00CE6B3F"/>
    <w:rsid w:val="00CE6E30"/>
    <w:rsid w:val="00CE6E33"/>
    <w:rsid w:val="00CE7169"/>
    <w:rsid w:val="00CE7171"/>
    <w:rsid w:val="00CE71ED"/>
    <w:rsid w:val="00CE7C1F"/>
    <w:rsid w:val="00CE7CDE"/>
    <w:rsid w:val="00CF01C2"/>
    <w:rsid w:val="00CF03F5"/>
    <w:rsid w:val="00CF048F"/>
    <w:rsid w:val="00CF04A5"/>
    <w:rsid w:val="00CF0BC3"/>
    <w:rsid w:val="00CF0D49"/>
    <w:rsid w:val="00CF0D90"/>
    <w:rsid w:val="00CF0F4A"/>
    <w:rsid w:val="00CF1052"/>
    <w:rsid w:val="00CF17A2"/>
    <w:rsid w:val="00CF1950"/>
    <w:rsid w:val="00CF1B60"/>
    <w:rsid w:val="00CF1EE4"/>
    <w:rsid w:val="00CF2367"/>
    <w:rsid w:val="00CF2BA7"/>
    <w:rsid w:val="00CF2D0C"/>
    <w:rsid w:val="00CF2D67"/>
    <w:rsid w:val="00CF2E40"/>
    <w:rsid w:val="00CF3796"/>
    <w:rsid w:val="00CF3D54"/>
    <w:rsid w:val="00CF3E11"/>
    <w:rsid w:val="00CF3F34"/>
    <w:rsid w:val="00CF40A4"/>
    <w:rsid w:val="00CF430B"/>
    <w:rsid w:val="00CF478D"/>
    <w:rsid w:val="00CF4994"/>
    <w:rsid w:val="00CF4B52"/>
    <w:rsid w:val="00CF552C"/>
    <w:rsid w:val="00CF57F5"/>
    <w:rsid w:val="00CF5CAD"/>
    <w:rsid w:val="00CF615D"/>
    <w:rsid w:val="00CF695C"/>
    <w:rsid w:val="00CF6B44"/>
    <w:rsid w:val="00CF7059"/>
    <w:rsid w:val="00CF74A0"/>
    <w:rsid w:val="00CF7B72"/>
    <w:rsid w:val="00D0020F"/>
    <w:rsid w:val="00D007F8"/>
    <w:rsid w:val="00D00A9D"/>
    <w:rsid w:val="00D00E1E"/>
    <w:rsid w:val="00D015F3"/>
    <w:rsid w:val="00D018A3"/>
    <w:rsid w:val="00D0197A"/>
    <w:rsid w:val="00D01B4D"/>
    <w:rsid w:val="00D01E0C"/>
    <w:rsid w:val="00D02163"/>
    <w:rsid w:val="00D02261"/>
    <w:rsid w:val="00D027AA"/>
    <w:rsid w:val="00D02C76"/>
    <w:rsid w:val="00D0312F"/>
    <w:rsid w:val="00D0346B"/>
    <w:rsid w:val="00D03472"/>
    <w:rsid w:val="00D03924"/>
    <w:rsid w:val="00D03C47"/>
    <w:rsid w:val="00D04062"/>
    <w:rsid w:val="00D0417E"/>
    <w:rsid w:val="00D0440F"/>
    <w:rsid w:val="00D046C9"/>
    <w:rsid w:val="00D04B7B"/>
    <w:rsid w:val="00D04F99"/>
    <w:rsid w:val="00D050F3"/>
    <w:rsid w:val="00D05273"/>
    <w:rsid w:val="00D052AB"/>
    <w:rsid w:val="00D05729"/>
    <w:rsid w:val="00D05BB9"/>
    <w:rsid w:val="00D05DBF"/>
    <w:rsid w:val="00D06165"/>
    <w:rsid w:val="00D063AE"/>
    <w:rsid w:val="00D0643E"/>
    <w:rsid w:val="00D0647B"/>
    <w:rsid w:val="00D06EC9"/>
    <w:rsid w:val="00D07130"/>
    <w:rsid w:val="00D07385"/>
    <w:rsid w:val="00D076F6"/>
    <w:rsid w:val="00D0788D"/>
    <w:rsid w:val="00D07B0D"/>
    <w:rsid w:val="00D100D8"/>
    <w:rsid w:val="00D1027D"/>
    <w:rsid w:val="00D10671"/>
    <w:rsid w:val="00D106FE"/>
    <w:rsid w:val="00D10976"/>
    <w:rsid w:val="00D10B75"/>
    <w:rsid w:val="00D10F5A"/>
    <w:rsid w:val="00D10F99"/>
    <w:rsid w:val="00D11263"/>
    <w:rsid w:val="00D112CA"/>
    <w:rsid w:val="00D1161B"/>
    <w:rsid w:val="00D117EB"/>
    <w:rsid w:val="00D11855"/>
    <w:rsid w:val="00D11D91"/>
    <w:rsid w:val="00D11F91"/>
    <w:rsid w:val="00D123FC"/>
    <w:rsid w:val="00D12A9D"/>
    <w:rsid w:val="00D12E2D"/>
    <w:rsid w:val="00D13766"/>
    <w:rsid w:val="00D13B09"/>
    <w:rsid w:val="00D13F73"/>
    <w:rsid w:val="00D13F84"/>
    <w:rsid w:val="00D14078"/>
    <w:rsid w:val="00D14155"/>
    <w:rsid w:val="00D147A9"/>
    <w:rsid w:val="00D147B9"/>
    <w:rsid w:val="00D148F1"/>
    <w:rsid w:val="00D14AB5"/>
    <w:rsid w:val="00D14C52"/>
    <w:rsid w:val="00D14C5C"/>
    <w:rsid w:val="00D14E03"/>
    <w:rsid w:val="00D14FD3"/>
    <w:rsid w:val="00D1530D"/>
    <w:rsid w:val="00D1553E"/>
    <w:rsid w:val="00D155F5"/>
    <w:rsid w:val="00D1568A"/>
    <w:rsid w:val="00D159EF"/>
    <w:rsid w:val="00D15A23"/>
    <w:rsid w:val="00D15CC9"/>
    <w:rsid w:val="00D15E2E"/>
    <w:rsid w:val="00D15F78"/>
    <w:rsid w:val="00D162AA"/>
    <w:rsid w:val="00D16606"/>
    <w:rsid w:val="00D169A0"/>
    <w:rsid w:val="00D16C03"/>
    <w:rsid w:val="00D16C05"/>
    <w:rsid w:val="00D1707A"/>
    <w:rsid w:val="00D176E5"/>
    <w:rsid w:val="00D17BD4"/>
    <w:rsid w:val="00D17FC4"/>
    <w:rsid w:val="00D206FB"/>
    <w:rsid w:val="00D2114A"/>
    <w:rsid w:val="00D21341"/>
    <w:rsid w:val="00D21355"/>
    <w:rsid w:val="00D21556"/>
    <w:rsid w:val="00D21747"/>
    <w:rsid w:val="00D2174A"/>
    <w:rsid w:val="00D218B1"/>
    <w:rsid w:val="00D21B99"/>
    <w:rsid w:val="00D22121"/>
    <w:rsid w:val="00D22341"/>
    <w:rsid w:val="00D2337A"/>
    <w:rsid w:val="00D23447"/>
    <w:rsid w:val="00D235BA"/>
    <w:rsid w:val="00D2369E"/>
    <w:rsid w:val="00D23B33"/>
    <w:rsid w:val="00D23DF0"/>
    <w:rsid w:val="00D23E43"/>
    <w:rsid w:val="00D23E50"/>
    <w:rsid w:val="00D23E56"/>
    <w:rsid w:val="00D2416E"/>
    <w:rsid w:val="00D241A9"/>
    <w:rsid w:val="00D24269"/>
    <w:rsid w:val="00D24528"/>
    <w:rsid w:val="00D24C4D"/>
    <w:rsid w:val="00D25B59"/>
    <w:rsid w:val="00D26159"/>
    <w:rsid w:val="00D263D1"/>
    <w:rsid w:val="00D26453"/>
    <w:rsid w:val="00D26701"/>
    <w:rsid w:val="00D26AC5"/>
    <w:rsid w:val="00D26FC2"/>
    <w:rsid w:val="00D278AD"/>
    <w:rsid w:val="00D27C9D"/>
    <w:rsid w:val="00D3011C"/>
    <w:rsid w:val="00D30817"/>
    <w:rsid w:val="00D3084D"/>
    <w:rsid w:val="00D30F34"/>
    <w:rsid w:val="00D31015"/>
    <w:rsid w:val="00D31677"/>
    <w:rsid w:val="00D319E3"/>
    <w:rsid w:val="00D31C85"/>
    <w:rsid w:val="00D31E7B"/>
    <w:rsid w:val="00D31F4C"/>
    <w:rsid w:val="00D320F6"/>
    <w:rsid w:val="00D3234B"/>
    <w:rsid w:val="00D324B5"/>
    <w:rsid w:val="00D32DDE"/>
    <w:rsid w:val="00D332FE"/>
    <w:rsid w:val="00D3341C"/>
    <w:rsid w:val="00D334DC"/>
    <w:rsid w:val="00D3391C"/>
    <w:rsid w:val="00D33B1E"/>
    <w:rsid w:val="00D34025"/>
    <w:rsid w:val="00D347A0"/>
    <w:rsid w:val="00D350BD"/>
    <w:rsid w:val="00D35418"/>
    <w:rsid w:val="00D3572A"/>
    <w:rsid w:val="00D35FC5"/>
    <w:rsid w:val="00D36384"/>
    <w:rsid w:val="00D363B9"/>
    <w:rsid w:val="00D364B1"/>
    <w:rsid w:val="00D366D7"/>
    <w:rsid w:val="00D36B57"/>
    <w:rsid w:val="00D36B7A"/>
    <w:rsid w:val="00D36E6D"/>
    <w:rsid w:val="00D371B5"/>
    <w:rsid w:val="00D37333"/>
    <w:rsid w:val="00D377C6"/>
    <w:rsid w:val="00D37819"/>
    <w:rsid w:val="00D37967"/>
    <w:rsid w:val="00D37DC7"/>
    <w:rsid w:val="00D37E38"/>
    <w:rsid w:val="00D4064B"/>
    <w:rsid w:val="00D409D3"/>
    <w:rsid w:val="00D409ED"/>
    <w:rsid w:val="00D40ADA"/>
    <w:rsid w:val="00D40F9E"/>
    <w:rsid w:val="00D4107D"/>
    <w:rsid w:val="00D414AF"/>
    <w:rsid w:val="00D420B8"/>
    <w:rsid w:val="00D420E4"/>
    <w:rsid w:val="00D428DA"/>
    <w:rsid w:val="00D42E1C"/>
    <w:rsid w:val="00D4308B"/>
    <w:rsid w:val="00D43579"/>
    <w:rsid w:val="00D4392B"/>
    <w:rsid w:val="00D43AC3"/>
    <w:rsid w:val="00D43C03"/>
    <w:rsid w:val="00D44118"/>
    <w:rsid w:val="00D44416"/>
    <w:rsid w:val="00D44473"/>
    <w:rsid w:val="00D4452F"/>
    <w:rsid w:val="00D44C3C"/>
    <w:rsid w:val="00D44D6E"/>
    <w:rsid w:val="00D455F4"/>
    <w:rsid w:val="00D4578C"/>
    <w:rsid w:val="00D4598A"/>
    <w:rsid w:val="00D45DD4"/>
    <w:rsid w:val="00D46BAF"/>
    <w:rsid w:val="00D46D1E"/>
    <w:rsid w:val="00D46FFF"/>
    <w:rsid w:val="00D473A5"/>
    <w:rsid w:val="00D47574"/>
    <w:rsid w:val="00D47713"/>
    <w:rsid w:val="00D47CD7"/>
    <w:rsid w:val="00D47E44"/>
    <w:rsid w:val="00D50272"/>
    <w:rsid w:val="00D50A1A"/>
    <w:rsid w:val="00D50BC2"/>
    <w:rsid w:val="00D50C6B"/>
    <w:rsid w:val="00D51336"/>
    <w:rsid w:val="00D51BF9"/>
    <w:rsid w:val="00D51CFF"/>
    <w:rsid w:val="00D51EEC"/>
    <w:rsid w:val="00D52327"/>
    <w:rsid w:val="00D528AD"/>
    <w:rsid w:val="00D5301E"/>
    <w:rsid w:val="00D53044"/>
    <w:rsid w:val="00D53229"/>
    <w:rsid w:val="00D53296"/>
    <w:rsid w:val="00D53354"/>
    <w:rsid w:val="00D537E0"/>
    <w:rsid w:val="00D53B0C"/>
    <w:rsid w:val="00D53D85"/>
    <w:rsid w:val="00D54241"/>
    <w:rsid w:val="00D547B4"/>
    <w:rsid w:val="00D54C1C"/>
    <w:rsid w:val="00D54E3F"/>
    <w:rsid w:val="00D551D2"/>
    <w:rsid w:val="00D55851"/>
    <w:rsid w:val="00D55D0F"/>
    <w:rsid w:val="00D55FFC"/>
    <w:rsid w:val="00D56015"/>
    <w:rsid w:val="00D56CBE"/>
    <w:rsid w:val="00D56D49"/>
    <w:rsid w:val="00D56D87"/>
    <w:rsid w:val="00D570DB"/>
    <w:rsid w:val="00D57798"/>
    <w:rsid w:val="00D600C8"/>
    <w:rsid w:val="00D60173"/>
    <w:rsid w:val="00D6017B"/>
    <w:rsid w:val="00D601FB"/>
    <w:rsid w:val="00D604C9"/>
    <w:rsid w:val="00D60977"/>
    <w:rsid w:val="00D60ADC"/>
    <w:rsid w:val="00D60F1B"/>
    <w:rsid w:val="00D61299"/>
    <w:rsid w:val="00D615FF"/>
    <w:rsid w:val="00D61A0E"/>
    <w:rsid w:val="00D61C25"/>
    <w:rsid w:val="00D61F10"/>
    <w:rsid w:val="00D62268"/>
    <w:rsid w:val="00D625C9"/>
    <w:rsid w:val="00D62808"/>
    <w:rsid w:val="00D629A7"/>
    <w:rsid w:val="00D62A6B"/>
    <w:rsid w:val="00D63590"/>
    <w:rsid w:val="00D6362C"/>
    <w:rsid w:val="00D6397C"/>
    <w:rsid w:val="00D63B6C"/>
    <w:rsid w:val="00D63BA7"/>
    <w:rsid w:val="00D64185"/>
    <w:rsid w:val="00D644E0"/>
    <w:rsid w:val="00D646EC"/>
    <w:rsid w:val="00D64A8B"/>
    <w:rsid w:val="00D64C4B"/>
    <w:rsid w:val="00D64D3B"/>
    <w:rsid w:val="00D6575D"/>
    <w:rsid w:val="00D65B12"/>
    <w:rsid w:val="00D65C65"/>
    <w:rsid w:val="00D65D08"/>
    <w:rsid w:val="00D667AE"/>
    <w:rsid w:val="00D667FF"/>
    <w:rsid w:val="00D67218"/>
    <w:rsid w:val="00D67471"/>
    <w:rsid w:val="00D67A2F"/>
    <w:rsid w:val="00D67A8B"/>
    <w:rsid w:val="00D700AB"/>
    <w:rsid w:val="00D70152"/>
    <w:rsid w:val="00D70209"/>
    <w:rsid w:val="00D707ED"/>
    <w:rsid w:val="00D7087D"/>
    <w:rsid w:val="00D70A87"/>
    <w:rsid w:val="00D70D2B"/>
    <w:rsid w:val="00D713D6"/>
    <w:rsid w:val="00D71439"/>
    <w:rsid w:val="00D71611"/>
    <w:rsid w:val="00D7173A"/>
    <w:rsid w:val="00D71B5C"/>
    <w:rsid w:val="00D72342"/>
    <w:rsid w:val="00D728E3"/>
    <w:rsid w:val="00D729BF"/>
    <w:rsid w:val="00D72DF8"/>
    <w:rsid w:val="00D731E4"/>
    <w:rsid w:val="00D731FC"/>
    <w:rsid w:val="00D7372C"/>
    <w:rsid w:val="00D7373B"/>
    <w:rsid w:val="00D739F3"/>
    <w:rsid w:val="00D73B4E"/>
    <w:rsid w:val="00D73C02"/>
    <w:rsid w:val="00D74266"/>
    <w:rsid w:val="00D74700"/>
    <w:rsid w:val="00D74D05"/>
    <w:rsid w:val="00D74E15"/>
    <w:rsid w:val="00D75154"/>
    <w:rsid w:val="00D752D3"/>
    <w:rsid w:val="00D75A01"/>
    <w:rsid w:val="00D75BB9"/>
    <w:rsid w:val="00D75E12"/>
    <w:rsid w:val="00D760DE"/>
    <w:rsid w:val="00D761F2"/>
    <w:rsid w:val="00D76519"/>
    <w:rsid w:val="00D76A19"/>
    <w:rsid w:val="00D7700C"/>
    <w:rsid w:val="00D7731A"/>
    <w:rsid w:val="00D774F1"/>
    <w:rsid w:val="00D77574"/>
    <w:rsid w:val="00D779AC"/>
    <w:rsid w:val="00D77BB5"/>
    <w:rsid w:val="00D77CC6"/>
    <w:rsid w:val="00D77E6E"/>
    <w:rsid w:val="00D80002"/>
    <w:rsid w:val="00D80334"/>
    <w:rsid w:val="00D8064F"/>
    <w:rsid w:val="00D8079A"/>
    <w:rsid w:val="00D8102E"/>
    <w:rsid w:val="00D81472"/>
    <w:rsid w:val="00D81C2C"/>
    <w:rsid w:val="00D81E7B"/>
    <w:rsid w:val="00D81EDD"/>
    <w:rsid w:val="00D8219E"/>
    <w:rsid w:val="00D82C2E"/>
    <w:rsid w:val="00D82F7C"/>
    <w:rsid w:val="00D82FE9"/>
    <w:rsid w:val="00D8301B"/>
    <w:rsid w:val="00D8316F"/>
    <w:rsid w:val="00D83177"/>
    <w:rsid w:val="00D835DF"/>
    <w:rsid w:val="00D838FE"/>
    <w:rsid w:val="00D8398C"/>
    <w:rsid w:val="00D841D1"/>
    <w:rsid w:val="00D8458E"/>
    <w:rsid w:val="00D84706"/>
    <w:rsid w:val="00D847F7"/>
    <w:rsid w:val="00D849D4"/>
    <w:rsid w:val="00D84BCD"/>
    <w:rsid w:val="00D84F4E"/>
    <w:rsid w:val="00D852B1"/>
    <w:rsid w:val="00D85375"/>
    <w:rsid w:val="00D85A96"/>
    <w:rsid w:val="00D85F09"/>
    <w:rsid w:val="00D86162"/>
    <w:rsid w:val="00D866E8"/>
    <w:rsid w:val="00D869A8"/>
    <w:rsid w:val="00D86B39"/>
    <w:rsid w:val="00D86CD8"/>
    <w:rsid w:val="00D870C1"/>
    <w:rsid w:val="00D8743E"/>
    <w:rsid w:val="00D87570"/>
    <w:rsid w:val="00D87615"/>
    <w:rsid w:val="00D87A9B"/>
    <w:rsid w:val="00D87BD5"/>
    <w:rsid w:val="00D901DF"/>
    <w:rsid w:val="00D90526"/>
    <w:rsid w:val="00D90CD5"/>
    <w:rsid w:val="00D90D48"/>
    <w:rsid w:val="00D91105"/>
    <w:rsid w:val="00D91702"/>
    <w:rsid w:val="00D91872"/>
    <w:rsid w:val="00D91E43"/>
    <w:rsid w:val="00D91F5B"/>
    <w:rsid w:val="00D91F6A"/>
    <w:rsid w:val="00D92024"/>
    <w:rsid w:val="00D9215B"/>
    <w:rsid w:val="00D922A9"/>
    <w:rsid w:val="00D9233F"/>
    <w:rsid w:val="00D925BF"/>
    <w:rsid w:val="00D92765"/>
    <w:rsid w:val="00D931A9"/>
    <w:rsid w:val="00D931CF"/>
    <w:rsid w:val="00D93A52"/>
    <w:rsid w:val="00D93D2E"/>
    <w:rsid w:val="00D93F96"/>
    <w:rsid w:val="00D944B9"/>
    <w:rsid w:val="00D946ED"/>
    <w:rsid w:val="00D947C2"/>
    <w:rsid w:val="00D95519"/>
    <w:rsid w:val="00D95805"/>
    <w:rsid w:val="00D95861"/>
    <w:rsid w:val="00D958F8"/>
    <w:rsid w:val="00D95AE0"/>
    <w:rsid w:val="00D95E21"/>
    <w:rsid w:val="00D95EC8"/>
    <w:rsid w:val="00D966C7"/>
    <w:rsid w:val="00D96EDE"/>
    <w:rsid w:val="00D97390"/>
    <w:rsid w:val="00D977F6"/>
    <w:rsid w:val="00D97DBF"/>
    <w:rsid w:val="00D97DEF"/>
    <w:rsid w:val="00DA01AC"/>
    <w:rsid w:val="00DA0513"/>
    <w:rsid w:val="00DA05F4"/>
    <w:rsid w:val="00DA062D"/>
    <w:rsid w:val="00DA150B"/>
    <w:rsid w:val="00DA17D5"/>
    <w:rsid w:val="00DA1836"/>
    <w:rsid w:val="00DA190D"/>
    <w:rsid w:val="00DA1C13"/>
    <w:rsid w:val="00DA1E46"/>
    <w:rsid w:val="00DA22EF"/>
    <w:rsid w:val="00DA23D0"/>
    <w:rsid w:val="00DA23EB"/>
    <w:rsid w:val="00DA275D"/>
    <w:rsid w:val="00DA28DC"/>
    <w:rsid w:val="00DA2B16"/>
    <w:rsid w:val="00DA32B8"/>
    <w:rsid w:val="00DA3375"/>
    <w:rsid w:val="00DA3454"/>
    <w:rsid w:val="00DA34EB"/>
    <w:rsid w:val="00DA34FF"/>
    <w:rsid w:val="00DA3C28"/>
    <w:rsid w:val="00DA3E1A"/>
    <w:rsid w:val="00DA3EBB"/>
    <w:rsid w:val="00DA3F4B"/>
    <w:rsid w:val="00DA4447"/>
    <w:rsid w:val="00DA47F2"/>
    <w:rsid w:val="00DA4AAA"/>
    <w:rsid w:val="00DA4E91"/>
    <w:rsid w:val="00DA5356"/>
    <w:rsid w:val="00DA557F"/>
    <w:rsid w:val="00DA5678"/>
    <w:rsid w:val="00DA57C9"/>
    <w:rsid w:val="00DA6662"/>
    <w:rsid w:val="00DA68AF"/>
    <w:rsid w:val="00DA6C69"/>
    <w:rsid w:val="00DA7152"/>
    <w:rsid w:val="00DA7662"/>
    <w:rsid w:val="00DA79C8"/>
    <w:rsid w:val="00DA7A6D"/>
    <w:rsid w:val="00DA7AAE"/>
    <w:rsid w:val="00DA7BFC"/>
    <w:rsid w:val="00DA7E0C"/>
    <w:rsid w:val="00DA7EFD"/>
    <w:rsid w:val="00DB0151"/>
    <w:rsid w:val="00DB0306"/>
    <w:rsid w:val="00DB0366"/>
    <w:rsid w:val="00DB0400"/>
    <w:rsid w:val="00DB0567"/>
    <w:rsid w:val="00DB0B9A"/>
    <w:rsid w:val="00DB0BC5"/>
    <w:rsid w:val="00DB11C2"/>
    <w:rsid w:val="00DB126B"/>
    <w:rsid w:val="00DB158C"/>
    <w:rsid w:val="00DB1705"/>
    <w:rsid w:val="00DB18FA"/>
    <w:rsid w:val="00DB1B11"/>
    <w:rsid w:val="00DB2107"/>
    <w:rsid w:val="00DB22DB"/>
    <w:rsid w:val="00DB2697"/>
    <w:rsid w:val="00DB2C2C"/>
    <w:rsid w:val="00DB3719"/>
    <w:rsid w:val="00DB403A"/>
    <w:rsid w:val="00DB42C0"/>
    <w:rsid w:val="00DB4F49"/>
    <w:rsid w:val="00DB55FB"/>
    <w:rsid w:val="00DB5D13"/>
    <w:rsid w:val="00DB5FED"/>
    <w:rsid w:val="00DB6353"/>
    <w:rsid w:val="00DB6E41"/>
    <w:rsid w:val="00DB6FA7"/>
    <w:rsid w:val="00DB701B"/>
    <w:rsid w:val="00DB7103"/>
    <w:rsid w:val="00DB715B"/>
    <w:rsid w:val="00DB7210"/>
    <w:rsid w:val="00DB73BF"/>
    <w:rsid w:val="00DB77A5"/>
    <w:rsid w:val="00DB79D1"/>
    <w:rsid w:val="00DB7A95"/>
    <w:rsid w:val="00DB7C63"/>
    <w:rsid w:val="00DC0019"/>
    <w:rsid w:val="00DC0581"/>
    <w:rsid w:val="00DC0995"/>
    <w:rsid w:val="00DC0A44"/>
    <w:rsid w:val="00DC0E3F"/>
    <w:rsid w:val="00DC119C"/>
    <w:rsid w:val="00DC1353"/>
    <w:rsid w:val="00DC1382"/>
    <w:rsid w:val="00DC1786"/>
    <w:rsid w:val="00DC1AE6"/>
    <w:rsid w:val="00DC1BB7"/>
    <w:rsid w:val="00DC22FB"/>
    <w:rsid w:val="00DC25CC"/>
    <w:rsid w:val="00DC26CB"/>
    <w:rsid w:val="00DC3210"/>
    <w:rsid w:val="00DC3365"/>
    <w:rsid w:val="00DC3499"/>
    <w:rsid w:val="00DC396E"/>
    <w:rsid w:val="00DC3B05"/>
    <w:rsid w:val="00DC3DCD"/>
    <w:rsid w:val="00DC3E65"/>
    <w:rsid w:val="00DC3EC0"/>
    <w:rsid w:val="00DC3F71"/>
    <w:rsid w:val="00DC435D"/>
    <w:rsid w:val="00DC45C7"/>
    <w:rsid w:val="00DC461F"/>
    <w:rsid w:val="00DC481B"/>
    <w:rsid w:val="00DC5973"/>
    <w:rsid w:val="00DC5DB3"/>
    <w:rsid w:val="00DC64C4"/>
    <w:rsid w:val="00DC6FF0"/>
    <w:rsid w:val="00DC720D"/>
    <w:rsid w:val="00DC7CC0"/>
    <w:rsid w:val="00DD018B"/>
    <w:rsid w:val="00DD0878"/>
    <w:rsid w:val="00DD0886"/>
    <w:rsid w:val="00DD08F4"/>
    <w:rsid w:val="00DD0D18"/>
    <w:rsid w:val="00DD0DEF"/>
    <w:rsid w:val="00DD0EA3"/>
    <w:rsid w:val="00DD0EBD"/>
    <w:rsid w:val="00DD1730"/>
    <w:rsid w:val="00DD1D42"/>
    <w:rsid w:val="00DD2087"/>
    <w:rsid w:val="00DD26FE"/>
    <w:rsid w:val="00DD282D"/>
    <w:rsid w:val="00DD299D"/>
    <w:rsid w:val="00DD326E"/>
    <w:rsid w:val="00DD3FB8"/>
    <w:rsid w:val="00DD4064"/>
    <w:rsid w:val="00DD4318"/>
    <w:rsid w:val="00DD453A"/>
    <w:rsid w:val="00DD457F"/>
    <w:rsid w:val="00DD4916"/>
    <w:rsid w:val="00DD4AEE"/>
    <w:rsid w:val="00DD4C4A"/>
    <w:rsid w:val="00DD4F68"/>
    <w:rsid w:val="00DD5258"/>
    <w:rsid w:val="00DD5405"/>
    <w:rsid w:val="00DD56B2"/>
    <w:rsid w:val="00DD5CDB"/>
    <w:rsid w:val="00DD5CEB"/>
    <w:rsid w:val="00DD614B"/>
    <w:rsid w:val="00DD6479"/>
    <w:rsid w:val="00DD65CF"/>
    <w:rsid w:val="00DD65F5"/>
    <w:rsid w:val="00DD66F9"/>
    <w:rsid w:val="00DD69A3"/>
    <w:rsid w:val="00DD6A3A"/>
    <w:rsid w:val="00DD6A5C"/>
    <w:rsid w:val="00DD6B1F"/>
    <w:rsid w:val="00DD6EA5"/>
    <w:rsid w:val="00DD6FD7"/>
    <w:rsid w:val="00DD7002"/>
    <w:rsid w:val="00DD7494"/>
    <w:rsid w:val="00DD74EE"/>
    <w:rsid w:val="00DE01B5"/>
    <w:rsid w:val="00DE0234"/>
    <w:rsid w:val="00DE05F1"/>
    <w:rsid w:val="00DE0700"/>
    <w:rsid w:val="00DE0B1E"/>
    <w:rsid w:val="00DE18B3"/>
    <w:rsid w:val="00DE1A40"/>
    <w:rsid w:val="00DE1A7F"/>
    <w:rsid w:val="00DE2285"/>
    <w:rsid w:val="00DE22AA"/>
    <w:rsid w:val="00DE2783"/>
    <w:rsid w:val="00DE2B1D"/>
    <w:rsid w:val="00DE2B5C"/>
    <w:rsid w:val="00DE2EB4"/>
    <w:rsid w:val="00DE32BE"/>
    <w:rsid w:val="00DE362B"/>
    <w:rsid w:val="00DE3FEB"/>
    <w:rsid w:val="00DE3FEF"/>
    <w:rsid w:val="00DE4454"/>
    <w:rsid w:val="00DE4498"/>
    <w:rsid w:val="00DE4EDA"/>
    <w:rsid w:val="00DE55E6"/>
    <w:rsid w:val="00DE5C36"/>
    <w:rsid w:val="00DE5D4B"/>
    <w:rsid w:val="00DE5DE1"/>
    <w:rsid w:val="00DE5EEF"/>
    <w:rsid w:val="00DE5FA2"/>
    <w:rsid w:val="00DE5FD2"/>
    <w:rsid w:val="00DE634E"/>
    <w:rsid w:val="00DE63E8"/>
    <w:rsid w:val="00DE699B"/>
    <w:rsid w:val="00DE6AFC"/>
    <w:rsid w:val="00DE6C84"/>
    <w:rsid w:val="00DE7053"/>
    <w:rsid w:val="00DE7087"/>
    <w:rsid w:val="00DE733C"/>
    <w:rsid w:val="00DE74C0"/>
    <w:rsid w:val="00DE75F3"/>
    <w:rsid w:val="00DE7E19"/>
    <w:rsid w:val="00DE7F79"/>
    <w:rsid w:val="00DF0032"/>
    <w:rsid w:val="00DF05C4"/>
    <w:rsid w:val="00DF0774"/>
    <w:rsid w:val="00DF092F"/>
    <w:rsid w:val="00DF09B8"/>
    <w:rsid w:val="00DF0BBD"/>
    <w:rsid w:val="00DF1281"/>
    <w:rsid w:val="00DF12F5"/>
    <w:rsid w:val="00DF161B"/>
    <w:rsid w:val="00DF1942"/>
    <w:rsid w:val="00DF214B"/>
    <w:rsid w:val="00DF2708"/>
    <w:rsid w:val="00DF2845"/>
    <w:rsid w:val="00DF288E"/>
    <w:rsid w:val="00DF2AD0"/>
    <w:rsid w:val="00DF2D1A"/>
    <w:rsid w:val="00DF33CD"/>
    <w:rsid w:val="00DF33DD"/>
    <w:rsid w:val="00DF33FC"/>
    <w:rsid w:val="00DF38BC"/>
    <w:rsid w:val="00DF3BD2"/>
    <w:rsid w:val="00DF3C63"/>
    <w:rsid w:val="00DF401F"/>
    <w:rsid w:val="00DF45EA"/>
    <w:rsid w:val="00DF478B"/>
    <w:rsid w:val="00DF4CC5"/>
    <w:rsid w:val="00DF4E06"/>
    <w:rsid w:val="00DF4F63"/>
    <w:rsid w:val="00DF51B9"/>
    <w:rsid w:val="00DF53F8"/>
    <w:rsid w:val="00DF5460"/>
    <w:rsid w:val="00DF5549"/>
    <w:rsid w:val="00DF56ED"/>
    <w:rsid w:val="00DF5711"/>
    <w:rsid w:val="00DF58A1"/>
    <w:rsid w:val="00DF5ED4"/>
    <w:rsid w:val="00DF621D"/>
    <w:rsid w:val="00DF6548"/>
    <w:rsid w:val="00DF6605"/>
    <w:rsid w:val="00DF66DD"/>
    <w:rsid w:val="00DF66F7"/>
    <w:rsid w:val="00DF6EDF"/>
    <w:rsid w:val="00DF76A2"/>
    <w:rsid w:val="00DF79E4"/>
    <w:rsid w:val="00E00037"/>
    <w:rsid w:val="00E005DF"/>
    <w:rsid w:val="00E00692"/>
    <w:rsid w:val="00E0090C"/>
    <w:rsid w:val="00E00C6B"/>
    <w:rsid w:val="00E00CE2"/>
    <w:rsid w:val="00E00ED3"/>
    <w:rsid w:val="00E01079"/>
    <w:rsid w:val="00E01682"/>
    <w:rsid w:val="00E01749"/>
    <w:rsid w:val="00E01869"/>
    <w:rsid w:val="00E01954"/>
    <w:rsid w:val="00E01B6B"/>
    <w:rsid w:val="00E0231C"/>
    <w:rsid w:val="00E0252A"/>
    <w:rsid w:val="00E02D38"/>
    <w:rsid w:val="00E03372"/>
    <w:rsid w:val="00E03437"/>
    <w:rsid w:val="00E03466"/>
    <w:rsid w:val="00E03671"/>
    <w:rsid w:val="00E03B4F"/>
    <w:rsid w:val="00E0420B"/>
    <w:rsid w:val="00E04838"/>
    <w:rsid w:val="00E051EA"/>
    <w:rsid w:val="00E058F5"/>
    <w:rsid w:val="00E05BEC"/>
    <w:rsid w:val="00E05DDF"/>
    <w:rsid w:val="00E05E04"/>
    <w:rsid w:val="00E05EA4"/>
    <w:rsid w:val="00E05F04"/>
    <w:rsid w:val="00E0623E"/>
    <w:rsid w:val="00E06649"/>
    <w:rsid w:val="00E066B1"/>
    <w:rsid w:val="00E06807"/>
    <w:rsid w:val="00E06940"/>
    <w:rsid w:val="00E06CCD"/>
    <w:rsid w:val="00E071D3"/>
    <w:rsid w:val="00E0792A"/>
    <w:rsid w:val="00E07D48"/>
    <w:rsid w:val="00E1029B"/>
    <w:rsid w:val="00E10614"/>
    <w:rsid w:val="00E10775"/>
    <w:rsid w:val="00E109DB"/>
    <w:rsid w:val="00E11095"/>
    <w:rsid w:val="00E111E2"/>
    <w:rsid w:val="00E115FB"/>
    <w:rsid w:val="00E11A0C"/>
    <w:rsid w:val="00E11C53"/>
    <w:rsid w:val="00E11CB8"/>
    <w:rsid w:val="00E11FD3"/>
    <w:rsid w:val="00E1205A"/>
    <w:rsid w:val="00E12105"/>
    <w:rsid w:val="00E1276A"/>
    <w:rsid w:val="00E12D6D"/>
    <w:rsid w:val="00E12E94"/>
    <w:rsid w:val="00E130C1"/>
    <w:rsid w:val="00E132A1"/>
    <w:rsid w:val="00E135BC"/>
    <w:rsid w:val="00E135EA"/>
    <w:rsid w:val="00E136D7"/>
    <w:rsid w:val="00E14676"/>
    <w:rsid w:val="00E14702"/>
    <w:rsid w:val="00E14B05"/>
    <w:rsid w:val="00E14B45"/>
    <w:rsid w:val="00E14F65"/>
    <w:rsid w:val="00E1541B"/>
    <w:rsid w:val="00E1548C"/>
    <w:rsid w:val="00E1595F"/>
    <w:rsid w:val="00E15996"/>
    <w:rsid w:val="00E15B1F"/>
    <w:rsid w:val="00E15BF3"/>
    <w:rsid w:val="00E15D67"/>
    <w:rsid w:val="00E1625B"/>
    <w:rsid w:val="00E16817"/>
    <w:rsid w:val="00E168E7"/>
    <w:rsid w:val="00E16FA9"/>
    <w:rsid w:val="00E176D7"/>
    <w:rsid w:val="00E176DB"/>
    <w:rsid w:val="00E17D77"/>
    <w:rsid w:val="00E17FB3"/>
    <w:rsid w:val="00E20006"/>
    <w:rsid w:val="00E203AC"/>
    <w:rsid w:val="00E205E9"/>
    <w:rsid w:val="00E20E50"/>
    <w:rsid w:val="00E21264"/>
    <w:rsid w:val="00E21611"/>
    <w:rsid w:val="00E21888"/>
    <w:rsid w:val="00E21E48"/>
    <w:rsid w:val="00E22032"/>
    <w:rsid w:val="00E226B3"/>
    <w:rsid w:val="00E22943"/>
    <w:rsid w:val="00E22B84"/>
    <w:rsid w:val="00E22C76"/>
    <w:rsid w:val="00E22EE2"/>
    <w:rsid w:val="00E23444"/>
    <w:rsid w:val="00E23769"/>
    <w:rsid w:val="00E237BF"/>
    <w:rsid w:val="00E239DE"/>
    <w:rsid w:val="00E248F3"/>
    <w:rsid w:val="00E2514C"/>
    <w:rsid w:val="00E25280"/>
    <w:rsid w:val="00E2529C"/>
    <w:rsid w:val="00E255C6"/>
    <w:rsid w:val="00E25AE7"/>
    <w:rsid w:val="00E25D43"/>
    <w:rsid w:val="00E25F83"/>
    <w:rsid w:val="00E261DC"/>
    <w:rsid w:val="00E26750"/>
    <w:rsid w:val="00E26B6E"/>
    <w:rsid w:val="00E26FA8"/>
    <w:rsid w:val="00E274A4"/>
    <w:rsid w:val="00E277DB"/>
    <w:rsid w:val="00E278CB"/>
    <w:rsid w:val="00E27A26"/>
    <w:rsid w:val="00E27C6A"/>
    <w:rsid w:val="00E27D14"/>
    <w:rsid w:val="00E3023C"/>
    <w:rsid w:val="00E30293"/>
    <w:rsid w:val="00E30884"/>
    <w:rsid w:val="00E30C92"/>
    <w:rsid w:val="00E30F3B"/>
    <w:rsid w:val="00E3120C"/>
    <w:rsid w:val="00E314C4"/>
    <w:rsid w:val="00E31707"/>
    <w:rsid w:val="00E31849"/>
    <w:rsid w:val="00E31860"/>
    <w:rsid w:val="00E318CD"/>
    <w:rsid w:val="00E31D9F"/>
    <w:rsid w:val="00E31DD3"/>
    <w:rsid w:val="00E320E6"/>
    <w:rsid w:val="00E32162"/>
    <w:rsid w:val="00E323CC"/>
    <w:rsid w:val="00E3251F"/>
    <w:rsid w:val="00E32C2A"/>
    <w:rsid w:val="00E32CC6"/>
    <w:rsid w:val="00E331DB"/>
    <w:rsid w:val="00E3320A"/>
    <w:rsid w:val="00E33327"/>
    <w:rsid w:val="00E33638"/>
    <w:rsid w:val="00E33E5C"/>
    <w:rsid w:val="00E34041"/>
    <w:rsid w:val="00E346BD"/>
    <w:rsid w:val="00E346DB"/>
    <w:rsid w:val="00E34F91"/>
    <w:rsid w:val="00E34FF6"/>
    <w:rsid w:val="00E3532D"/>
    <w:rsid w:val="00E35D36"/>
    <w:rsid w:val="00E3633D"/>
    <w:rsid w:val="00E36382"/>
    <w:rsid w:val="00E36D45"/>
    <w:rsid w:val="00E36D7A"/>
    <w:rsid w:val="00E36E86"/>
    <w:rsid w:val="00E37249"/>
    <w:rsid w:val="00E37498"/>
    <w:rsid w:val="00E37579"/>
    <w:rsid w:val="00E376DA"/>
    <w:rsid w:val="00E37B25"/>
    <w:rsid w:val="00E37B37"/>
    <w:rsid w:val="00E37DD5"/>
    <w:rsid w:val="00E37F65"/>
    <w:rsid w:val="00E400DE"/>
    <w:rsid w:val="00E401F7"/>
    <w:rsid w:val="00E40441"/>
    <w:rsid w:val="00E405DB"/>
    <w:rsid w:val="00E40668"/>
    <w:rsid w:val="00E40801"/>
    <w:rsid w:val="00E40A38"/>
    <w:rsid w:val="00E40C8B"/>
    <w:rsid w:val="00E40E7A"/>
    <w:rsid w:val="00E4136F"/>
    <w:rsid w:val="00E418BD"/>
    <w:rsid w:val="00E4195A"/>
    <w:rsid w:val="00E41995"/>
    <w:rsid w:val="00E419E4"/>
    <w:rsid w:val="00E42BAA"/>
    <w:rsid w:val="00E42BC6"/>
    <w:rsid w:val="00E42D11"/>
    <w:rsid w:val="00E42F24"/>
    <w:rsid w:val="00E43458"/>
    <w:rsid w:val="00E43973"/>
    <w:rsid w:val="00E43DA3"/>
    <w:rsid w:val="00E4451D"/>
    <w:rsid w:val="00E4474C"/>
    <w:rsid w:val="00E44A11"/>
    <w:rsid w:val="00E44BEA"/>
    <w:rsid w:val="00E44DEB"/>
    <w:rsid w:val="00E45307"/>
    <w:rsid w:val="00E45B83"/>
    <w:rsid w:val="00E45DB1"/>
    <w:rsid w:val="00E461E1"/>
    <w:rsid w:val="00E463E0"/>
    <w:rsid w:val="00E46FC7"/>
    <w:rsid w:val="00E473E5"/>
    <w:rsid w:val="00E47AEA"/>
    <w:rsid w:val="00E47BE0"/>
    <w:rsid w:val="00E47EC5"/>
    <w:rsid w:val="00E50374"/>
    <w:rsid w:val="00E503E3"/>
    <w:rsid w:val="00E506CB"/>
    <w:rsid w:val="00E50A3A"/>
    <w:rsid w:val="00E50E20"/>
    <w:rsid w:val="00E51131"/>
    <w:rsid w:val="00E51398"/>
    <w:rsid w:val="00E51933"/>
    <w:rsid w:val="00E51994"/>
    <w:rsid w:val="00E51F54"/>
    <w:rsid w:val="00E5203E"/>
    <w:rsid w:val="00E522F9"/>
    <w:rsid w:val="00E5293F"/>
    <w:rsid w:val="00E52F2E"/>
    <w:rsid w:val="00E535E9"/>
    <w:rsid w:val="00E53B9F"/>
    <w:rsid w:val="00E53C04"/>
    <w:rsid w:val="00E53C8D"/>
    <w:rsid w:val="00E53ECA"/>
    <w:rsid w:val="00E54323"/>
    <w:rsid w:val="00E5446F"/>
    <w:rsid w:val="00E54553"/>
    <w:rsid w:val="00E547FD"/>
    <w:rsid w:val="00E54AFA"/>
    <w:rsid w:val="00E55158"/>
    <w:rsid w:val="00E55333"/>
    <w:rsid w:val="00E55757"/>
    <w:rsid w:val="00E55981"/>
    <w:rsid w:val="00E55990"/>
    <w:rsid w:val="00E55CAF"/>
    <w:rsid w:val="00E5619C"/>
    <w:rsid w:val="00E5629A"/>
    <w:rsid w:val="00E56305"/>
    <w:rsid w:val="00E56502"/>
    <w:rsid w:val="00E566A7"/>
    <w:rsid w:val="00E56837"/>
    <w:rsid w:val="00E57949"/>
    <w:rsid w:val="00E5796B"/>
    <w:rsid w:val="00E57AF5"/>
    <w:rsid w:val="00E604A2"/>
    <w:rsid w:val="00E605A3"/>
    <w:rsid w:val="00E60C67"/>
    <w:rsid w:val="00E61017"/>
    <w:rsid w:val="00E6114E"/>
    <w:rsid w:val="00E616F6"/>
    <w:rsid w:val="00E61C58"/>
    <w:rsid w:val="00E61FF6"/>
    <w:rsid w:val="00E62536"/>
    <w:rsid w:val="00E62C54"/>
    <w:rsid w:val="00E6306C"/>
    <w:rsid w:val="00E63216"/>
    <w:rsid w:val="00E6351F"/>
    <w:rsid w:val="00E635B3"/>
    <w:rsid w:val="00E63604"/>
    <w:rsid w:val="00E63634"/>
    <w:rsid w:val="00E63BAB"/>
    <w:rsid w:val="00E63C5F"/>
    <w:rsid w:val="00E6407F"/>
    <w:rsid w:val="00E64687"/>
    <w:rsid w:val="00E647FF"/>
    <w:rsid w:val="00E64886"/>
    <w:rsid w:val="00E64E62"/>
    <w:rsid w:val="00E6543D"/>
    <w:rsid w:val="00E65580"/>
    <w:rsid w:val="00E656AD"/>
    <w:rsid w:val="00E6570C"/>
    <w:rsid w:val="00E6570F"/>
    <w:rsid w:val="00E65E0C"/>
    <w:rsid w:val="00E65E59"/>
    <w:rsid w:val="00E66382"/>
    <w:rsid w:val="00E663B2"/>
    <w:rsid w:val="00E665B5"/>
    <w:rsid w:val="00E66F01"/>
    <w:rsid w:val="00E6713D"/>
    <w:rsid w:val="00E6723F"/>
    <w:rsid w:val="00E6747F"/>
    <w:rsid w:val="00E67875"/>
    <w:rsid w:val="00E67B16"/>
    <w:rsid w:val="00E70346"/>
    <w:rsid w:val="00E70583"/>
    <w:rsid w:val="00E7062E"/>
    <w:rsid w:val="00E70701"/>
    <w:rsid w:val="00E70712"/>
    <w:rsid w:val="00E7132B"/>
    <w:rsid w:val="00E71534"/>
    <w:rsid w:val="00E71F7E"/>
    <w:rsid w:val="00E72005"/>
    <w:rsid w:val="00E722FA"/>
    <w:rsid w:val="00E7243D"/>
    <w:rsid w:val="00E72546"/>
    <w:rsid w:val="00E72821"/>
    <w:rsid w:val="00E72839"/>
    <w:rsid w:val="00E72AD6"/>
    <w:rsid w:val="00E72B86"/>
    <w:rsid w:val="00E72DDF"/>
    <w:rsid w:val="00E72FCB"/>
    <w:rsid w:val="00E73098"/>
    <w:rsid w:val="00E73346"/>
    <w:rsid w:val="00E736F1"/>
    <w:rsid w:val="00E73727"/>
    <w:rsid w:val="00E73800"/>
    <w:rsid w:val="00E73C36"/>
    <w:rsid w:val="00E73C4B"/>
    <w:rsid w:val="00E7445F"/>
    <w:rsid w:val="00E747FE"/>
    <w:rsid w:val="00E749A3"/>
    <w:rsid w:val="00E74B8D"/>
    <w:rsid w:val="00E74BDD"/>
    <w:rsid w:val="00E75F19"/>
    <w:rsid w:val="00E7616D"/>
    <w:rsid w:val="00E7633B"/>
    <w:rsid w:val="00E7652F"/>
    <w:rsid w:val="00E76950"/>
    <w:rsid w:val="00E76B5C"/>
    <w:rsid w:val="00E76CDE"/>
    <w:rsid w:val="00E77036"/>
    <w:rsid w:val="00E77419"/>
    <w:rsid w:val="00E775EE"/>
    <w:rsid w:val="00E7760C"/>
    <w:rsid w:val="00E776E9"/>
    <w:rsid w:val="00E804CE"/>
    <w:rsid w:val="00E804F4"/>
    <w:rsid w:val="00E805D5"/>
    <w:rsid w:val="00E80AA8"/>
    <w:rsid w:val="00E80DEA"/>
    <w:rsid w:val="00E812A8"/>
    <w:rsid w:val="00E815C4"/>
    <w:rsid w:val="00E81721"/>
    <w:rsid w:val="00E81A2F"/>
    <w:rsid w:val="00E81F63"/>
    <w:rsid w:val="00E82051"/>
    <w:rsid w:val="00E82647"/>
    <w:rsid w:val="00E827DE"/>
    <w:rsid w:val="00E82ABF"/>
    <w:rsid w:val="00E82D49"/>
    <w:rsid w:val="00E82FA2"/>
    <w:rsid w:val="00E832ED"/>
    <w:rsid w:val="00E834EF"/>
    <w:rsid w:val="00E83CF9"/>
    <w:rsid w:val="00E84449"/>
    <w:rsid w:val="00E844AD"/>
    <w:rsid w:val="00E846A9"/>
    <w:rsid w:val="00E84B58"/>
    <w:rsid w:val="00E84C81"/>
    <w:rsid w:val="00E84D02"/>
    <w:rsid w:val="00E85171"/>
    <w:rsid w:val="00E85425"/>
    <w:rsid w:val="00E8549C"/>
    <w:rsid w:val="00E8620B"/>
    <w:rsid w:val="00E86423"/>
    <w:rsid w:val="00E86651"/>
    <w:rsid w:val="00E86767"/>
    <w:rsid w:val="00E8682E"/>
    <w:rsid w:val="00E86DC7"/>
    <w:rsid w:val="00E86EF1"/>
    <w:rsid w:val="00E870F6"/>
    <w:rsid w:val="00E878B6"/>
    <w:rsid w:val="00E879A9"/>
    <w:rsid w:val="00E87CBE"/>
    <w:rsid w:val="00E90004"/>
    <w:rsid w:val="00E903D8"/>
    <w:rsid w:val="00E904E0"/>
    <w:rsid w:val="00E905AC"/>
    <w:rsid w:val="00E90852"/>
    <w:rsid w:val="00E90C05"/>
    <w:rsid w:val="00E90EB3"/>
    <w:rsid w:val="00E910B9"/>
    <w:rsid w:val="00E913F8"/>
    <w:rsid w:val="00E9173F"/>
    <w:rsid w:val="00E9189E"/>
    <w:rsid w:val="00E919D3"/>
    <w:rsid w:val="00E91B72"/>
    <w:rsid w:val="00E91C92"/>
    <w:rsid w:val="00E91DED"/>
    <w:rsid w:val="00E92098"/>
    <w:rsid w:val="00E92259"/>
    <w:rsid w:val="00E9349E"/>
    <w:rsid w:val="00E937B9"/>
    <w:rsid w:val="00E93966"/>
    <w:rsid w:val="00E93EA5"/>
    <w:rsid w:val="00E93F14"/>
    <w:rsid w:val="00E93F90"/>
    <w:rsid w:val="00E943B1"/>
    <w:rsid w:val="00E948DB"/>
    <w:rsid w:val="00E94C53"/>
    <w:rsid w:val="00E95156"/>
    <w:rsid w:val="00E9517A"/>
    <w:rsid w:val="00E951EE"/>
    <w:rsid w:val="00E95422"/>
    <w:rsid w:val="00E95616"/>
    <w:rsid w:val="00E95DD4"/>
    <w:rsid w:val="00E95FD6"/>
    <w:rsid w:val="00E95FE3"/>
    <w:rsid w:val="00E96556"/>
    <w:rsid w:val="00E96624"/>
    <w:rsid w:val="00E96626"/>
    <w:rsid w:val="00E97009"/>
    <w:rsid w:val="00E97466"/>
    <w:rsid w:val="00E97615"/>
    <w:rsid w:val="00E977A6"/>
    <w:rsid w:val="00E97816"/>
    <w:rsid w:val="00E97C01"/>
    <w:rsid w:val="00E97C1B"/>
    <w:rsid w:val="00EA0425"/>
    <w:rsid w:val="00EA0863"/>
    <w:rsid w:val="00EA09CF"/>
    <w:rsid w:val="00EA0F68"/>
    <w:rsid w:val="00EA0FFA"/>
    <w:rsid w:val="00EA117E"/>
    <w:rsid w:val="00EA1433"/>
    <w:rsid w:val="00EA1761"/>
    <w:rsid w:val="00EA1B36"/>
    <w:rsid w:val="00EA1E74"/>
    <w:rsid w:val="00EA2216"/>
    <w:rsid w:val="00EA2554"/>
    <w:rsid w:val="00EA25A6"/>
    <w:rsid w:val="00EA2A56"/>
    <w:rsid w:val="00EA2B94"/>
    <w:rsid w:val="00EA2FD3"/>
    <w:rsid w:val="00EA32B0"/>
    <w:rsid w:val="00EA3387"/>
    <w:rsid w:val="00EA3391"/>
    <w:rsid w:val="00EA3398"/>
    <w:rsid w:val="00EA353E"/>
    <w:rsid w:val="00EA3636"/>
    <w:rsid w:val="00EA3CC9"/>
    <w:rsid w:val="00EA3E1C"/>
    <w:rsid w:val="00EA3F3A"/>
    <w:rsid w:val="00EA451A"/>
    <w:rsid w:val="00EA451F"/>
    <w:rsid w:val="00EA4742"/>
    <w:rsid w:val="00EA49DD"/>
    <w:rsid w:val="00EA4F5F"/>
    <w:rsid w:val="00EA5308"/>
    <w:rsid w:val="00EA5508"/>
    <w:rsid w:val="00EA5572"/>
    <w:rsid w:val="00EA5ED3"/>
    <w:rsid w:val="00EA6002"/>
    <w:rsid w:val="00EA6539"/>
    <w:rsid w:val="00EA675F"/>
    <w:rsid w:val="00EA6A3A"/>
    <w:rsid w:val="00EA6A5E"/>
    <w:rsid w:val="00EA71DE"/>
    <w:rsid w:val="00EA79E8"/>
    <w:rsid w:val="00EB003A"/>
    <w:rsid w:val="00EB007A"/>
    <w:rsid w:val="00EB038C"/>
    <w:rsid w:val="00EB076A"/>
    <w:rsid w:val="00EB086A"/>
    <w:rsid w:val="00EB0D7B"/>
    <w:rsid w:val="00EB0E75"/>
    <w:rsid w:val="00EB0FFF"/>
    <w:rsid w:val="00EB1125"/>
    <w:rsid w:val="00EB162B"/>
    <w:rsid w:val="00EB1726"/>
    <w:rsid w:val="00EB1974"/>
    <w:rsid w:val="00EB1C7F"/>
    <w:rsid w:val="00EB1CA9"/>
    <w:rsid w:val="00EB1D2A"/>
    <w:rsid w:val="00EB21F9"/>
    <w:rsid w:val="00EB24EA"/>
    <w:rsid w:val="00EB26BC"/>
    <w:rsid w:val="00EB2A9C"/>
    <w:rsid w:val="00EB2FCF"/>
    <w:rsid w:val="00EB3135"/>
    <w:rsid w:val="00EB320C"/>
    <w:rsid w:val="00EB32B4"/>
    <w:rsid w:val="00EB3359"/>
    <w:rsid w:val="00EB3745"/>
    <w:rsid w:val="00EB397A"/>
    <w:rsid w:val="00EB4136"/>
    <w:rsid w:val="00EB4AD7"/>
    <w:rsid w:val="00EB4B53"/>
    <w:rsid w:val="00EB4D2C"/>
    <w:rsid w:val="00EB515C"/>
    <w:rsid w:val="00EB5257"/>
    <w:rsid w:val="00EB52AF"/>
    <w:rsid w:val="00EB5500"/>
    <w:rsid w:val="00EB5EFC"/>
    <w:rsid w:val="00EB6006"/>
    <w:rsid w:val="00EB662D"/>
    <w:rsid w:val="00EB6815"/>
    <w:rsid w:val="00EB6832"/>
    <w:rsid w:val="00EB6E22"/>
    <w:rsid w:val="00EB71AE"/>
    <w:rsid w:val="00EB74AF"/>
    <w:rsid w:val="00EB7805"/>
    <w:rsid w:val="00EB7809"/>
    <w:rsid w:val="00EB7B2F"/>
    <w:rsid w:val="00EB7FBD"/>
    <w:rsid w:val="00EC07F0"/>
    <w:rsid w:val="00EC0DE9"/>
    <w:rsid w:val="00EC11A6"/>
    <w:rsid w:val="00EC1352"/>
    <w:rsid w:val="00EC14CE"/>
    <w:rsid w:val="00EC15DA"/>
    <w:rsid w:val="00EC17E8"/>
    <w:rsid w:val="00EC1A0F"/>
    <w:rsid w:val="00EC1E26"/>
    <w:rsid w:val="00EC22FC"/>
    <w:rsid w:val="00EC27C0"/>
    <w:rsid w:val="00EC295C"/>
    <w:rsid w:val="00EC2971"/>
    <w:rsid w:val="00EC3429"/>
    <w:rsid w:val="00EC345C"/>
    <w:rsid w:val="00EC3577"/>
    <w:rsid w:val="00EC3DA2"/>
    <w:rsid w:val="00EC4C1C"/>
    <w:rsid w:val="00EC4D18"/>
    <w:rsid w:val="00EC4EDE"/>
    <w:rsid w:val="00EC4F34"/>
    <w:rsid w:val="00EC54E8"/>
    <w:rsid w:val="00EC5A80"/>
    <w:rsid w:val="00EC5B38"/>
    <w:rsid w:val="00EC5E1A"/>
    <w:rsid w:val="00EC5FD3"/>
    <w:rsid w:val="00EC6180"/>
    <w:rsid w:val="00EC6E4E"/>
    <w:rsid w:val="00EC708D"/>
    <w:rsid w:val="00EC738D"/>
    <w:rsid w:val="00EC7AA8"/>
    <w:rsid w:val="00ED0086"/>
    <w:rsid w:val="00ED0370"/>
    <w:rsid w:val="00ED08B9"/>
    <w:rsid w:val="00ED0968"/>
    <w:rsid w:val="00ED1358"/>
    <w:rsid w:val="00ED1489"/>
    <w:rsid w:val="00ED1610"/>
    <w:rsid w:val="00ED1676"/>
    <w:rsid w:val="00ED1766"/>
    <w:rsid w:val="00ED17C8"/>
    <w:rsid w:val="00ED1946"/>
    <w:rsid w:val="00ED227E"/>
    <w:rsid w:val="00ED293D"/>
    <w:rsid w:val="00ED2C07"/>
    <w:rsid w:val="00ED2F97"/>
    <w:rsid w:val="00ED3121"/>
    <w:rsid w:val="00ED391A"/>
    <w:rsid w:val="00ED415C"/>
    <w:rsid w:val="00ED4688"/>
    <w:rsid w:val="00ED496D"/>
    <w:rsid w:val="00ED4B75"/>
    <w:rsid w:val="00ED4EBA"/>
    <w:rsid w:val="00ED530D"/>
    <w:rsid w:val="00ED5506"/>
    <w:rsid w:val="00ED5925"/>
    <w:rsid w:val="00ED5C4F"/>
    <w:rsid w:val="00ED5C6B"/>
    <w:rsid w:val="00ED6114"/>
    <w:rsid w:val="00ED6393"/>
    <w:rsid w:val="00ED6732"/>
    <w:rsid w:val="00ED6E06"/>
    <w:rsid w:val="00ED7314"/>
    <w:rsid w:val="00ED7576"/>
    <w:rsid w:val="00ED7EF0"/>
    <w:rsid w:val="00ED7FED"/>
    <w:rsid w:val="00EE0254"/>
    <w:rsid w:val="00EE0A1B"/>
    <w:rsid w:val="00EE103E"/>
    <w:rsid w:val="00EE1052"/>
    <w:rsid w:val="00EE1148"/>
    <w:rsid w:val="00EE13BE"/>
    <w:rsid w:val="00EE190F"/>
    <w:rsid w:val="00EE208B"/>
    <w:rsid w:val="00EE20DE"/>
    <w:rsid w:val="00EE23A7"/>
    <w:rsid w:val="00EE284A"/>
    <w:rsid w:val="00EE35A0"/>
    <w:rsid w:val="00EE35B6"/>
    <w:rsid w:val="00EE3734"/>
    <w:rsid w:val="00EE3816"/>
    <w:rsid w:val="00EE3BCD"/>
    <w:rsid w:val="00EE3DB2"/>
    <w:rsid w:val="00EE3F68"/>
    <w:rsid w:val="00EE3FBA"/>
    <w:rsid w:val="00EE3FC3"/>
    <w:rsid w:val="00EE41AD"/>
    <w:rsid w:val="00EE43B0"/>
    <w:rsid w:val="00EE5087"/>
    <w:rsid w:val="00EE5316"/>
    <w:rsid w:val="00EE58C1"/>
    <w:rsid w:val="00EE59AC"/>
    <w:rsid w:val="00EE5A4B"/>
    <w:rsid w:val="00EE5A92"/>
    <w:rsid w:val="00EE5EBF"/>
    <w:rsid w:val="00EE6206"/>
    <w:rsid w:val="00EE63F1"/>
    <w:rsid w:val="00EE6562"/>
    <w:rsid w:val="00EE6774"/>
    <w:rsid w:val="00EE68E5"/>
    <w:rsid w:val="00EE69E6"/>
    <w:rsid w:val="00EE6BEB"/>
    <w:rsid w:val="00EE70B7"/>
    <w:rsid w:val="00EE7277"/>
    <w:rsid w:val="00EE76EB"/>
    <w:rsid w:val="00EE76F7"/>
    <w:rsid w:val="00EE77ED"/>
    <w:rsid w:val="00EE78BA"/>
    <w:rsid w:val="00EE7D0C"/>
    <w:rsid w:val="00EE7D3A"/>
    <w:rsid w:val="00EE7F13"/>
    <w:rsid w:val="00EF0136"/>
    <w:rsid w:val="00EF0A89"/>
    <w:rsid w:val="00EF0CC4"/>
    <w:rsid w:val="00EF0EBD"/>
    <w:rsid w:val="00EF1BAB"/>
    <w:rsid w:val="00EF1E53"/>
    <w:rsid w:val="00EF2073"/>
    <w:rsid w:val="00EF2367"/>
    <w:rsid w:val="00EF2700"/>
    <w:rsid w:val="00EF27D8"/>
    <w:rsid w:val="00EF2941"/>
    <w:rsid w:val="00EF360D"/>
    <w:rsid w:val="00EF3B8B"/>
    <w:rsid w:val="00EF3BC1"/>
    <w:rsid w:val="00EF3D69"/>
    <w:rsid w:val="00EF467D"/>
    <w:rsid w:val="00EF4B68"/>
    <w:rsid w:val="00EF51E5"/>
    <w:rsid w:val="00EF56DE"/>
    <w:rsid w:val="00EF5B1C"/>
    <w:rsid w:val="00EF5B3A"/>
    <w:rsid w:val="00EF621A"/>
    <w:rsid w:val="00EF623E"/>
    <w:rsid w:val="00EF652E"/>
    <w:rsid w:val="00EF657A"/>
    <w:rsid w:val="00EF6859"/>
    <w:rsid w:val="00EF6A3E"/>
    <w:rsid w:val="00EF6E3B"/>
    <w:rsid w:val="00EF6F9A"/>
    <w:rsid w:val="00EF7139"/>
    <w:rsid w:val="00EF7649"/>
    <w:rsid w:val="00EF7CDE"/>
    <w:rsid w:val="00EF7DFB"/>
    <w:rsid w:val="00EF7E1C"/>
    <w:rsid w:val="00F00A2A"/>
    <w:rsid w:val="00F00BED"/>
    <w:rsid w:val="00F00D27"/>
    <w:rsid w:val="00F010E2"/>
    <w:rsid w:val="00F011BF"/>
    <w:rsid w:val="00F01207"/>
    <w:rsid w:val="00F0184D"/>
    <w:rsid w:val="00F021DB"/>
    <w:rsid w:val="00F025A3"/>
    <w:rsid w:val="00F028A7"/>
    <w:rsid w:val="00F02902"/>
    <w:rsid w:val="00F0299E"/>
    <w:rsid w:val="00F02BEB"/>
    <w:rsid w:val="00F02C68"/>
    <w:rsid w:val="00F02DCA"/>
    <w:rsid w:val="00F031B5"/>
    <w:rsid w:val="00F03263"/>
    <w:rsid w:val="00F0479A"/>
    <w:rsid w:val="00F04B5B"/>
    <w:rsid w:val="00F05152"/>
    <w:rsid w:val="00F05656"/>
    <w:rsid w:val="00F056A7"/>
    <w:rsid w:val="00F0598E"/>
    <w:rsid w:val="00F05B5A"/>
    <w:rsid w:val="00F05D94"/>
    <w:rsid w:val="00F06F11"/>
    <w:rsid w:val="00F06F8D"/>
    <w:rsid w:val="00F070D1"/>
    <w:rsid w:val="00F072C7"/>
    <w:rsid w:val="00F072D1"/>
    <w:rsid w:val="00F07346"/>
    <w:rsid w:val="00F07798"/>
    <w:rsid w:val="00F079EF"/>
    <w:rsid w:val="00F07B31"/>
    <w:rsid w:val="00F07E1C"/>
    <w:rsid w:val="00F07F8A"/>
    <w:rsid w:val="00F10338"/>
    <w:rsid w:val="00F1034E"/>
    <w:rsid w:val="00F10390"/>
    <w:rsid w:val="00F104BC"/>
    <w:rsid w:val="00F105DD"/>
    <w:rsid w:val="00F108BF"/>
    <w:rsid w:val="00F10DD5"/>
    <w:rsid w:val="00F112C9"/>
    <w:rsid w:val="00F11332"/>
    <w:rsid w:val="00F1149D"/>
    <w:rsid w:val="00F115AF"/>
    <w:rsid w:val="00F11F28"/>
    <w:rsid w:val="00F1219F"/>
    <w:rsid w:val="00F12504"/>
    <w:rsid w:val="00F1270F"/>
    <w:rsid w:val="00F12742"/>
    <w:rsid w:val="00F12993"/>
    <w:rsid w:val="00F131CE"/>
    <w:rsid w:val="00F13329"/>
    <w:rsid w:val="00F134F8"/>
    <w:rsid w:val="00F13E69"/>
    <w:rsid w:val="00F14267"/>
    <w:rsid w:val="00F144B2"/>
    <w:rsid w:val="00F14546"/>
    <w:rsid w:val="00F1465C"/>
    <w:rsid w:val="00F148C7"/>
    <w:rsid w:val="00F14AD9"/>
    <w:rsid w:val="00F14B2A"/>
    <w:rsid w:val="00F1537A"/>
    <w:rsid w:val="00F157D4"/>
    <w:rsid w:val="00F15D41"/>
    <w:rsid w:val="00F15DE1"/>
    <w:rsid w:val="00F16019"/>
    <w:rsid w:val="00F1624D"/>
    <w:rsid w:val="00F16D00"/>
    <w:rsid w:val="00F16DBF"/>
    <w:rsid w:val="00F16DE8"/>
    <w:rsid w:val="00F16F2E"/>
    <w:rsid w:val="00F17117"/>
    <w:rsid w:val="00F174BD"/>
    <w:rsid w:val="00F17554"/>
    <w:rsid w:val="00F17649"/>
    <w:rsid w:val="00F179F8"/>
    <w:rsid w:val="00F17AB6"/>
    <w:rsid w:val="00F17DBE"/>
    <w:rsid w:val="00F2002A"/>
    <w:rsid w:val="00F205B8"/>
    <w:rsid w:val="00F2088D"/>
    <w:rsid w:val="00F20A51"/>
    <w:rsid w:val="00F213D7"/>
    <w:rsid w:val="00F21685"/>
    <w:rsid w:val="00F2183D"/>
    <w:rsid w:val="00F21A4C"/>
    <w:rsid w:val="00F220F1"/>
    <w:rsid w:val="00F223DE"/>
    <w:rsid w:val="00F22774"/>
    <w:rsid w:val="00F229C7"/>
    <w:rsid w:val="00F22A0E"/>
    <w:rsid w:val="00F22CC8"/>
    <w:rsid w:val="00F22E68"/>
    <w:rsid w:val="00F23383"/>
    <w:rsid w:val="00F2350F"/>
    <w:rsid w:val="00F23513"/>
    <w:rsid w:val="00F239D3"/>
    <w:rsid w:val="00F239E8"/>
    <w:rsid w:val="00F23C2D"/>
    <w:rsid w:val="00F2412C"/>
    <w:rsid w:val="00F244D8"/>
    <w:rsid w:val="00F247E9"/>
    <w:rsid w:val="00F251D4"/>
    <w:rsid w:val="00F2528A"/>
    <w:rsid w:val="00F253A5"/>
    <w:rsid w:val="00F25848"/>
    <w:rsid w:val="00F2591F"/>
    <w:rsid w:val="00F25B2D"/>
    <w:rsid w:val="00F25EE3"/>
    <w:rsid w:val="00F25F74"/>
    <w:rsid w:val="00F2615B"/>
    <w:rsid w:val="00F2633C"/>
    <w:rsid w:val="00F2659E"/>
    <w:rsid w:val="00F266E5"/>
    <w:rsid w:val="00F26994"/>
    <w:rsid w:val="00F26A09"/>
    <w:rsid w:val="00F2717A"/>
    <w:rsid w:val="00F27795"/>
    <w:rsid w:val="00F27849"/>
    <w:rsid w:val="00F27B2A"/>
    <w:rsid w:val="00F27BE7"/>
    <w:rsid w:val="00F27EA2"/>
    <w:rsid w:val="00F3078F"/>
    <w:rsid w:val="00F30842"/>
    <w:rsid w:val="00F31119"/>
    <w:rsid w:val="00F3166A"/>
    <w:rsid w:val="00F317BB"/>
    <w:rsid w:val="00F31835"/>
    <w:rsid w:val="00F319BC"/>
    <w:rsid w:val="00F319F8"/>
    <w:rsid w:val="00F32092"/>
    <w:rsid w:val="00F322CE"/>
    <w:rsid w:val="00F32414"/>
    <w:rsid w:val="00F324EC"/>
    <w:rsid w:val="00F32726"/>
    <w:rsid w:val="00F32925"/>
    <w:rsid w:val="00F3295B"/>
    <w:rsid w:val="00F329E6"/>
    <w:rsid w:val="00F32F3E"/>
    <w:rsid w:val="00F330A6"/>
    <w:rsid w:val="00F33350"/>
    <w:rsid w:val="00F3393F"/>
    <w:rsid w:val="00F33A46"/>
    <w:rsid w:val="00F33BDE"/>
    <w:rsid w:val="00F34417"/>
    <w:rsid w:val="00F348A7"/>
    <w:rsid w:val="00F3516E"/>
    <w:rsid w:val="00F35971"/>
    <w:rsid w:val="00F35E35"/>
    <w:rsid w:val="00F35FC5"/>
    <w:rsid w:val="00F36A86"/>
    <w:rsid w:val="00F36E7F"/>
    <w:rsid w:val="00F3734E"/>
    <w:rsid w:val="00F37634"/>
    <w:rsid w:val="00F3787F"/>
    <w:rsid w:val="00F37CE1"/>
    <w:rsid w:val="00F37D92"/>
    <w:rsid w:val="00F40430"/>
    <w:rsid w:val="00F40551"/>
    <w:rsid w:val="00F40567"/>
    <w:rsid w:val="00F409FE"/>
    <w:rsid w:val="00F40D72"/>
    <w:rsid w:val="00F411E5"/>
    <w:rsid w:val="00F415DB"/>
    <w:rsid w:val="00F41D5D"/>
    <w:rsid w:val="00F42045"/>
    <w:rsid w:val="00F4228F"/>
    <w:rsid w:val="00F4256B"/>
    <w:rsid w:val="00F42B8D"/>
    <w:rsid w:val="00F42C18"/>
    <w:rsid w:val="00F42FAA"/>
    <w:rsid w:val="00F43302"/>
    <w:rsid w:val="00F43484"/>
    <w:rsid w:val="00F43495"/>
    <w:rsid w:val="00F4377D"/>
    <w:rsid w:val="00F437DE"/>
    <w:rsid w:val="00F437F0"/>
    <w:rsid w:val="00F43943"/>
    <w:rsid w:val="00F43B62"/>
    <w:rsid w:val="00F44094"/>
    <w:rsid w:val="00F44550"/>
    <w:rsid w:val="00F4465A"/>
    <w:rsid w:val="00F4473E"/>
    <w:rsid w:val="00F44868"/>
    <w:rsid w:val="00F44AB7"/>
    <w:rsid w:val="00F44EEA"/>
    <w:rsid w:val="00F44FA2"/>
    <w:rsid w:val="00F4520F"/>
    <w:rsid w:val="00F45224"/>
    <w:rsid w:val="00F45443"/>
    <w:rsid w:val="00F45849"/>
    <w:rsid w:val="00F45954"/>
    <w:rsid w:val="00F45A0B"/>
    <w:rsid w:val="00F45BAF"/>
    <w:rsid w:val="00F463DC"/>
    <w:rsid w:val="00F46CE1"/>
    <w:rsid w:val="00F46DC3"/>
    <w:rsid w:val="00F47084"/>
    <w:rsid w:val="00F47269"/>
    <w:rsid w:val="00F47983"/>
    <w:rsid w:val="00F479C1"/>
    <w:rsid w:val="00F50636"/>
    <w:rsid w:val="00F5087F"/>
    <w:rsid w:val="00F50CEB"/>
    <w:rsid w:val="00F51282"/>
    <w:rsid w:val="00F512C4"/>
    <w:rsid w:val="00F5178A"/>
    <w:rsid w:val="00F51978"/>
    <w:rsid w:val="00F5201B"/>
    <w:rsid w:val="00F52273"/>
    <w:rsid w:val="00F5299B"/>
    <w:rsid w:val="00F52B56"/>
    <w:rsid w:val="00F52F8C"/>
    <w:rsid w:val="00F53253"/>
    <w:rsid w:val="00F5329D"/>
    <w:rsid w:val="00F541DA"/>
    <w:rsid w:val="00F54A17"/>
    <w:rsid w:val="00F55074"/>
    <w:rsid w:val="00F550F6"/>
    <w:rsid w:val="00F55389"/>
    <w:rsid w:val="00F55741"/>
    <w:rsid w:val="00F55C59"/>
    <w:rsid w:val="00F55F0E"/>
    <w:rsid w:val="00F56100"/>
    <w:rsid w:val="00F5627D"/>
    <w:rsid w:val="00F562F8"/>
    <w:rsid w:val="00F56B83"/>
    <w:rsid w:val="00F56B93"/>
    <w:rsid w:val="00F56C8F"/>
    <w:rsid w:val="00F56DB0"/>
    <w:rsid w:val="00F56E0E"/>
    <w:rsid w:val="00F56ED0"/>
    <w:rsid w:val="00F57688"/>
    <w:rsid w:val="00F57BDE"/>
    <w:rsid w:val="00F57D5F"/>
    <w:rsid w:val="00F57DF4"/>
    <w:rsid w:val="00F60138"/>
    <w:rsid w:val="00F605BB"/>
    <w:rsid w:val="00F605BE"/>
    <w:rsid w:val="00F6090D"/>
    <w:rsid w:val="00F609D3"/>
    <w:rsid w:val="00F61894"/>
    <w:rsid w:val="00F61F4E"/>
    <w:rsid w:val="00F62022"/>
    <w:rsid w:val="00F6213D"/>
    <w:rsid w:val="00F625D3"/>
    <w:rsid w:val="00F62696"/>
    <w:rsid w:val="00F62790"/>
    <w:rsid w:val="00F62CFB"/>
    <w:rsid w:val="00F63042"/>
    <w:rsid w:val="00F636B4"/>
    <w:rsid w:val="00F63B8C"/>
    <w:rsid w:val="00F63B99"/>
    <w:rsid w:val="00F63DC3"/>
    <w:rsid w:val="00F63EE4"/>
    <w:rsid w:val="00F64192"/>
    <w:rsid w:val="00F6478C"/>
    <w:rsid w:val="00F647A5"/>
    <w:rsid w:val="00F64E1C"/>
    <w:rsid w:val="00F64F39"/>
    <w:rsid w:val="00F6542A"/>
    <w:rsid w:val="00F65452"/>
    <w:rsid w:val="00F655C1"/>
    <w:rsid w:val="00F65654"/>
    <w:rsid w:val="00F6565E"/>
    <w:rsid w:val="00F65725"/>
    <w:rsid w:val="00F65A5F"/>
    <w:rsid w:val="00F65C31"/>
    <w:rsid w:val="00F65D4E"/>
    <w:rsid w:val="00F66364"/>
    <w:rsid w:val="00F664D8"/>
    <w:rsid w:val="00F66AEF"/>
    <w:rsid w:val="00F678CA"/>
    <w:rsid w:val="00F67979"/>
    <w:rsid w:val="00F67AA6"/>
    <w:rsid w:val="00F67C22"/>
    <w:rsid w:val="00F70413"/>
    <w:rsid w:val="00F704E0"/>
    <w:rsid w:val="00F70657"/>
    <w:rsid w:val="00F70B1D"/>
    <w:rsid w:val="00F71123"/>
    <w:rsid w:val="00F714A8"/>
    <w:rsid w:val="00F71571"/>
    <w:rsid w:val="00F7196A"/>
    <w:rsid w:val="00F7198A"/>
    <w:rsid w:val="00F71B77"/>
    <w:rsid w:val="00F71D12"/>
    <w:rsid w:val="00F71DD5"/>
    <w:rsid w:val="00F71FD2"/>
    <w:rsid w:val="00F7200A"/>
    <w:rsid w:val="00F7243A"/>
    <w:rsid w:val="00F7264E"/>
    <w:rsid w:val="00F72D6E"/>
    <w:rsid w:val="00F72ECF"/>
    <w:rsid w:val="00F73149"/>
    <w:rsid w:val="00F732F9"/>
    <w:rsid w:val="00F73433"/>
    <w:rsid w:val="00F73AEF"/>
    <w:rsid w:val="00F73F0A"/>
    <w:rsid w:val="00F7418E"/>
    <w:rsid w:val="00F749A1"/>
    <w:rsid w:val="00F74A22"/>
    <w:rsid w:val="00F74CBF"/>
    <w:rsid w:val="00F7503A"/>
    <w:rsid w:val="00F75490"/>
    <w:rsid w:val="00F7581C"/>
    <w:rsid w:val="00F75DE5"/>
    <w:rsid w:val="00F75E37"/>
    <w:rsid w:val="00F77097"/>
    <w:rsid w:val="00F77420"/>
    <w:rsid w:val="00F779E4"/>
    <w:rsid w:val="00F77B13"/>
    <w:rsid w:val="00F77B77"/>
    <w:rsid w:val="00F77C35"/>
    <w:rsid w:val="00F77FB3"/>
    <w:rsid w:val="00F801BB"/>
    <w:rsid w:val="00F80C1E"/>
    <w:rsid w:val="00F8104E"/>
    <w:rsid w:val="00F81C5A"/>
    <w:rsid w:val="00F81E73"/>
    <w:rsid w:val="00F82570"/>
    <w:rsid w:val="00F82677"/>
    <w:rsid w:val="00F826A8"/>
    <w:rsid w:val="00F82B8F"/>
    <w:rsid w:val="00F82C06"/>
    <w:rsid w:val="00F83331"/>
    <w:rsid w:val="00F83402"/>
    <w:rsid w:val="00F8389E"/>
    <w:rsid w:val="00F83B91"/>
    <w:rsid w:val="00F83CC9"/>
    <w:rsid w:val="00F84497"/>
    <w:rsid w:val="00F845BD"/>
    <w:rsid w:val="00F84806"/>
    <w:rsid w:val="00F8486D"/>
    <w:rsid w:val="00F84870"/>
    <w:rsid w:val="00F84ADB"/>
    <w:rsid w:val="00F84B23"/>
    <w:rsid w:val="00F84ECF"/>
    <w:rsid w:val="00F854B7"/>
    <w:rsid w:val="00F8585F"/>
    <w:rsid w:val="00F85D75"/>
    <w:rsid w:val="00F85F97"/>
    <w:rsid w:val="00F86271"/>
    <w:rsid w:val="00F86922"/>
    <w:rsid w:val="00F8698A"/>
    <w:rsid w:val="00F86DE7"/>
    <w:rsid w:val="00F86FC7"/>
    <w:rsid w:val="00F87ADB"/>
    <w:rsid w:val="00F87B71"/>
    <w:rsid w:val="00F87C29"/>
    <w:rsid w:val="00F87C85"/>
    <w:rsid w:val="00F87CA1"/>
    <w:rsid w:val="00F87CB5"/>
    <w:rsid w:val="00F90034"/>
    <w:rsid w:val="00F901FB"/>
    <w:rsid w:val="00F90371"/>
    <w:rsid w:val="00F903F4"/>
    <w:rsid w:val="00F90C91"/>
    <w:rsid w:val="00F9136A"/>
    <w:rsid w:val="00F91540"/>
    <w:rsid w:val="00F91684"/>
    <w:rsid w:val="00F91B98"/>
    <w:rsid w:val="00F91CDD"/>
    <w:rsid w:val="00F922E6"/>
    <w:rsid w:val="00F92435"/>
    <w:rsid w:val="00F9243D"/>
    <w:rsid w:val="00F92576"/>
    <w:rsid w:val="00F925E6"/>
    <w:rsid w:val="00F928A7"/>
    <w:rsid w:val="00F9297D"/>
    <w:rsid w:val="00F92D59"/>
    <w:rsid w:val="00F93072"/>
    <w:rsid w:val="00F93823"/>
    <w:rsid w:val="00F93BD1"/>
    <w:rsid w:val="00F93CBB"/>
    <w:rsid w:val="00F93FBB"/>
    <w:rsid w:val="00F93FCB"/>
    <w:rsid w:val="00F944DC"/>
    <w:rsid w:val="00F94E68"/>
    <w:rsid w:val="00F94F09"/>
    <w:rsid w:val="00F94FAA"/>
    <w:rsid w:val="00F95118"/>
    <w:rsid w:val="00F95458"/>
    <w:rsid w:val="00F95739"/>
    <w:rsid w:val="00F95925"/>
    <w:rsid w:val="00F95E40"/>
    <w:rsid w:val="00F95E66"/>
    <w:rsid w:val="00F9631E"/>
    <w:rsid w:val="00F9672F"/>
    <w:rsid w:val="00F96A35"/>
    <w:rsid w:val="00F96D71"/>
    <w:rsid w:val="00F973CD"/>
    <w:rsid w:val="00F97876"/>
    <w:rsid w:val="00F979E8"/>
    <w:rsid w:val="00F97C18"/>
    <w:rsid w:val="00F97EC2"/>
    <w:rsid w:val="00FA070E"/>
    <w:rsid w:val="00FA0A6A"/>
    <w:rsid w:val="00FA1256"/>
    <w:rsid w:val="00FA16B2"/>
    <w:rsid w:val="00FA1B33"/>
    <w:rsid w:val="00FA1E0A"/>
    <w:rsid w:val="00FA1E60"/>
    <w:rsid w:val="00FA21E6"/>
    <w:rsid w:val="00FA260C"/>
    <w:rsid w:val="00FA277E"/>
    <w:rsid w:val="00FA28A1"/>
    <w:rsid w:val="00FA28BD"/>
    <w:rsid w:val="00FA29FB"/>
    <w:rsid w:val="00FA30FE"/>
    <w:rsid w:val="00FA317E"/>
    <w:rsid w:val="00FA31F6"/>
    <w:rsid w:val="00FA336F"/>
    <w:rsid w:val="00FA352D"/>
    <w:rsid w:val="00FA3780"/>
    <w:rsid w:val="00FA3824"/>
    <w:rsid w:val="00FA426C"/>
    <w:rsid w:val="00FA42CB"/>
    <w:rsid w:val="00FA430B"/>
    <w:rsid w:val="00FA43F7"/>
    <w:rsid w:val="00FA4887"/>
    <w:rsid w:val="00FA4D8C"/>
    <w:rsid w:val="00FA54C4"/>
    <w:rsid w:val="00FA55CA"/>
    <w:rsid w:val="00FA578A"/>
    <w:rsid w:val="00FA58ED"/>
    <w:rsid w:val="00FA5F5D"/>
    <w:rsid w:val="00FA61AB"/>
    <w:rsid w:val="00FA61FE"/>
    <w:rsid w:val="00FA6332"/>
    <w:rsid w:val="00FA634B"/>
    <w:rsid w:val="00FA6B07"/>
    <w:rsid w:val="00FA6D2B"/>
    <w:rsid w:val="00FA6D9E"/>
    <w:rsid w:val="00FA6E23"/>
    <w:rsid w:val="00FA6E89"/>
    <w:rsid w:val="00FA6F0F"/>
    <w:rsid w:val="00FA7052"/>
    <w:rsid w:val="00FA70E1"/>
    <w:rsid w:val="00FA71AB"/>
    <w:rsid w:val="00FA7371"/>
    <w:rsid w:val="00FA7A80"/>
    <w:rsid w:val="00FA7AC5"/>
    <w:rsid w:val="00FB0263"/>
    <w:rsid w:val="00FB02D9"/>
    <w:rsid w:val="00FB02F5"/>
    <w:rsid w:val="00FB0394"/>
    <w:rsid w:val="00FB0E66"/>
    <w:rsid w:val="00FB146C"/>
    <w:rsid w:val="00FB185A"/>
    <w:rsid w:val="00FB1A62"/>
    <w:rsid w:val="00FB1E9A"/>
    <w:rsid w:val="00FB214E"/>
    <w:rsid w:val="00FB2472"/>
    <w:rsid w:val="00FB2530"/>
    <w:rsid w:val="00FB26FE"/>
    <w:rsid w:val="00FB27CA"/>
    <w:rsid w:val="00FB30EF"/>
    <w:rsid w:val="00FB39C4"/>
    <w:rsid w:val="00FB3A51"/>
    <w:rsid w:val="00FB3C04"/>
    <w:rsid w:val="00FB3C13"/>
    <w:rsid w:val="00FB3F17"/>
    <w:rsid w:val="00FB421E"/>
    <w:rsid w:val="00FB42F4"/>
    <w:rsid w:val="00FB4839"/>
    <w:rsid w:val="00FB5117"/>
    <w:rsid w:val="00FB5384"/>
    <w:rsid w:val="00FB5521"/>
    <w:rsid w:val="00FB5F91"/>
    <w:rsid w:val="00FB62B7"/>
    <w:rsid w:val="00FB668F"/>
    <w:rsid w:val="00FB6984"/>
    <w:rsid w:val="00FB6D1F"/>
    <w:rsid w:val="00FB70D8"/>
    <w:rsid w:val="00FB7238"/>
    <w:rsid w:val="00FB74D8"/>
    <w:rsid w:val="00FB7666"/>
    <w:rsid w:val="00FB794D"/>
    <w:rsid w:val="00FB7EA0"/>
    <w:rsid w:val="00FB7EE3"/>
    <w:rsid w:val="00FB7EF7"/>
    <w:rsid w:val="00FC030A"/>
    <w:rsid w:val="00FC0738"/>
    <w:rsid w:val="00FC0745"/>
    <w:rsid w:val="00FC07CC"/>
    <w:rsid w:val="00FC0BB2"/>
    <w:rsid w:val="00FC10E0"/>
    <w:rsid w:val="00FC11DE"/>
    <w:rsid w:val="00FC1234"/>
    <w:rsid w:val="00FC1A66"/>
    <w:rsid w:val="00FC1EA3"/>
    <w:rsid w:val="00FC1F6E"/>
    <w:rsid w:val="00FC26A0"/>
    <w:rsid w:val="00FC2D17"/>
    <w:rsid w:val="00FC2E6C"/>
    <w:rsid w:val="00FC3017"/>
    <w:rsid w:val="00FC318A"/>
    <w:rsid w:val="00FC3254"/>
    <w:rsid w:val="00FC35E0"/>
    <w:rsid w:val="00FC383E"/>
    <w:rsid w:val="00FC3F44"/>
    <w:rsid w:val="00FC4505"/>
    <w:rsid w:val="00FC472F"/>
    <w:rsid w:val="00FC4CDC"/>
    <w:rsid w:val="00FC4D6D"/>
    <w:rsid w:val="00FC4DDB"/>
    <w:rsid w:val="00FC50E0"/>
    <w:rsid w:val="00FC54D5"/>
    <w:rsid w:val="00FC5942"/>
    <w:rsid w:val="00FC59C4"/>
    <w:rsid w:val="00FC6100"/>
    <w:rsid w:val="00FC67CC"/>
    <w:rsid w:val="00FC68FE"/>
    <w:rsid w:val="00FC690A"/>
    <w:rsid w:val="00FC6958"/>
    <w:rsid w:val="00FC6BCC"/>
    <w:rsid w:val="00FC6CAA"/>
    <w:rsid w:val="00FC6D3F"/>
    <w:rsid w:val="00FC721A"/>
    <w:rsid w:val="00FC7361"/>
    <w:rsid w:val="00FC7515"/>
    <w:rsid w:val="00FC75C2"/>
    <w:rsid w:val="00FC7964"/>
    <w:rsid w:val="00FC79D6"/>
    <w:rsid w:val="00FC7C4E"/>
    <w:rsid w:val="00FC7F0C"/>
    <w:rsid w:val="00FD058E"/>
    <w:rsid w:val="00FD07A8"/>
    <w:rsid w:val="00FD0832"/>
    <w:rsid w:val="00FD0FCB"/>
    <w:rsid w:val="00FD1314"/>
    <w:rsid w:val="00FD13DC"/>
    <w:rsid w:val="00FD1669"/>
    <w:rsid w:val="00FD1B19"/>
    <w:rsid w:val="00FD2016"/>
    <w:rsid w:val="00FD29F5"/>
    <w:rsid w:val="00FD354C"/>
    <w:rsid w:val="00FD3D41"/>
    <w:rsid w:val="00FD3D45"/>
    <w:rsid w:val="00FD4273"/>
    <w:rsid w:val="00FD435F"/>
    <w:rsid w:val="00FD475E"/>
    <w:rsid w:val="00FD48E5"/>
    <w:rsid w:val="00FD4E03"/>
    <w:rsid w:val="00FD4F0A"/>
    <w:rsid w:val="00FD50DE"/>
    <w:rsid w:val="00FD5276"/>
    <w:rsid w:val="00FD5BCD"/>
    <w:rsid w:val="00FD6DCD"/>
    <w:rsid w:val="00FD72B9"/>
    <w:rsid w:val="00FE0032"/>
    <w:rsid w:val="00FE0390"/>
    <w:rsid w:val="00FE04A2"/>
    <w:rsid w:val="00FE04D7"/>
    <w:rsid w:val="00FE0B39"/>
    <w:rsid w:val="00FE0D6E"/>
    <w:rsid w:val="00FE0F0C"/>
    <w:rsid w:val="00FE1477"/>
    <w:rsid w:val="00FE169C"/>
    <w:rsid w:val="00FE1A3D"/>
    <w:rsid w:val="00FE2154"/>
    <w:rsid w:val="00FE219D"/>
    <w:rsid w:val="00FE239F"/>
    <w:rsid w:val="00FE2919"/>
    <w:rsid w:val="00FE2DDA"/>
    <w:rsid w:val="00FE3062"/>
    <w:rsid w:val="00FE33D3"/>
    <w:rsid w:val="00FE33FA"/>
    <w:rsid w:val="00FE395C"/>
    <w:rsid w:val="00FE3BC1"/>
    <w:rsid w:val="00FE3BFC"/>
    <w:rsid w:val="00FE4172"/>
    <w:rsid w:val="00FE4363"/>
    <w:rsid w:val="00FE4690"/>
    <w:rsid w:val="00FE4BA4"/>
    <w:rsid w:val="00FE4DAA"/>
    <w:rsid w:val="00FE4E14"/>
    <w:rsid w:val="00FE51D4"/>
    <w:rsid w:val="00FE5822"/>
    <w:rsid w:val="00FE5DC0"/>
    <w:rsid w:val="00FE5EDD"/>
    <w:rsid w:val="00FE6047"/>
    <w:rsid w:val="00FE606A"/>
    <w:rsid w:val="00FE6344"/>
    <w:rsid w:val="00FE6884"/>
    <w:rsid w:val="00FE6A4B"/>
    <w:rsid w:val="00FE6CC4"/>
    <w:rsid w:val="00FE6FAC"/>
    <w:rsid w:val="00FE7073"/>
    <w:rsid w:val="00FE708A"/>
    <w:rsid w:val="00FE7461"/>
    <w:rsid w:val="00FE799F"/>
    <w:rsid w:val="00FE7CBA"/>
    <w:rsid w:val="00FF00A2"/>
    <w:rsid w:val="00FF0172"/>
    <w:rsid w:val="00FF02C4"/>
    <w:rsid w:val="00FF0402"/>
    <w:rsid w:val="00FF0BE3"/>
    <w:rsid w:val="00FF0C83"/>
    <w:rsid w:val="00FF0E0C"/>
    <w:rsid w:val="00FF138B"/>
    <w:rsid w:val="00FF13D0"/>
    <w:rsid w:val="00FF1C7C"/>
    <w:rsid w:val="00FF1F5E"/>
    <w:rsid w:val="00FF2ADB"/>
    <w:rsid w:val="00FF2B12"/>
    <w:rsid w:val="00FF2D59"/>
    <w:rsid w:val="00FF2FAC"/>
    <w:rsid w:val="00FF30B0"/>
    <w:rsid w:val="00FF31CA"/>
    <w:rsid w:val="00FF3BC5"/>
    <w:rsid w:val="00FF3CCD"/>
    <w:rsid w:val="00FF407C"/>
    <w:rsid w:val="00FF409A"/>
    <w:rsid w:val="00FF4227"/>
    <w:rsid w:val="00FF47BE"/>
    <w:rsid w:val="00FF4D7F"/>
    <w:rsid w:val="00FF51BB"/>
    <w:rsid w:val="00FF5207"/>
    <w:rsid w:val="00FF5314"/>
    <w:rsid w:val="00FF535D"/>
    <w:rsid w:val="00FF554B"/>
    <w:rsid w:val="00FF5833"/>
    <w:rsid w:val="00FF5ACC"/>
    <w:rsid w:val="00FF6453"/>
    <w:rsid w:val="00FF6668"/>
    <w:rsid w:val="00FF673B"/>
    <w:rsid w:val="00FF6A4E"/>
    <w:rsid w:val="00FF6B05"/>
    <w:rsid w:val="00FF7606"/>
    <w:rsid w:val="00FF7612"/>
    <w:rsid w:val="00FF77D7"/>
    <w:rsid w:val="00FF7D50"/>
    <w:rsid w:val="00FF7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8E3"/>
    <w:rPr>
      <w:rFonts w:ascii="Times New Roman" w:eastAsia="Times New Roman" w:hAnsi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50D6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450D6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450D6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128E3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128E3"/>
    <w:pPr>
      <w:spacing w:before="240" w:after="60"/>
      <w:outlineLvl w:val="5"/>
    </w:pPr>
    <w:rPr>
      <w:b/>
      <w:bCs/>
      <w:sz w:val="22"/>
      <w:szCs w:val="22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50D6"/>
    <w:rPr>
      <w:rFonts w:ascii="Cambria" w:hAnsi="Cambria" w:cs="Times New Roman"/>
      <w:b/>
      <w:bCs/>
      <w:color w:val="365F91"/>
      <w:sz w:val="28"/>
      <w:szCs w:val="28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450D6"/>
    <w:rPr>
      <w:rFonts w:ascii="Cambria" w:hAnsi="Cambria" w:cs="Times New Roman"/>
      <w:b/>
      <w:bCs/>
      <w:color w:val="4F81BD"/>
      <w:sz w:val="26"/>
      <w:szCs w:val="26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450D6"/>
    <w:rPr>
      <w:rFonts w:ascii="Cambria" w:hAnsi="Cambria" w:cs="Times New Roman"/>
      <w:b/>
      <w:bCs/>
      <w:color w:val="4F81BD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128E3"/>
    <w:rPr>
      <w:rFonts w:ascii="Cambria" w:hAnsi="Cambria" w:cs="Times New Roman"/>
      <w:color w:val="243F60"/>
      <w:sz w:val="24"/>
      <w:szCs w:val="24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1128E3"/>
    <w:rPr>
      <w:rFonts w:ascii="Times New Roman" w:hAnsi="Times New Roman" w:cs="Times New Roman"/>
      <w:b/>
      <w:bCs/>
      <w:lang w:eastAsia="ru-RU"/>
    </w:rPr>
  </w:style>
  <w:style w:type="paragraph" w:styleId="NoSpacing">
    <w:name w:val="No Spacing"/>
    <w:uiPriority w:val="99"/>
    <w:qFormat/>
    <w:rsid w:val="006450D6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1128E3"/>
    <w:pPr>
      <w:ind w:firstLine="72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1128E3"/>
    <w:pPr>
      <w:spacing w:after="120"/>
    </w:pPr>
    <w:rPr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128E3"/>
    <w:rPr>
      <w:rFonts w:ascii="Times New Roman" w:hAnsi="Times New Roman" w:cs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1128E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1128E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1128E3"/>
    <w:pPr>
      <w:jc w:val="center"/>
    </w:pPr>
    <w:rPr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128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28E3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504</TotalTime>
  <Pages>1</Pages>
  <Words>769</Words>
  <Characters>439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DIANA</cp:lastModifiedBy>
  <cp:revision>25</cp:revision>
  <cp:lastPrinted>2015-09-21T07:18:00Z</cp:lastPrinted>
  <dcterms:created xsi:type="dcterms:W3CDTF">2015-09-10T06:32:00Z</dcterms:created>
  <dcterms:modified xsi:type="dcterms:W3CDTF">2015-09-24T07:19:00Z</dcterms:modified>
</cp:coreProperties>
</file>