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71D" w:rsidRPr="00D53AB4" w:rsidRDefault="00EB771D" w:rsidP="00B1506C">
      <w:pPr>
        <w:spacing w:line="360" w:lineRule="auto"/>
        <w:ind w:left="5628" w:firstLine="36"/>
        <w:jc w:val="both"/>
        <w:rPr>
          <w:sz w:val="28"/>
          <w:szCs w:val="28"/>
        </w:rPr>
      </w:pPr>
      <w:r w:rsidRPr="00D53AB4">
        <w:rPr>
          <w:sz w:val="28"/>
          <w:szCs w:val="28"/>
        </w:rPr>
        <w:t>ЗАТВЕРДЖЕНО</w:t>
      </w:r>
    </w:p>
    <w:p w:rsidR="00EB771D" w:rsidRPr="00D53AB4" w:rsidRDefault="00EB771D" w:rsidP="00B1506C">
      <w:pPr>
        <w:spacing w:line="360" w:lineRule="auto"/>
        <w:ind w:left="5592" w:firstLine="36"/>
        <w:jc w:val="both"/>
        <w:rPr>
          <w:sz w:val="28"/>
          <w:szCs w:val="28"/>
        </w:rPr>
      </w:pPr>
      <w:r w:rsidRPr="00D53AB4">
        <w:rPr>
          <w:sz w:val="28"/>
          <w:szCs w:val="28"/>
        </w:rPr>
        <w:t xml:space="preserve">Розпорядження голови </w:t>
      </w:r>
    </w:p>
    <w:p w:rsidR="00EB771D" w:rsidRPr="00D53AB4" w:rsidRDefault="00EB771D" w:rsidP="00B1506C">
      <w:pPr>
        <w:spacing w:line="360" w:lineRule="auto"/>
        <w:ind w:left="5592" w:firstLine="36"/>
        <w:jc w:val="both"/>
        <w:rPr>
          <w:sz w:val="28"/>
          <w:szCs w:val="28"/>
        </w:rPr>
      </w:pPr>
      <w:r w:rsidRPr="00D53AB4">
        <w:rPr>
          <w:sz w:val="28"/>
          <w:szCs w:val="28"/>
        </w:rPr>
        <w:t>обласної державної адміністрації</w:t>
      </w:r>
    </w:p>
    <w:p w:rsidR="00EB771D" w:rsidRPr="00D53AB4" w:rsidRDefault="00EB771D" w:rsidP="00B1506C">
      <w:pPr>
        <w:ind w:left="56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17.07.2015 </w:t>
      </w:r>
      <w:r w:rsidRPr="00D53AB4">
        <w:rPr>
          <w:sz w:val="28"/>
          <w:szCs w:val="28"/>
        </w:rPr>
        <w:t xml:space="preserve">№ </w:t>
      </w:r>
      <w:r>
        <w:rPr>
          <w:sz w:val="28"/>
          <w:szCs w:val="28"/>
        </w:rPr>
        <w:t>295</w:t>
      </w:r>
    </w:p>
    <w:p w:rsidR="00EB771D" w:rsidRDefault="00EB771D" w:rsidP="00B1506C">
      <w:pPr>
        <w:rPr>
          <w:sz w:val="28"/>
          <w:szCs w:val="28"/>
        </w:rPr>
      </w:pPr>
    </w:p>
    <w:p w:rsidR="00EB771D" w:rsidRPr="0017404B" w:rsidRDefault="00EB771D" w:rsidP="00B1506C">
      <w:pPr>
        <w:rPr>
          <w:sz w:val="16"/>
          <w:szCs w:val="16"/>
        </w:rPr>
      </w:pPr>
    </w:p>
    <w:p w:rsidR="00EB771D" w:rsidRPr="00D301AA" w:rsidRDefault="00EB771D" w:rsidP="00B1506C">
      <w:pPr>
        <w:jc w:val="center"/>
        <w:rPr>
          <w:sz w:val="28"/>
          <w:szCs w:val="28"/>
        </w:rPr>
      </w:pPr>
      <w:r w:rsidRPr="00D301AA">
        <w:rPr>
          <w:sz w:val="28"/>
          <w:szCs w:val="28"/>
        </w:rPr>
        <w:t>СКЛАД</w:t>
      </w:r>
    </w:p>
    <w:p w:rsidR="00EB771D" w:rsidRDefault="00EB771D" w:rsidP="00B1506C">
      <w:pPr>
        <w:jc w:val="center"/>
        <w:rPr>
          <w:sz w:val="28"/>
          <w:szCs w:val="28"/>
        </w:rPr>
      </w:pPr>
      <w:r w:rsidRPr="00D301AA">
        <w:rPr>
          <w:sz w:val="28"/>
          <w:szCs w:val="28"/>
        </w:rPr>
        <w:t xml:space="preserve">робочої групи </w:t>
      </w:r>
      <w:r w:rsidRPr="00101AC3">
        <w:rPr>
          <w:sz w:val="28"/>
          <w:szCs w:val="28"/>
        </w:rPr>
        <w:t xml:space="preserve">з підготовки та надання висновків </w:t>
      </w:r>
      <w:r>
        <w:rPr>
          <w:sz w:val="28"/>
          <w:szCs w:val="28"/>
        </w:rPr>
        <w:t>про</w:t>
      </w:r>
      <w:r w:rsidRPr="00101AC3">
        <w:rPr>
          <w:sz w:val="28"/>
          <w:szCs w:val="28"/>
        </w:rPr>
        <w:t xml:space="preserve"> відповідн</w:t>
      </w:r>
      <w:r>
        <w:rPr>
          <w:sz w:val="28"/>
          <w:szCs w:val="28"/>
        </w:rPr>
        <w:t>і</w:t>
      </w:r>
      <w:r w:rsidRPr="00101AC3">
        <w:rPr>
          <w:sz w:val="28"/>
          <w:szCs w:val="28"/>
        </w:rPr>
        <w:t>ст</w:t>
      </w:r>
      <w:r>
        <w:rPr>
          <w:sz w:val="28"/>
          <w:szCs w:val="28"/>
        </w:rPr>
        <w:t>ь</w:t>
      </w:r>
      <w:r w:rsidRPr="00101AC3">
        <w:rPr>
          <w:sz w:val="28"/>
          <w:szCs w:val="28"/>
        </w:rPr>
        <w:t xml:space="preserve"> </w:t>
      </w:r>
    </w:p>
    <w:p w:rsidR="00EB771D" w:rsidRDefault="00EB771D" w:rsidP="00B1506C">
      <w:pPr>
        <w:jc w:val="center"/>
        <w:rPr>
          <w:sz w:val="28"/>
          <w:szCs w:val="28"/>
        </w:rPr>
      </w:pPr>
      <w:r w:rsidRPr="00101AC3">
        <w:rPr>
          <w:sz w:val="28"/>
          <w:szCs w:val="28"/>
        </w:rPr>
        <w:t>схвалених сільськими, селищними, міськими радами проектів рішень щодо добровільного об’єднання територіальних громад Волинської області Конституції та законам України</w:t>
      </w:r>
    </w:p>
    <w:p w:rsidR="00EB771D" w:rsidRDefault="00EB771D">
      <w:pPr>
        <w:rPr>
          <w:sz w:val="28"/>
          <w:szCs w:val="28"/>
        </w:rPr>
      </w:pPr>
    </w:p>
    <w:p w:rsidR="00EB771D" w:rsidRPr="0017404B" w:rsidRDefault="00EB771D">
      <w:pPr>
        <w:rPr>
          <w:sz w:val="16"/>
          <w:szCs w:val="16"/>
        </w:rPr>
      </w:pPr>
    </w:p>
    <w:tbl>
      <w:tblPr>
        <w:tblW w:w="0" w:type="auto"/>
        <w:tblLook w:val="00A0"/>
      </w:tblPr>
      <w:tblGrid>
        <w:gridCol w:w="3256"/>
        <w:gridCol w:w="567"/>
        <w:gridCol w:w="5925"/>
      </w:tblGrid>
      <w:tr w:rsidR="00EB771D" w:rsidTr="00EE1A14">
        <w:tc>
          <w:tcPr>
            <w:tcW w:w="9748" w:type="dxa"/>
            <w:gridSpan w:val="3"/>
          </w:tcPr>
          <w:p w:rsidR="00EB771D" w:rsidRPr="00273B0F" w:rsidRDefault="00EB771D" w:rsidP="00273B0F">
            <w:pPr>
              <w:jc w:val="center"/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Голова регіональної робочої групи</w:t>
            </w:r>
          </w:p>
          <w:p w:rsidR="00EB771D" w:rsidRPr="003F1D9E" w:rsidRDefault="00EB771D" w:rsidP="00273B0F">
            <w:pPr>
              <w:jc w:val="center"/>
              <w:rPr>
                <w:sz w:val="16"/>
                <w:szCs w:val="16"/>
              </w:rPr>
            </w:pPr>
          </w:p>
        </w:tc>
      </w:tr>
      <w:tr w:rsidR="00EB771D" w:rsidTr="00EE1A14">
        <w:tc>
          <w:tcPr>
            <w:tcW w:w="3256" w:type="dxa"/>
          </w:tcPr>
          <w:p w:rsidR="00EB771D" w:rsidRPr="00273B0F" w:rsidRDefault="00EB771D" w:rsidP="00273B0F">
            <w:pPr>
              <w:jc w:val="both"/>
              <w:rPr>
                <w:color w:val="000000"/>
                <w:sz w:val="28"/>
                <w:szCs w:val="28"/>
              </w:rPr>
            </w:pPr>
            <w:r w:rsidRPr="00273B0F">
              <w:rPr>
                <w:color w:val="000000"/>
                <w:sz w:val="28"/>
                <w:szCs w:val="28"/>
              </w:rPr>
              <w:t>КОШАРУК</w:t>
            </w:r>
          </w:p>
          <w:p w:rsidR="00EB771D" w:rsidRPr="00273B0F" w:rsidRDefault="00EB771D" w:rsidP="00273B0F">
            <w:pPr>
              <w:jc w:val="both"/>
              <w:rPr>
                <w:sz w:val="28"/>
                <w:szCs w:val="28"/>
              </w:rPr>
            </w:pPr>
            <w:r w:rsidRPr="00273B0F">
              <w:rPr>
                <w:color w:val="000000"/>
                <w:sz w:val="28"/>
                <w:szCs w:val="28"/>
              </w:rPr>
              <w:t>Сергій Дмитрович</w:t>
            </w:r>
          </w:p>
        </w:tc>
        <w:tc>
          <w:tcPr>
            <w:tcW w:w="567" w:type="dxa"/>
          </w:tcPr>
          <w:p w:rsidR="00EB771D" w:rsidRPr="00273B0F" w:rsidRDefault="00EB771D" w:rsidP="00273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:rsidR="00EB771D" w:rsidRDefault="00EB771D" w:rsidP="00273B0F">
            <w:pPr>
              <w:jc w:val="both"/>
              <w:rPr>
                <w:color w:val="000000"/>
                <w:sz w:val="28"/>
                <w:szCs w:val="28"/>
              </w:rPr>
            </w:pPr>
            <w:r w:rsidRPr="00273B0F">
              <w:rPr>
                <w:color w:val="000000"/>
                <w:sz w:val="28"/>
                <w:szCs w:val="28"/>
              </w:rPr>
              <w:t xml:space="preserve">заступник голови </w:t>
            </w:r>
          </w:p>
          <w:p w:rsidR="00EB771D" w:rsidRPr="00273B0F" w:rsidRDefault="00EB771D" w:rsidP="00273B0F">
            <w:pPr>
              <w:jc w:val="both"/>
              <w:rPr>
                <w:sz w:val="28"/>
                <w:szCs w:val="28"/>
              </w:rPr>
            </w:pPr>
            <w:r w:rsidRPr="00273B0F">
              <w:rPr>
                <w:color w:val="000000"/>
                <w:sz w:val="28"/>
                <w:szCs w:val="28"/>
              </w:rPr>
              <w:t>обласної державної адміністрації</w:t>
            </w:r>
          </w:p>
        </w:tc>
      </w:tr>
      <w:tr w:rsidR="00EB771D" w:rsidTr="00EE1A14">
        <w:tc>
          <w:tcPr>
            <w:tcW w:w="9748" w:type="dxa"/>
            <w:gridSpan w:val="3"/>
          </w:tcPr>
          <w:p w:rsidR="00EB771D" w:rsidRPr="0017404B" w:rsidRDefault="00EB771D" w:rsidP="00273B0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B771D" w:rsidRPr="00273B0F" w:rsidRDefault="00EB771D" w:rsidP="00273B0F">
            <w:pPr>
              <w:jc w:val="center"/>
              <w:rPr>
                <w:color w:val="000000"/>
                <w:sz w:val="28"/>
                <w:szCs w:val="28"/>
              </w:rPr>
            </w:pPr>
            <w:r w:rsidRPr="00273B0F">
              <w:rPr>
                <w:color w:val="000000"/>
                <w:sz w:val="28"/>
                <w:szCs w:val="28"/>
              </w:rPr>
              <w:t>секретар регіональної робочої групи</w:t>
            </w:r>
          </w:p>
          <w:p w:rsidR="00EB771D" w:rsidRPr="003F1D9E" w:rsidRDefault="00EB771D" w:rsidP="00273B0F">
            <w:pPr>
              <w:jc w:val="both"/>
              <w:rPr>
                <w:sz w:val="16"/>
                <w:szCs w:val="16"/>
              </w:rPr>
            </w:pPr>
          </w:p>
        </w:tc>
      </w:tr>
      <w:tr w:rsidR="00EB771D" w:rsidTr="00EE1A14">
        <w:tc>
          <w:tcPr>
            <w:tcW w:w="3256" w:type="dxa"/>
          </w:tcPr>
          <w:p w:rsidR="00EB771D" w:rsidRPr="00273B0F" w:rsidRDefault="00EB771D" w:rsidP="00273B0F">
            <w:pPr>
              <w:jc w:val="both"/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ПАРХОМЮК</w:t>
            </w:r>
          </w:p>
          <w:p w:rsidR="00EB771D" w:rsidRPr="00273B0F" w:rsidRDefault="00EB771D" w:rsidP="00273B0F">
            <w:pPr>
              <w:jc w:val="both"/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Анатолій Іванович</w:t>
            </w:r>
          </w:p>
        </w:tc>
        <w:tc>
          <w:tcPr>
            <w:tcW w:w="567" w:type="dxa"/>
          </w:tcPr>
          <w:p w:rsidR="00EB771D" w:rsidRPr="00273B0F" w:rsidRDefault="00EB771D" w:rsidP="00273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виконавчий директор ГО «Центр реформ»</w:t>
            </w:r>
          </w:p>
          <w:p w:rsidR="00EB771D" w:rsidRPr="00273B0F" w:rsidRDefault="00EB771D" w:rsidP="00273B0F">
            <w:pPr>
              <w:jc w:val="both"/>
              <w:rPr>
                <w:sz w:val="28"/>
                <w:szCs w:val="28"/>
              </w:rPr>
            </w:pPr>
          </w:p>
        </w:tc>
      </w:tr>
      <w:tr w:rsidR="00EB771D" w:rsidTr="00EE1A14">
        <w:tc>
          <w:tcPr>
            <w:tcW w:w="9748" w:type="dxa"/>
            <w:gridSpan w:val="3"/>
          </w:tcPr>
          <w:p w:rsidR="00EB771D" w:rsidRPr="0017404B" w:rsidRDefault="00EB771D" w:rsidP="00273B0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B771D" w:rsidRPr="00273B0F" w:rsidRDefault="00EB771D" w:rsidP="00273B0F">
            <w:pPr>
              <w:jc w:val="center"/>
              <w:rPr>
                <w:color w:val="000000"/>
                <w:sz w:val="28"/>
                <w:szCs w:val="28"/>
              </w:rPr>
            </w:pPr>
            <w:r w:rsidRPr="00273B0F">
              <w:rPr>
                <w:color w:val="000000"/>
                <w:sz w:val="28"/>
                <w:szCs w:val="28"/>
              </w:rPr>
              <w:t>члени регіональної робочої групи:</w:t>
            </w:r>
          </w:p>
          <w:p w:rsidR="00EB771D" w:rsidRPr="003F1D9E" w:rsidRDefault="00EB771D" w:rsidP="00273B0F">
            <w:pPr>
              <w:jc w:val="both"/>
              <w:rPr>
                <w:sz w:val="16"/>
                <w:szCs w:val="16"/>
              </w:rPr>
            </w:pPr>
          </w:p>
        </w:tc>
      </w:tr>
      <w:tr w:rsidR="00EB771D" w:rsidTr="00EE1A14">
        <w:tc>
          <w:tcPr>
            <w:tcW w:w="3256" w:type="dxa"/>
          </w:tcPr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ВАЩЕНЮК</w:t>
            </w:r>
          </w:p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Ігор Степанович</w:t>
            </w:r>
          </w:p>
        </w:tc>
        <w:tc>
          <w:tcPr>
            <w:tcW w:w="567" w:type="dxa"/>
          </w:tcPr>
          <w:p w:rsidR="00EB771D" w:rsidRDefault="00EB771D" w:rsidP="00273B0F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:rsidR="00EB771D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начальник управління охорони здоров’я облдержадміністрації</w:t>
            </w:r>
          </w:p>
          <w:p w:rsidR="00EB771D" w:rsidRPr="0017404B" w:rsidRDefault="00EB771D" w:rsidP="00AF724A">
            <w:pPr>
              <w:rPr>
                <w:sz w:val="20"/>
                <w:szCs w:val="20"/>
              </w:rPr>
            </w:pPr>
          </w:p>
        </w:tc>
      </w:tr>
      <w:tr w:rsidR="00EB771D" w:rsidTr="00EE1A14">
        <w:tc>
          <w:tcPr>
            <w:tcW w:w="3256" w:type="dxa"/>
          </w:tcPr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ГОБОД</w:t>
            </w:r>
          </w:p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Оксана Михайлівна</w:t>
            </w:r>
          </w:p>
        </w:tc>
        <w:tc>
          <w:tcPr>
            <w:tcW w:w="567" w:type="dxa"/>
          </w:tcPr>
          <w:p w:rsidR="00EB771D" w:rsidRDefault="00EB771D" w:rsidP="00273B0F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:rsidR="00EB771D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директор департаменту соціального захисту населення облдержадміністрації</w:t>
            </w:r>
          </w:p>
          <w:p w:rsidR="00EB771D" w:rsidRPr="0017404B" w:rsidRDefault="00EB771D" w:rsidP="00AF724A">
            <w:pPr>
              <w:rPr>
                <w:sz w:val="20"/>
                <w:szCs w:val="20"/>
              </w:rPr>
            </w:pPr>
          </w:p>
        </w:tc>
      </w:tr>
      <w:tr w:rsidR="00EB771D" w:rsidTr="00EE1A14">
        <w:tc>
          <w:tcPr>
            <w:tcW w:w="3256" w:type="dxa"/>
          </w:tcPr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ГОРБЕНКО</w:t>
            </w:r>
          </w:p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Юрій Мефодійович</w:t>
            </w:r>
          </w:p>
        </w:tc>
        <w:tc>
          <w:tcPr>
            <w:tcW w:w="567" w:type="dxa"/>
          </w:tcPr>
          <w:p w:rsidR="00EB771D" w:rsidRDefault="00EB771D" w:rsidP="00273B0F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:rsidR="00EB771D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директор департаменту агропромислового розвитку облдержадміністрації</w:t>
            </w:r>
          </w:p>
          <w:p w:rsidR="00EB771D" w:rsidRPr="0017404B" w:rsidRDefault="00EB771D" w:rsidP="00AF724A">
            <w:pPr>
              <w:rPr>
                <w:sz w:val="20"/>
                <w:szCs w:val="20"/>
              </w:rPr>
            </w:pPr>
          </w:p>
        </w:tc>
      </w:tr>
      <w:tr w:rsidR="00EB771D" w:rsidTr="00EE1A14">
        <w:tc>
          <w:tcPr>
            <w:tcW w:w="3256" w:type="dxa"/>
          </w:tcPr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ГОЦАЛЮК</w:t>
            </w:r>
          </w:p>
          <w:p w:rsidR="00EB771D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Петро Павлович</w:t>
            </w:r>
          </w:p>
          <w:p w:rsidR="00EB771D" w:rsidRPr="0017404B" w:rsidRDefault="00EB771D" w:rsidP="00AF724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B771D" w:rsidRDefault="00EB771D" w:rsidP="00273B0F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радник голови облдержадміністрації</w:t>
            </w:r>
          </w:p>
        </w:tc>
      </w:tr>
      <w:tr w:rsidR="00EB771D" w:rsidTr="00EE1A14">
        <w:tc>
          <w:tcPr>
            <w:tcW w:w="3256" w:type="dxa"/>
          </w:tcPr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ДИКА</w:t>
            </w:r>
          </w:p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Галина Ярославівна</w:t>
            </w:r>
          </w:p>
        </w:tc>
        <w:tc>
          <w:tcPr>
            <w:tcW w:w="567" w:type="dxa"/>
          </w:tcPr>
          <w:p w:rsidR="00EB771D" w:rsidRDefault="00EB771D" w:rsidP="00273B0F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:rsidR="00EB771D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заступник директора департаменту економічного розвитку і торгівлі облдержадміністрації</w:t>
            </w:r>
          </w:p>
          <w:p w:rsidR="00EB771D" w:rsidRPr="0017404B" w:rsidRDefault="00EB771D" w:rsidP="00AF724A">
            <w:pPr>
              <w:rPr>
                <w:sz w:val="20"/>
                <w:szCs w:val="20"/>
              </w:rPr>
            </w:pPr>
          </w:p>
        </w:tc>
      </w:tr>
      <w:tr w:rsidR="00EB771D" w:rsidTr="00EE1A14">
        <w:tc>
          <w:tcPr>
            <w:tcW w:w="3256" w:type="dxa"/>
          </w:tcPr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ДИЛЬОВ</w:t>
            </w:r>
          </w:p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Ігор Юрійович</w:t>
            </w:r>
          </w:p>
        </w:tc>
        <w:tc>
          <w:tcPr>
            <w:tcW w:w="567" w:type="dxa"/>
          </w:tcPr>
          <w:p w:rsidR="00EB771D" w:rsidRDefault="00EB771D" w:rsidP="00273B0F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:rsidR="00EB771D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голова громадської ради при облдержадміністрації (за згодою)</w:t>
            </w:r>
          </w:p>
          <w:p w:rsidR="00EB771D" w:rsidRPr="0017404B" w:rsidRDefault="00EB771D" w:rsidP="00AF724A"/>
        </w:tc>
      </w:tr>
      <w:tr w:rsidR="00EB771D" w:rsidTr="00EE1A14">
        <w:tc>
          <w:tcPr>
            <w:tcW w:w="3256" w:type="dxa"/>
          </w:tcPr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ДУБНЯК</w:t>
            </w:r>
          </w:p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Дмитро Олександрович</w:t>
            </w:r>
          </w:p>
        </w:tc>
        <w:tc>
          <w:tcPr>
            <w:tcW w:w="567" w:type="dxa"/>
          </w:tcPr>
          <w:p w:rsidR="00EB771D" w:rsidRDefault="00EB771D" w:rsidP="00273B0F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:rsidR="00EB771D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 xml:space="preserve">керівник апарату </w:t>
            </w:r>
          </w:p>
          <w:p w:rsidR="00EB771D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облдержадміністрації</w:t>
            </w:r>
          </w:p>
          <w:p w:rsidR="00EB771D" w:rsidRPr="0017404B" w:rsidRDefault="00EB771D" w:rsidP="00AF724A">
            <w:pPr>
              <w:rPr>
                <w:sz w:val="20"/>
                <w:szCs w:val="20"/>
              </w:rPr>
            </w:pPr>
          </w:p>
        </w:tc>
      </w:tr>
      <w:tr w:rsidR="00EB771D" w:rsidRPr="001A71A8" w:rsidTr="00EE1A14">
        <w:tc>
          <w:tcPr>
            <w:tcW w:w="3256" w:type="dxa"/>
          </w:tcPr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МАЛИНОВСЬКИЙ</w:t>
            </w:r>
          </w:p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Валентин Ярославович</w:t>
            </w:r>
          </w:p>
        </w:tc>
        <w:tc>
          <w:tcPr>
            <w:tcW w:w="567" w:type="dxa"/>
          </w:tcPr>
          <w:p w:rsidR="00EB771D" w:rsidRPr="001A71A8" w:rsidRDefault="00EB771D" w:rsidP="00273B0F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:rsidR="00EB771D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доктор політичних наук, професор кафедри політології та державного управління історичного факультету Східноєвропейського національного університету імені Лесі Українки (за згодою)</w:t>
            </w:r>
          </w:p>
          <w:p w:rsidR="00EB771D" w:rsidRPr="0017404B" w:rsidRDefault="00EB771D" w:rsidP="00AF724A">
            <w:pPr>
              <w:rPr>
                <w:sz w:val="20"/>
                <w:szCs w:val="20"/>
              </w:rPr>
            </w:pPr>
          </w:p>
        </w:tc>
      </w:tr>
      <w:tr w:rsidR="00EB771D" w:rsidRPr="001A71A8" w:rsidTr="00EE1A14">
        <w:tc>
          <w:tcPr>
            <w:tcW w:w="3256" w:type="dxa"/>
          </w:tcPr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НАВРОЦЬКИЙ Володимир Володимирович</w:t>
            </w:r>
          </w:p>
        </w:tc>
        <w:tc>
          <w:tcPr>
            <w:tcW w:w="567" w:type="dxa"/>
          </w:tcPr>
          <w:p w:rsidR="00EB771D" w:rsidRPr="00273B0F" w:rsidRDefault="00EB771D" w:rsidP="00273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:rsidR="00EB771D" w:rsidRDefault="00EB771D" w:rsidP="00B77FC4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депутат обласної ради, голова постійної комісії з питань депутатської діяльності, місцевого самоврядування, захисту прав людини, боротьби зі злочинністю (за згодою)</w:t>
            </w:r>
          </w:p>
          <w:p w:rsidR="00EB771D" w:rsidRPr="0017404B" w:rsidRDefault="00EB771D" w:rsidP="00B77FC4">
            <w:pPr>
              <w:rPr>
                <w:sz w:val="20"/>
                <w:szCs w:val="20"/>
              </w:rPr>
            </w:pPr>
          </w:p>
        </w:tc>
      </w:tr>
      <w:tr w:rsidR="00EB771D" w:rsidTr="00EE1A14">
        <w:tc>
          <w:tcPr>
            <w:tcW w:w="3256" w:type="dxa"/>
          </w:tcPr>
          <w:p w:rsidR="00EB771D" w:rsidRPr="00273B0F" w:rsidRDefault="00EB771D" w:rsidP="00273B0F">
            <w:pPr>
              <w:jc w:val="both"/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НИКИТЮК</w:t>
            </w:r>
          </w:p>
          <w:p w:rsidR="00EB771D" w:rsidRPr="00273B0F" w:rsidRDefault="00EB771D" w:rsidP="00273B0F">
            <w:pPr>
              <w:jc w:val="both"/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Ігор Миколайович</w:t>
            </w:r>
          </w:p>
        </w:tc>
        <w:tc>
          <w:tcPr>
            <w:tcW w:w="567" w:type="dxa"/>
          </w:tcPr>
          <w:p w:rsidR="00EB771D" w:rsidRDefault="00EB771D" w:rsidP="00273B0F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:rsidR="00EB771D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директор департаменту фінансів облдержадміністрації</w:t>
            </w:r>
          </w:p>
          <w:p w:rsidR="00EB771D" w:rsidRPr="0017404B" w:rsidRDefault="00EB771D" w:rsidP="00AF724A">
            <w:pPr>
              <w:rPr>
                <w:sz w:val="20"/>
                <w:szCs w:val="20"/>
              </w:rPr>
            </w:pPr>
          </w:p>
        </w:tc>
      </w:tr>
      <w:tr w:rsidR="00EB771D" w:rsidTr="00EE1A14">
        <w:tc>
          <w:tcPr>
            <w:tcW w:w="3256" w:type="dxa"/>
          </w:tcPr>
          <w:p w:rsidR="00EB771D" w:rsidRPr="00273B0F" w:rsidRDefault="00EB771D" w:rsidP="00273B0F">
            <w:pPr>
              <w:jc w:val="both"/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ПОТАПЕНКО</w:t>
            </w:r>
          </w:p>
          <w:p w:rsidR="00EB771D" w:rsidRPr="00273B0F" w:rsidRDefault="00EB771D" w:rsidP="00273B0F">
            <w:pPr>
              <w:jc w:val="both"/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Віталій Степанович</w:t>
            </w:r>
          </w:p>
        </w:tc>
        <w:tc>
          <w:tcPr>
            <w:tcW w:w="567" w:type="dxa"/>
          </w:tcPr>
          <w:p w:rsidR="00EB771D" w:rsidRDefault="00EB771D" w:rsidP="00273B0F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:rsidR="00EB771D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начальник юридичного управління облдержадміністрації</w:t>
            </w:r>
          </w:p>
          <w:p w:rsidR="00EB771D" w:rsidRPr="0017404B" w:rsidRDefault="00EB771D" w:rsidP="00AF724A">
            <w:pPr>
              <w:rPr>
                <w:sz w:val="20"/>
                <w:szCs w:val="20"/>
              </w:rPr>
            </w:pPr>
          </w:p>
        </w:tc>
      </w:tr>
      <w:tr w:rsidR="00EB771D" w:rsidTr="00EE1A14">
        <w:tc>
          <w:tcPr>
            <w:tcW w:w="3256" w:type="dxa"/>
          </w:tcPr>
          <w:p w:rsidR="00EB771D" w:rsidRPr="00273B0F" w:rsidRDefault="00EB771D" w:rsidP="00273B0F">
            <w:pPr>
              <w:jc w:val="both"/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СТЕПАНЦОВ Олександр Борисович</w:t>
            </w:r>
          </w:p>
        </w:tc>
        <w:tc>
          <w:tcPr>
            <w:tcW w:w="567" w:type="dxa"/>
          </w:tcPr>
          <w:p w:rsidR="00EB771D" w:rsidRPr="00273B0F" w:rsidRDefault="00EB771D" w:rsidP="00273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:rsidR="00EB771D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радник голови облдержадміністрації на громадських засадах</w:t>
            </w:r>
          </w:p>
          <w:p w:rsidR="00EB771D" w:rsidRPr="0017404B" w:rsidRDefault="00EB771D" w:rsidP="00AF724A">
            <w:pPr>
              <w:rPr>
                <w:sz w:val="20"/>
                <w:szCs w:val="20"/>
              </w:rPr>
            </w:pPr>
          </w:p>
        </w:tc>
      </w:tr>
      <w:tr w:rsidR="00EB771D" w:rsidTr="00EE1A14">
        <w:tc>
          <w:tcPr>
            <w:tcW w:w="3256" w:type="dxa"/>
          </w:tcPr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ТОМЧУК</w:t>
            </w:r>
          </w:p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Микола Іванович</w:t>
            </w:r>
          </w:p>
        </w:tc>
        <w:tc>
          <w:tcPr>
            <w:tcW w:w="567" w:type="dxa"/>
          </w:tcPr>
          <w:p w:rsidR="00EB771D" w:rsidRDefault="00EB771D" w:rsidP="00273B0F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:rsidR="00EB771D" w:rsidRPr="00273B0F" w:rsidRDefault="00EB771D" w:rsidP="00AF724A">
            <w:pPr>
              <w:rPr>
                <w:sz w:val="28"/>
                <w:szCs w:val="28"/>
              </w:rPr>
            </w:pPr>
            <w:r w:rsidRPr="00273B0F">
              <w:rPr>
                <w:sz w:val="28"/>
                <w:szCs w:val="28"/>
              </w:rPr>
              <w:t>заступник начальника управління містобудування та архітектури облдержадміністрації</w:t>
            </w:r>
          </w:p>
        </w:tc>
      </w:tr>
    </w:tbl>
    <w:p w:rsidR="00EB771D" w:rsidRDefault="00EB771D"/>
    <w:sectPr w:rsidR="00EB771D" w:rsidSect="003F1D9E">
      <w:headerReference w:type="even" r:id="rId6"/>
      <w:headerReference w:type="default" r:id="rId7"/>
      <w:type w:val="continuous"/>
      <w:pgSz w:w="11905" w:h="16837"/>
      <w:pgMar w:top="1134" w:right="567" w:bottom="1134" w:left="1701" w:header="0" w:footer="6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71D" w:rsidRDefault="00EB771D">
      <w:r>
        <w:separator/>
      </w:r>
    </w:p>
  </w:endnote>
  <w:endnote w:type="continuationSeparator" w:id="0">
    <w:p w:rsidR="00EB771D" w:rsidRDefault="00EB7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71D" w:rsidRDefault="00EB771D">
      <w:r>
        <w:separator/>
      </w:r>
    </w:p>
  </w:footnote>
  <w:footnote w:type="continuationSeparator" w:id="0">
    <w:p w:rsidR="00EB771D" w:rsidRDefault="00EB77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1D" w:rsidRDefault="00EB771D" w:rsidP="0066453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771D" w:rsidRDefault="00EB771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1D" w:rsidRDefault="00EB771D" w:rsidP="00664535">
    <w:pPr>
      <w:pStyle w:val="Header"/>
      <w:framePr w:wrap="around" w:vAnchor="text" w:hAnchor="margin" w:xAlign="center" w:y="1"/>
      <w:rPr>
        <w:rStyle w:val="PageNumber"/>
      </w:rPr>
    </w:pPr>
  </w:p>
  <w:p w:rsidR="00EB771D" w:rsidRDefault="00EB771D" w:rsidP="00664535">
    <w:pPr>
      <w:pStyle w:val="Header"/>
      <w:framePr w:wrap="around" w:vAnchor="text" w:hAnchor="margin" w:xAlign="center" w:y="1"/>
      <w:rPr>
        <w:rStyle w:val="PageNumber"/>
      </w:rPr>
    </w:pPr>
  </w:p>
  <w:p w:rsidR="00EB771D" w:rsidRDefault="00EB771D" w:rsidP="003F1D9E">
    <w:pPr>
      <w:pStyle w:val="Head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B771D" w:rsidRDefault="00EB771D">
    <w:pPr>
      <w:pStyle w:val="Header"/>
    </w:pPr>
  </w:p>
  <w:p w:rsidR="00EB771D" w:rsidRDefault="00EB771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506C"/>
    <w:rsid w:val="000176DF"/>
    <w:rsid w:val="000E03BC"/>
    <w:rsid w:val="00101AC3"/>
    <w:rsid w:val="001025BB"/>
    <w:rsid w:val="0017404B"/>
    <w:rsid w:val="0018380F"/>
    <w:rsid w:val="001A71A8"/>
    <w:rsid w:val="002024CA"/>
    <w:rsid w:val="00273B0F"/>
    <w:rsid w:val="002A5D01"/>
    <w:rsid w:val="002B2E09"/>
    <w:rsid w:val="002F2F6C"/>
    <w:rsid w:val="003517CF"/>
    <w:rsid w:val="003723B2"/>
    <w:rsid w:val="003F1D9E"/>
    <w:rsid w:val="0040088C"/>
    <w:rsid w:val="004E69DC"/>
    <w:rsid w:val="00515716"/>
    <w:rsid w:val="0057632D"/>
    <w:rsid w:val="00664535"/>
    <w:rsid w:val="008D39DB"/>
    <w:rsid w:val="00901040"/>
    <w:rsid w:val="00961D34"/>
    <w:rsid w:val="00976ED7"/>
    <w:rsid w:val="009B1B7B"/>
    <w:rsid w:val="00A976B4"/>
    <w:rsid w:val="00AF724A"/>
    <w:rsid w:val="00B027EA"/>
    <w:rsid w:val="00B1506C"/>
    <w:rsid w:val="00B63E3C"/>
    <w:rsid w:val="00B77FC4"/>
    <w:rsid w:val="00BB4326"/>
    <w:rsid w:val="00D301AA"/>
    <w:rsid w:val="00D53095"/>
    <w:rsid w:val="00D53AB4"/>
    <w:rsid w:val="00DC352D"/>
    <w:rsid w:val="00EB771D"/>
    <w:rsid w:val="00EE1A14"/>
    <w:rsid w:val="00F7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06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1506C"/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F1D9E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69D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F1D9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F1D9E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69D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1273</Words>
  <Characters>727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</cp:lastModifiedBy>
  <cp:revision>14</cp:revision>
  <cp:lastPrinted>2015-07-17T07:44:00Z</cp:lastPrinted>
  <dcterms:created xsi:type="dcterms:W3CDTF">2015-07-15T06:13:00Z</dcterms:created>
  <dcterms:modified xsi:type="dcterms:W3CDTF">2015-07-20T08:43:00Z</dcterms:modified>
</cp:coreProperties>
</file>