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8" w:type="dxa"/>
        <w:tblInd w:w="100" w:type="dxa"/>
        <w:tblLook w:val="00A0"/>
      </w:tblPr>
      <w:tblGrid>
        <w:gridCol w:w="566"/>
        <w:gridCol w:w="636"/>
        <w:gridCol w:w="2814"/>
        <w:gridCol w:w="1407"/>
        <w:gridCol w:w="1579"/>
        <w:gridCol w:w="1006"/>
        <w:gridCol w:w="1540"/>
      </w:tblGrid>
      <w:tr w:rsidR="00B46865" w:rsidRPr="00AE7D1A" w:rsidTr="002052D8">
        <w:trPr>
          <w:trHeight w:val="1635"/>
        </w:trPr>
        <w:tc>
          <w:tcPr>
            <w:tcW w:w="9548" w:type="dxa"/>
            <w:gridSpan w:val="7"/>
            <w:tcBorders>
              <w:top w:val="nil"/>
              <w:left w:val="nil"/>
              <w:right w:val="nil"/>
            </w:tcBorders>
            <w:noWrap/>
            <w:vAlign w:val="bottom"/>
          </w:tcPr>
          <w:p w:rsidR="00B46865" w:rsidRPr="002052D8" w:rsidRDefault="00B46865" w:rsidP="008B21BE">
            <w:pPr>
              <w:spacing w:after="0" w:line="240" w:lineRule="auto"/>
              <w:ind w:firstLine="512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052D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Додаток 4</w:t>
            </w:r>
          </w:p>
          <w:p w:rsidR="00B46865" w:rsidRPr="002052D8" w:rsidRDefault="00B46865" w:rsidP="008B21BE">
            <w:pPr>
              <w:spacing w:after="0" w:line="240" w:lineRule="auto"/>
              <w:ind w:firstLine="5120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2052D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до розпорядження голови </w:t>
            </w:r>
          </w:p>
          <w:p w:rsidR="00B46865" w:rsidRPr="002052D8" w:rsidRDefault="00B46865" w:rsidP="008B21BE">
            <w:pPr>
              <w:spacing w:after="0" w:line="240" w:lineRule="auto"/>
              <w:ind w:firstLine="512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052D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обласної державної адміністрації </w:t>
            </w:r>
          </w:p>
          <w:p w:rsidR="00B46865" w:rsidRPr="00F8192F" w:rsidRDefault="00B46865" w:rsidP="008B21BE">
            <w:pPr>
              <w:spacing w:after="0" w:line="240" w:lineRule="auto"/>
              <w:ind w:firstLine="512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09</w:t>
            </w:r>
            <w:r w:rsidRPr="002052D8">
              <w:rPr>
                <w:rFonts w:ascii="Times New Roman" w:hAnsi="Times New Roman"/>
                <w:sz w:val="28"/>
                <w:szCs w:val="28"/>
                <w:lang w:eastAsia="ru-RU"/>
              </w:rPr>
              <w:t>.04.2015 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 142</w:t>
            </w:r>
          </w:p>
          <w:p w:rsidR="00B46865" w:rsidRDefault="00B46865" w:rsidP="002052D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  <w:p w:rsidR="00B46865" w:rsidRDefault="00B46865" w:rsidP="002052D8">
            <w:pPr>
              <w:spacing w:after="0" w:line="240" w:lineRule="auto"/>
              <w:jc w:val="center"/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ТРАНСПОРТНИЙ ЗАСІБ</w:t>
            </w:r>
          </w:p>
          <w:p w:rsidR="00B46865" w:rsidRDefault="00B46865" w:rsidP="002052D8">
            <w:pPr>
              <w:spacing w:after="0" w:line="240" w:lineRule="auto"/>
              <w:jc w:val="center"/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 xml:space="preserve"> (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л</w:t>
            </w: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>егковий автомобіль</w:t>
            </w:r>
            <w:r w:rsidRPr="0063006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30067">
              <w:rPr>
                <w:rFonts w:ascii="Times New Roman" w:hAnsi="Times New Roman"/>
                <w:sz w:val="28"/>
                <w:szCs w:val="28"/>
              </w:rPr>
              <w:t xml:space="preserve">Daewoo </w:t>
            </w:r>
            <w:r w:rsidRPr="00630067">
              <w:rPr>
                <w:rFonts w:ascii="Times New Roman" w:hAnsi="Times New Roman"/>
                <w:sz w:val="28"/>
                <w:szCs w:val="28"/>
                <w:lang w:val="en-US"/>
              </w:rPr>
              <w:t>ESO</w:t>
            </w:r>
            <w:r w:rsidRPr="00630067">
              <w:rPr>
                <w:rFonts w:ascii="Times New Roman" w:hAnsi="Times New Roman"/>
                <w:sz w:val="28"/>
                <w:szCs w:val="28"/>
              </w:rPr>
              <w:t xml:space="preserve"> Lanos </w:t>
            </w:r>
            <w:r w:rsidRPr="00630067">
              <w:rPr>
                <w:rFonts w:ascii="Times New Roman" w:hAnsi="Times New Roman"/>
                <w:sz w:val="28"/>
                <w:szCs w:val="28"/>
                <w:lang w:val="en-US"/>
              </w:rPr>
              <w:t>TF</w:t>
            </w:r>
            <w:r w:rsidRPr="00630067">
              <w:rPr>
                <w:rFonts w:ascii="Times New Roman" w:hAnsi="Times New Roman"/>
                <w:sz w:val="28"/>
                <w:szCs w:val="28"/>
              </w:rPr>
              <w:t>69</w:t>
            </w:r>
            <w:r w:rsidRPr="00630067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630067">
              <w:rPr>
                <w:rFonts w:ascii="Times New Roman" w:hAnsi="Times New Roman"/>
                <w:sz w:val="28"/>
                <w:szCs w:val="28"/>
              </w:rPr>
              <w:t>, реєстраційний номер АС 9416АР, рік випуску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630067">
              <w:rPr>
                <w:rFonts w:ascii="Times New Roman" w:hAnsi="Times New Roman"/>
                <w:sz w:val="28"/>
                <w:szCs w:val="28"/>
              </w:rPr>
              <w:t>2008, тип – легковий седан, номер шасі (кузова) SUPTF69YD8W429213, об’єм двигуна 1498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>), первісна вартість</w:t>
            </w: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 xml:space="preserve"> якого становить 43833 гр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иве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>н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ь</w:t>
            </w: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 xml:space="preserve"> (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с</w:t>
            </w: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>ума зносу – 43833 гр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иве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>н</w:t>
            </w:r>
            <w:r>
              <w:rPr>
                <w:rStyle w:val="HTMLTypewriter"/>
                <w:rFonts w:ascii="Times New Roman" w:hAnsi="Times New Roman"/>
                <w:bCs/>
                <w:sz w:val="28"/>
                <w:szCs w:val="28"/>
                <w:lang w:val="uk-UA"/>
              </w:rPr>
              <w:t>ь</w:t>
            </w:r>
            <w:r w:rsidRPr="00630067">
              <w:rPr>
                <w:rStyle w:val="HTMLTypewriter"/>
                <w:rFonts w:ascii="Times New Roman" w:hAnsi="Times New Roman"/>
                <w:bCs/>
                <w:sz w:val="28"/>
                <w:szCs w:val="28"/>
              </w:rPr>
              <w:t>)</w:t>
            </w:r>
          </w:p>
          <w:p w:rsidR="00B46865" w:rsidRPr="002052D8" w:rsidRDefault="00B46865" w:rsidP="002052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B46865" w:rsidRPr="00AE7D1A" w:rsidTr="002052D8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65" w:rsidRPr="002052D8" w:rsidRDefault="00B46865" w:rsidP="007E30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052D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№          з/п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65" w:rsidRPr="002052D8" w:rsidRDefault="00B46865" w:rsidP="007E3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52D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Рах 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65" w:rsidRPr="002052D8" w:rsidRDefault="00B46865" w:rsidP="007E30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052D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Назва матеріальної цінності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65" w:rsidRPr="002052D8" w:rsidRDefault="00B46865" w:rsidP="007E30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2052D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лькі</w:t>
            </w:r>
            <w:r w:rsidRPr="002052D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сть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,</w:t>
            </w:r>
            <w:r w:rsidRPr="002052D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шт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ук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65" w:rsidRPr="002052D8" w:rsidRDefault="00B46865" w:rsidP="007E30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052D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Фактична вартість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, гривень</w:t>
            </w:r>
            <w:r w:rsidRPr="002052D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65" w:rsidRPr="002052D8" w:rsidRDefault="00B46865" w:rsidP="002052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052D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Знос 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65" w:rsidRPr="002052D8" w:rsidRDefault="00B46865" w:rsidP="007E30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052D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Сума зносу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, гривень</w:t>
            </w:r>
            <w:r w:rsidRPr="002052D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46865" w:rsidRPr="00AE7D1A" w:rsidTr="002052D8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65" w:rsidRPr="005F539E" w:rsidRDefault="00B46865" w:rsidP="007E3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39E">
              <w:rPr>
                <w:rFonts w:ascii="Times New Roman" w:hAnsi="Times New Roman"/>
                <w:sz w:val="28"/>
                <w:szCs w:val="28"/>
                <w:lang w:eastAsia="ru-RU"/>
              </w:rPr>
              <w:t> 1 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65" w:rsidRPr="005F539E" w:rsidRDefault="00B46865" w:rsidP="007E3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39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65" w:rsidRPr="002052D8" w:rsidRDefault="00B46865" w:rsidP="007E3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52D8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65" w:rsidRPr="002052D8" w:rsidRDefault="00B46865" w:rsidP="007E3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052D8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65" w:rsidRPr="002052D8" w:rsidRDefault="00B46865" w:rsidP="007E3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052D8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65" w:rsidRPr="002052D8" w:rsidRDefault="00B46865" w:rsidP="007E3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052D8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65" w:rsidRPr="002052D8" w:rsidRDefault="00B46865" w:rsidP="007E3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052D8"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B46865" w:rsidRPr="00AE7D1A" w:rsidTr="002052D8">
        <w:trPr>
          <w:trHeight w:val="43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65" w:rsidRPr="005F539E" w:rsidRDefault="00B46865" w:rsidP="007E3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F539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5F53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65" w:rsidRPr="005F539E" w:rsidRDefault="00B46865" w:rsidP="007E3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39E">
              <w:rPr>
                <w:rFonts w:ascii="Times New Roman" w:hAnsi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65" w:rsidRPr="002052D8" w:rsidRDefault="00B46865" w:rsidP="007E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52D8">
              <w:rPr>
                <w:rFonts w:ascii="Times New Roman" w:hAnsi="Times New Roman"/>
                <w:sz w:val="28"/>
                <w:szCs w:val="28"/>
                <w:lang w:eastAsia="ru-RU"/>
              </w:rPr>
              <w:t>Автомобіль DAEWOO LANOS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65" w:rsidRPr="002052D8" w:rsidRDefault="00B46865" w:rsidP="007E3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52D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65" w:rsidRPr="002052D8" w:rsidRDefault="00B46865" w:rsidP="007E3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52D8">
              <w:rPr>
                <w:rFonts w:ascii="Times New Roman" w:hAnsi="Times New Roman"/>
                <w:sz w:val="28"/>
                <w:szCs w:val="28"/>
                <w:lang w:eastAsia="ru-RU"/>
              </w:rPr>
              <w:t>43 833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65" w:rsidRPr="002052D8" w:rsidRDefault="00B46865" w:rsidP="007E3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52D8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865" w:rsidRPr="002052D8" w:rsidRDefault="00B46865" w:rsidP="007E30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52D8">
              <w:rPr>
                <w:rFonts w:ascii="Times New Roman" w:hAnsi="Times New Roman"/>
                <w:sz w:val="28"/>
                <w:szCs w:val="28"/>
                <w:lang w:eastAsia="ru-RU"/>
              </w:rPr>
              <w:t>43 833</w:t>
            </w:r>
          </w:p>
        </w:tc>
      </w:tr>
    </w:tbl>
    <w:p w:rsidR="00B46865" w:rsidRDefault="00B46865"/>
    <w:sectPr w:rsidR="00B46865" w:rsidSect="002052D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0D6"/>
    <w:rsid w:val="002052D8"/>
    <w:rsid w:val="003E5D5F"/>
    <w:rsid w:val="005F539E"/>
    <w:rsid w:val="00613195"/>
    <w:rsid w:val="00630067"/>
    <w:rsid w:val="007E30D6"/>
    <w:rsid w:val="008B21BE"/>
    <w:rsid w:val="00A730C9"/>
    <w:rsid w:val="00AE7D1A"/>
    <w:rsid w:val="00B46865"/>
    <w:rsid w:val="00B95ACC"/>
    <w:rsid w:val="00D97B9D"/>
    <w:rsid w:val="00F81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B9D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uiPriority w:val="99"/>
    <w:rsid w:val="002052D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86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354</Words>
  <Characters>202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DIANA</cp:lastModifiedBy>
  <cp:revision>5</cp:revision>
  <dcterms:created xsi:type="dcterms:W3CDTF">2015-04-08T09:35:00Z</dcterms:created>
  <dcterms:modified xsi:type="dcterms:W3CDTF">2015-04-10T06:31:00Z</dcterms:modified>
</cp:coreProperties>
</file>