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267" w:rsidRPr="007C3B90" w:rsidRDefault="003A7267" w:rsidP="009343A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C3B90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7C3B90">
        <w:rPr>
          <w:rFonts w:ascii="Times New Roman" w:hAnsi="Times New Roman"/>
          <w:sz w:val="28"/>
          <w:szCs w:val="28"/>
        </w:rPr>
        <w:t>ЗАТВЕРДЖЕНО</w:t>
      </w:r>
    </w:p>
    <w:p w:rsidR="003A7267" w:rsidRDefault="003A7267" w:rsidP="009343A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C3B90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7C3B90">
        <w:rPr>
          <w:rFonts w:ascii="Times New Roman" w:hAnsi="Times New Roman"/>
          <w:sz w:val="28"/>
          <w:szCs w:val="28"/>
        </w:rPr>
        <w:t>Розпорядже</w:t>
      </w:r>
      <w:r>
        <w:rPr>
          <w:rFonts w:ascii="Times New Roman" w:hAnsi="Times New Roman"/>
          <w:sz w:val="28"/>
          <w:szCs w:val="28"/>
        </w:rPr>
        <w:t>н</w:t>
      </w:r>
      <w:r w:rsidRPr="007C3B9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я</w:t>
      </w:r>
      <w:r w:rsidRPr="007C3B90">
        <w:rPr>
          <w:rFonts w:ascii="Times New Roman" w:hAnsi="Times New Roman"/>
          <w:sz w:val="28"/>
          <w:szCs w:val="28"/>
        </w:rPr>
        <w:t xml:space="preserve"> голови </w:t>
      </w:r>
    </w:p>
    <w:p w:rsidR="003A7267" w:rsidRDefault="003A7267" w:rsidP="009343A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7C3B90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3A7267" w:rsidRDefault="003A7267" w:rsidP="009343A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31.03.2015 № 125</w:t>
      </w:r>
    </w:p>
    <w:p w:rsidR="003A7267" w:rsidRDefault="003A7267" w:rsidP="007C3B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ЗАХОДІВ</w:t>
      </w:r>
    </w:p>
    <w:p w:rsidR="003A7267" w:rsidRDefault="003A7267" w:rsidP="007C3B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обласної державної адміністрації щодо усунення недоліків, </w:t>
      </w:r>
    </w:p>
    <w:p w:rsidR="003A7267" w:rsidRDefault="003A7267" w:rsidP="007C3B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виявлених під час аналізу використання коштів державного бюджету та коштів, що враховуються при визначенні міжбюджетних трансфертів, спрямованих на забезпечення екстреної медичної допомоги у Волинській області</w:t>
      </w:r>
    </w:p>
    <w:p w:rsidR="003A7267" w:rsidRPr="00D12C24" w:rsidRDefault="003A7267" w:rsidP="007C3B90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3"/>
        <w:gridCol w:w="4455"/>
        <w:gridCol w:w="1831"/>
        <w:gridCol w:w="2875"/>
      </w:tblGrid>
      <w:tr w:rsidR="003A7267" w:rsidRPr="00B45F6E" w:rsidTr="00D12C24">
        <w:trPr>
          <w:trHeight w:val="583"/>
        </w:trPr>
        <w:tc>
          <w:tcPr>
            <w:tcW w:w="693" w:type="dxa"/>
          </w:tcPr>
          <w:p w:rsidR="003A7267" w:rsidRPr="00B45F6E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з</w:t>
            </w:r>
            <w:r w:rsidRPr="00B45F6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455" w:type="dxa"/>
          </w:tcPr>
          <w:p w:rsidR="003A7267" w:rsidRPr="00B45F6E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6E">
              <w:rPr>
                <w:rFonts w:ascii="Times New Roman" w:hAnsi="Times New Roman"/>
                <w:sz w:val="28"/>
                <w:szCs w:val="28"/>
              </w:rPr>
              <w:t>Зміст заходів</w:t>
            </w:r>
          </w:p>
        </w:tc>
        <w:tc>
          <w:tcPr>
            <w:tcW w:w="1831" w:type="dxa"/>
          </w:tcPr>
          <w:p w:rsidR="003A7267" w:rsidRPr="00B45F6E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6E">
              <w:rPr>
                <w:rFonts w:ascii="Times New Roman" w:hAnsi="Times New Roman"/>
                <w:sz w:val="28"/>
                <w:szCs w:val="28"/>
              </w:rPr>
              <w:t>Термін виконання</w:t>
            </w:r>
          </w:p>
        </w:tc>
        <w:tc>
          <w:tcPr>
            <w:tcW w:w="2875" w:type="dxa"/>
          </w:tcPr>
          <w:p w:rsidR="003A7267" w:rsidRPr="00B45F6E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F6E">
              <w:rPr>
                <w:rFonts w:ascii="Times New Roman" w:hAnsi="Times New Roman"/>
                <w:sz w:val="28"/>
                <w:szCs w:val="28"/>
              </w:rPr>
              <w:t>Виконавці</w:t>
            </w:r>
            <w:bookmarkStart w:id="0" w:name="_GoBack"/>
            <w:bookmarkEnd w:id="0"/>
          </w:p>
        </w:tc>
      </w:tr>
      <w:tr w:rsidR="003A7267" w:rsidRPr="00B45F6E" w:rsidTr="00EB0578">
        <w:trPr>
          <w:trHeight w:val="338"/>
        </w:trPr>
        <w:tc>
          <w:tcPr>
            <w:tcW w:w="693" w:type="dxa"/>
          </w:tcPr>
          <w:p w:rsidR="003A7267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55" w:type="dxa"/>
          </w:tcPr>
          <w:p w:rsidR="003A7267" w:rsidRPr="00B45F6E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31" w:type="dxa"/>
          </w:tcPr>
          <w:p w:rsidR="003A7267" w:rsidRPr="00B45F6E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75" w:type="dxa"/>
          </w:tcPr>
          <w:p w:rsidR="003A7267" w:rsidRPr="00B45F6E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A7267" w:rsidRPr="00424175" w:rsidTr="00EB0578">
        <w:tc>
          <w:tcPr>
            <w:tcW w:w="693" w:type="dxa"/>
          </w:tcPr>
          <w:p w:rsidR="003A7267" w:rsidRPr="00424175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55" w:type="dxa"/>
          </w:tcPr>
          <w:p w:rsidR="003A7267" w:rsidRPr="00424175" w:rsidRDefault="003A7267" w:rsidP="00EB05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>При затвердженні бюджетних асигнувань на забезпечення діяльності екстреної медичної допомоги в області врахувати доведені розрахункові показники Міністерства фінансів України у повному обсязі, у тому числі і на цільові призначення</w:t>
            </w:r>
          </w:p>
        </w:tc>
        <w:tc>
          <w:tcPr>
            <w:tcW w:w="1831" w:type="dxa"/>
          </w:tcPr>
          <w:p w:rsidR="003A7267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протягом </w:t>
            </w:r>
          </w:p>
          <w:p w:rsidR="003A7267" w:rsidRPr="00424175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року</w:t>
            </w:r>
          </w:p>
        </w:tc>
        <w:tc>
          <w:tcPr>
            <w:tcW w:w="2875" w:type="dxa"/>
          </w:tcPr>
          <w:p w:rsidR="003A7267" w:rsidRDefault="003A7267" w:rsidP="00EB05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правління </w:t>
            </w:r>
          </w:p>
          <w:p w:rsidR="003A7267" w:rsidRPr="00424175" w:rsidRDefault="003A7267" w:rsidP="00EB05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>охорони здоров</w:t>
            </w:r>
            <w:r w:rsidRPr="004241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’я облдержадміністрації </w:t>
            </w:r>
          </w:p>
        </w:tc>
      </w:tr>
      <w:tr w:rsidR="003A7267" w:rsidRPr="00424175" w:rsidTr="00EB0578">
        <w:tc>
          <w:tcPr>
            <w:tcW w:w="693" w:type="dxa"/>
          </w:tcPr>
          <w:p w:rsidR="003A7267" w:rsidRPr="00424175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55" w:type="dxa"/>
          </w:tcPr>
          <w:p w:rsidR="003A7267" w:rsidRPr="00DC5DFE" w:rsidRDefault="003A7267" w:rsidP="00D12C24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Привести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 структуру та штатний розпис</w:t>
            </w:r>
            <w:r w:rsidRPr="0042417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КЗ «Волинський обласний центр екстреної медичної допомоги та медицини катастроф»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 у відповідність</w:t>
            </w:r>
            <w:r w:rsidRPr="00424175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до наказів </w:t>
            </w:r>
            <w:r w:rsidRPr="00424175">
              <w:rPr>
                <w:rFonts w:ascii="Times New Roman" w:hAnsi="Times New Roman"/>
                <w:sz w:val="28"/>
                <w:szCs w:val="28"/>
                <w:lang w:eastAsia="uk-UA"/>
              </w:rPr>
              <w:t>МОЗ України від 29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 серпня </w:t>
            </w:r>
            <w:r w:rsidRPr="00424175">
              <w:rPr>
                <w:rFonts w:ascii="Times New Roman" w:hAnsi="Times New Roman"/>
                <w:sz w:val="28"/>
                <w:szCs w:val="28"/>
                <w:lang w:eastAsia="uk-UA"/>
              </w:rPr>
              <w:t>2008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 року</w:t>
            </w:r>
            <w:r w:rsidRPr="0042417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 </w:t>
            </w:r>
            <w:r w:rsidRPr="00424175">
              <w:rPr>
                <w:rFonts w:ascii="Times New Roman" w:hAnsi="Times New Roman"/>
                <w:sz w:val="28"/>
                <w:szCs w:val="28"/>
                <w:lang w:eastAsia="uk-UA"/>
              </w:rPr>
              <w:t>500 та від 07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 грудня </w:t>
            </w:r>
            <w:r w:rsidRPr="00424175">
              <w:rPr>
                <w:rFonts w:ascii="Times New Roman" w:hAnsi="Times New Roman"/>
                <w:sz w:val="28"/>
                <w:szCs w:val="28"/>
                <w:lang w:eastAsia="uk-UA"/>
              </w:rPr>
              <w:t>2012р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оку</w:t>
            </w:r>
            <w:r w:rsidRPr="0042417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№ 1018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,</w:t>
            </w:r>
            <w:r w:rsidRPr="00DC5DF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F45ED5">
              <w:rPr>
                <w:rFonts w:ascii="Times New Roman" w:hAnsi="Times New Roman"/>
                <w:sz w:val="28"/>
                <w:szCs w:val="28"/>
                <w:lang w:eastAsia="uk-UA"/>
              </w:rPr>
              <w:t>виходячи із затвердженого фонду оплати праці у кошторисі  закладу на бюджетний рік</w:t>
            </w:r>
          </w:p>
        </w:tc>
        <w:tc>
          <w:tcPr>
            <w:tcW w:w="1831" w:type="dxa"/>
          </w:tcPr>
          <w:p w:rsidR="003A7267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ротягом </w:t>
            </w:r>
          </w:p>
          <w:p w:rsidR="003A7267" w:rsidRPr="00424175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>2015 року</w:t>
            </w:r>
          </w:p>
        </w:tc>
        <w:tc>
          <w:tcPr>
            <w:tcW w:w="2875" w:type="dxa"/>
          </w:tcPr>
          <w:p w:rsidR="003A7267" w:rsidRDefault="003A7267" w:rsidP="00EB05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правління </w:t>
            </w:r>
          </w:p>
          <w:p w:rsidR="003A7267" w:rsidRPr="00DC5DFE" w:rsidRDefault="003A7267" w:rsidP="00EB057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охорони здоров’я облдержадміністрації </w:t>
            </w:r>
          </w:p>
          <w:p w:rsidR="003A7267" w:rsidRPr="00424175" w:rsidRDefault="003A7267" w:rsidP="00EB05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7267" w:rsidRPr="00424175" w:rsidTr="00EB0578">
        <w:tc>
          <w:tcPr>
            <w:tcW w:w="693" w:type="dxa"/>
          </w:tcPr>
          <w:p w:rsidR="003A7267" w:rsidRPr="00424175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55" w:type="dxa"/>
          </w:tcPr>
          <w:p w:rsidR="003A7267" w:rsidRDefault="003A7267" w:rsidP="00D12C24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Забезпечити формування </w:t>
            </w:r>
          </w:p>
          <w:p w:rsidR="003A7267" w:rsidRPr="00424175" w:rsidRDefault="003A7267" w:rsidP="00D12C24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переліку вулиць </w:t>
            </w:r>
            <w:r>
              <w:rPr>
                <w:rFonts w:ascii="Times New Roman" w:hAnsi="Times New Roman"/>
                <w:sz w:val="28"/>
                <w:szCs w:val="28"/>
              </w:rPr>
              <w:t>населених пунктів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 і ділянок доріг області, стан яких унеможливлює дотримання нормативу прибуття бригади екстреної медичної допомоги на виклик.</w:t>
            </w:r>
          </w:p>
          <w:p w:rsidR="003A7267" w:rsidRPr="00424175" w:rsidRDefault="003A7267" w:rsidP="00D12C24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Надавати такий перелік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епартаменту інфраструктури та туризму облдержадміністрації і Службі автомобільних доріг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 області</w:t>
            </w:r>
          </w:p>
        </w:tc>
        <w:tc>
          <w:tcPr>
            <w:tcW w:w="1831" w:type="dxa"/>
          </w:tcPr>
          <w:p w:rsidR="003A7267" w:rsidRPr="00424175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7267" w:rsidRPr="00424175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липня 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>2015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>року</w:t>
            </w:r>
          </w:p>
          <w:p w:rsidR="003A7267" w:rsidRPr="00424175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7267" w:rsidRPr="00424175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січня </w:t>
            </w:r>
            <w:r w:rsidRPr="00EB0578">
              <w:rPr>
                <w:rFonts w:ascii="Times New Roman" w:hAnsi="Times New Roman"/>
                <w:sz w:val="28"/>
                <w:szCs w:val="28"/>
              </w:rPr>
              <w:t>2016 року</w:t>
            </w:r>
          </w:p>
          <w:p w:rsidR="003A7267" w:rsidRPr="00424175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7267" w:rsidRPr="00424175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3A7267" w:rsidRDefault="003A7267" w:rsidP="00EB05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правління </w:t>
            </w:r>
          </w:p>
          <w:p w:rsidR="003A7267" w:rsidRDefault="003A7267" w:rsidP="00EB05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>охорони здоров</w:t>
            </w:r>
            <w:r w:rsidRPr="004241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’я облдержадміністрації </w:t>
            </w:r>
          </w:p>
          <w:p w:rsidR="003A7267" w:rsidRPr="00424175" w:rsidRDefault="003A7267" w:rsidP="00EB05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A7267" w:rsidRDefault="003A7267" w:rsidP="00AC358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C358D">
        <w:rPr>
          <w:rFonts w:ascii="Times New Roman" w:hAnsi="Times New Roman"/>
          <w:sz w:val="24"/>
          <w:szCs w:val="24"/>
        </w:rPr>
        <w:t>Продовження плану заходів</w:t>
      </w:r>
    </w:p>
    <w:p w:rsidR="003A7267" w:rsidRPr="00AC358D" w:rsidRDefault="003A7267" w:rsidP="00AC358D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3"/>
        <w:gridCol w:w="4455"/>
        <w:gridCol w:w="1831"/>
        <w:gridCol w:w="2875"/>
      </w:tblGrid>
      <w:tr w:rsidR="003A7267" w:rsidRPr="00424175" w:rsidTr="00EB0578">
        <w:tc>
          <w:tcPr>
            <w:tcW w:w="693" w:type="dxa"/>
          </w:tcPr>
          <w:p w:rsidR="003A7267" w:rsidRPr="00424175" w:rsidRDefault="003A7267" w:rsidP="00D12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55" w:type="dxa"/>
          </w:tcPr>
          <w:p w:rsidR="003A7267" w:rsidRPr="00424175" w:rsidRDefault="003A7267" w:rsidP="00D12C2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31" w:type="dxa"/>
          </w:tcPr>
          <w:p w:rsidR="003A7267" w:rsidRPr="00424175" w:rsidRDefault="003A7267" w:rsidP="00D12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75" w:type="dxa"/>
          </w:tcPr>
          <w:p w:rsidR="003A7267" w:rsidRDefault="003A7267" w:rsidP="00D12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A7267" w:rsidRPr="00424175" w:rsidTr="00EB0578">
        <w:tc>
          <w:tcPr>
            <w:tcW w:w="693" w:type="dxa"/>
          </w:tcPr>
          <w:p w:rsidR="003A7267" w:rsidRPr="00424175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55" w:type="dxa"/>
          </w:tcPr>
          <w:p w:rsidR="003A7267" w:rsidRDefault="003A7267" w:rsidP="00D12C24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Перелік об’єктів з ремонту та утримання вулиць і доріг в області формувати з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рахуванням першочерговості ремонту тих вулиць і доріг, які необхідні для забезпечення своєчасного прибуття бригад екстреної медичної допомоги на виклик у нормативний термін. </w:t>
            </w:r>
          </w:p>
          <w:p w:rsidR="003A7267" w:rsidRDefault="003A7267" w:rsidP="00D12C24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  <w:lang w:val="ru-RU"/>
              </w:rPr>
              <w:t>Про виконання пропозиц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>ій інформувати управління охорони здоров’я облдержадміністрації</w:t>
            </w:r>
          </w:p>
          <w:p w:rsidR="003A7267" w:rsidRPr="00AC358D" w:rsidRDefault="003A7267" w:rsidP="00D12C24">
            <w:pPr>
              <w:spacing w:after="0" w:line="240" w:lineRule="auto"/>
              <w:ind w:right="-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1" w:type="dxa"/>
          </w:tcPr>
          <w:p w:rsidR="003A7267" w:rsidRDefault="003A7267" w:rsidP="00D12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7267" w:rsidRDefault="003A7267" w:rsidP="00D12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7267" w:rsidRPr="00424175" w:rsidRDefault="003A7267" w:rsidP="00D12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липня 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>2015 року</w:t>
            </w:r>
          </w:p>
          <w:p w:rsidR="003A7267" w:rsidRDefault="003A7267" w:rsidP="00D12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7267" w:rsidRPr="00424175" w:rsidRDefault="003A7267" w:rsidP="00D12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січня 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>2016 року</w:t>
            </w:r>
          </w:p>
          <w:p w:rsidR="003A7267" w:rsidRPr="00424175" w:rsidRDefault="003A7267" w:rsidP="00D12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7267" w:rsidRPr="00424175" w:rsidRDefault="003A7267" w:rsidP="00D12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5" w:type="dxa"/>
          </w:tcPr>
          <w:p w:rsidR="003A7267" w:rsidRPr="00424175" w:rsidRDefault="003A7267" w:rsidP="00D12C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епартамент інфраструктури </w:t>
            </w:r>
            <w:r>
              <w:rPr>
                <w:rFonts w:ascii="Times New Roman" w:hAnsi="Times New Roman"/>
                <w:sz w:val="28"/>
                <w:szCs w:val="28"/>
              </w:rPr>
              <w:t>та туризму обласної державної адміністрації,</w:t>
            </w:r>
          </w:p>
          <w:p w:rsidR="003A7267" w:rsidRDefault="003A7267" w:rsidP="00D12C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лужба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втомобільних доріг </w:t>
            </w:r>
          </w:p>
          <w:p w:rsidR="003A7267" w:rsidRPr="00424175" w:rsidRDefault="003A7267" w:rsidP="00D12C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 області </w:t>
            </w:r>
          </w:p>
        </w:tc>
      </w:tr>
      <w:tr w:rsidR="003A7267" w:rsidRPr="00424175" w:rsidTr="00EB0578">
        <w:tc>
          <w:tcPr>
            <w:tcW w:w="693" w:type="dxa"/>
          </w:tcPr>
          <w:p w:rsidR="003A7267" w:rsidRPr="00424175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55" w:type="dxa"/>
          </w:tcPr>
          <w:p w:rsidR="003A7267" w:rsidRDefault="003A7267" w:rsidP="00D12C24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424175">
              <w:rPr>
                <w:rFonts w:ascii="Times New Roman" w:hAnsi="Times New Roman"/>
                <w:sz w:val="28"/>
                <w:szCs w:val="28"/>
                <w:lang w:eastAsia="uk-UA"/>
              </w:rPr>
              <w:t>Вжити заходів щодо проведення в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ідповідних курсів спеціалізації на базі</w:t>
            </w:r>
            <w:r w:rsidRPr="0042417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ліцензованих м</w:t>
            </w:r>
            <w:r w:rsidRPr="00424175">
              <w:rPr>
                <w:rFonts w:ascii="Times New Roman" w:hAnsi="Times New Roman"/>
                <w:sz w:val="28"/>
                <w:szCs w:val="28"/>
                <w:lang w:eastAsia="uk-UA"/>
              </w:rPr>
              <w:t>едичн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их</w:t>
            </w:r>
            <w:r w:rsidRPr="0042417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коледж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ів області </w:t>
            </w:r>
            <w:r w:rsidRPr="0042417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для визначених фахівців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</w:t>
            </w:r>
            <w:r w:rsidRPr="0042417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 середньою медичною освітою КЗ «Волинський обласний центр екстреної медичної допомоги та медицини катастроф» </w:t>
            </w:r>
          </w:p>
          <w:p w:rsidR="003A7267" w:rsidRPr="00AC358D" w:rsidRDefault="003A7267" w:rsidP="00D12C24">
            <w:pPr>
              <w:spacing w:after="0" w:line="240" w:lineRule="auto"/>
              <w:ind w:right="-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1" w:type="dxa"/>
          </w:tcPr>
          <w:p w:rsidR="003A7267" w:rsidRPr="00424175" w:rsidRDefault="003A7267" w:rsidP="00D12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>ротягом 2015 року</w:t>
            </w:r>
          </w:p>
        </w:tc>
        <w:tc>
          <w:tcPr>
            <w:tcW w:w="2875" w:type="dxa"/>
          </w:tcPr>
          <w:p w:rsidR="003A7267" w:rsidRDefault="003A7267" w:rsidP="00D12C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правління </w:t>
            </w:r>
          </w:p>
          <w:p w:rsidR="003A7267" w:rsidRPr="00424175" w:rsidRDefault="003A7267" w:rsidP="00D12C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>охорони здоров</w:t>
            </w:r>
            <w:r w:rsidRPr="004241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’я облдержадміністрації </w:t>
            </w:r>
          </w:p>
        </w:tc>
      </w:tr>
      <w:tr w:rsidR="003A7267" w:rsidRPr="00424175" w:rsidTr="00EB0578">
        <w:tc>
          <w:tcPr>
            <w:tcW w:w="693" w:type="dxa"/>
          </w:tcPr>
          <w:p w:rsidR="003A7267" w:rsidRPr="00424175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55" w:type="dxa"/>
          </w:tcPr>
          <w:p w:rsidR="003A7267" w:rsidRDefault="003A7267" w:rsidP="00D12C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Внести зміни до Статуту </w:t>
            </w:r>
          </w:p>
          <w:p w:rsidR="003A7267" w:rsidRDefault="003A7267" w:rsidP="00D12C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КЗ «Волинський обласний центр екстреної медичної допомоги та медицини катастроф» 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щодо відміни завдання з перевезень </w:t>
            </w:r>
            <w:r w:rsidRPr="00424175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ургентних спеціалістів лікарень, які не передбачені 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>Законом України «Про екстрену медичну допомогу»</w:t>
            </w:r>
          </w:p>
          <w:p w:rsidR="003A7267" w:rsidRPr="00AC358D" w:rsidRDefault="003A7267" w:rsidP="00D12C2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1" w:type="dxa"/>
          </w:tcPr>
          <w:p w:rsidR="003A7267" w:rsidRPr="00424175" w:rsidRDefault="003A7267" w:rsidP="00D12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>о 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травня 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>2015 року</w:t>
            </w:r>
          </w:p>
        </w:tc>
        <w:tc>
          <w:tcPr>
            <w:tcW w:w="2875" w:type="dxa"/>
          </w:tcPr>
          <w:p w:rsidR="003A7267" w:rsidRDefault="003A7267" w:rsidP="00D12C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правління </w:t>
            </w:r>
          </w:p>
          <w:p w:rsidR="003A7267" w:rsidRPr="00424175" w:rsidRDefault="003A7267" w:rsidP="00D12C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>охорони здоров</w:t>
            </w:r>
            <w:r w:rsidRPr="004241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’я облдержадміністрації </w:t>
            </w:r>
          </w:p>
        </w:tc>
      </w:tr>
      <w:tr w:rsidR="003A7267" w:rsidRPr="00424175" w:rsidTr="00EB0578">
        <w:tc>
          <w:tcPr>
            <w:tcW w:w="693" w:type="dxa"/>
          </w:tcPr>
          <w:p w:rsidR="003A7267" w:rsidRPr="00424175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455" w:type="dxa"/>
          </w:tcPr>
          <w:p w:rsidR="003A7267" w:rsidRDefault="003A7267" w:rsidP="00D12C24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Забезпечити проведення робіт </w:t>
            </w:r>
          </w:p>
          <w:p w:rsidR="003A7267" w:rsidRDefault="003A7267" w:rsidP="00D12C24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зі створення оперативно-диспетчерської служби </w:t>
            </w:r>
          </w:p>
          <w:p w:rsidR="003A7267" w:rsidRDefault="003A7267" w:rsidP="00D12C24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  <w:lang w:eastAsia="uk-UA"/>
              </w:rPr>
              <w:t>КЗ «Волинський обласний центр екстреної медичної допомоги та медицини катастроф»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 у повному обсязі з метою дотримання принципу регіональної екстериторіальності виконання викликів</w:t>
            </w:r>
          </w:p>
          <w:p w:rsidR="003A7267" w:rsidRPr="00424175" w:rsidRDefault="003A7267" w:rsidP="00D12C24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831" w:type="dxa"/>
          </w:tcPr>
          <w:p w:rsidR="003A7267" w:rsidRPr="00424175" w:rsidRDefault="003A7267" w:rsidP="00D12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>ротягом 2015 року</w:t>
            </w:r>
          </w:p>
        </w:tc>
        <w:tc>
          <w:tcPr>
            <w:tcW w:w="2875" w:type="dxa"/>
          </w:tcPr>
          <w:p w:rsidR="003A7267" w:rsidRDefault="003A7267" w:rsidP="00D12C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правління </w:t>
            </w:r>
          </w:p>
          <w:p w:rsidR="003A7267" w:rsidRPr="00424175" w:rsidRDefault="003A7267" w:rsidP="00D12C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охорони здоров’я облдержадміністрації </w:t>
            </w:r>
          </w:p>
        </w:tc>
      </w:tr>
    </w:tbl>
    <w:p w:rsidR="003A7267" w:rsidRDefault="003A7267"/>
    <w:p w:rsidR="003A7267" w:rsidRDefault="003A7267" w:rsidP="00AC358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C358D">
        <w:rPr>
          <w:rFonts w:ascii="Times New Roman" w:hAnsi="Times New Roman"/>
          <w:sz w:val="24"/>
          <w:szCs w:val="24"/>
        </w:rPr>
        <w:t>Продовження плану заходів</w:t>
      </w:r>
    </w:p>
    <w:p w:rsidR="003A7267" w:rsidRPr="00AC358D" w:rsidRDefault="003A7267" w:rsidP="00AC358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3"/>
        <w:gridCol w:w="4455"/>
        <w:gridCol w:w="1831"/>
        <w:gridCol w:w="2875"/>
      </w:tblGrid>
      <w:tr w:rsidR="003A7267" w:rsidRPr="00424175" w:rsidTr="00EB0578">
        <w:tc>
          <w:tcPr>
            <w:tcW w:w="693" w:type="dxa"/>
          </w:tcPr>
          <w:p w:rsidR="003A7267" w:rsidRPr="00424175" w:rsidRDefault="003A7267" w:rsidP="00D12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55" w:type="dxa"/>
          </w:tcPr>
          <w:p w:rsidR="003A7267" w:rsidRPr="00424175" w:rsidRDefault="003A7267" w:rsidP="00D12C2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31" w:type="dxa"/>
          </w:tcPr>
          <w:p w:rsidR="003A7267" w:rsidRDefault="003A7267" w:rsidP="00D12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75" w:type="dxa"/>
          </w:tcPr>
          <w:p w:rsidR="003A7267" w:rsidRDefault="003A7267" w:rsidP="00D12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A7267" w:rsidRPr="00424175" w:rsidTr="00EB0578">
        <w:tc>
          <w:tcPr>
            <w:tcW w:w="693" w:type="dxa"/>
          </w:tcPr>
          <w:p w:rsidR="003A7267" w:rsidRPr="00424175" w:rsidRDefault="003A7267" w:rsidP="009145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455" w:type="dxa"/>
          </w:tcPr>
          <w:p w:rsidR="003A7267" w:rsidRDefault="003A7267" w:rsidP="009145F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>Оптимізувати мережу пунктів постійного базування бригад екстреної медичної допомоги з врахуванням рекомендацій Рахункової палати України</w:t>
            </w:r>
          </w:p>
          <w:p w:rsidR="003A7267" w:rsidRPr="00AC358D" w:rsidRDefault="003A7267" w:rsidP="009145FA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1" w:type="dxa"/>
          </w:tcPr>
          <w:p w:rsidR="003A7267" w:rsidRPr="00424175" w:rsidRDefault="003A7267" w:rsidP="009145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>ротягом 2015 року</w:t>
            </w:r>
          </w:p>
        </w:tc>
        <w:tc>
          <w:tcPr>
            <w:tcW w:w="2875" w:type="dxa"/>
          </w:tcPr>
          <w:p w:rsidR="003A7267" w:rsidRDefault="003A7267" w:rsidP="009145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правління </w:t>
            </w:r>
          </w:p>
          <w:p w:rsidR="003A7267" w:rsidRPr="00424175" w:rsidRDefault="003A7267" w:rsidP="009145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>охорони здоров</w:t>
            </w:r>
            <w:r w:rsidRPr="0042417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’я облдержадміністрації </w:t>
            </w:r>
          </w:p>
        </w:tc>
      </w:tr>
      <w:tr w:rsidR="003A7267" w:rsidRPr="00F45ED5" w:rsidTr="00EB0578">
        <w:tc>
          <w:tcPr>
            <w:tcW w:w="693" w:type="dxa"/>
          </w:tcPr>
          <w:p w:rsidR="003A7267" w:rsidRPr="00424175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455" w:type="dxa"/>
          </w:tcPr>
          <w:p w:rsidR="003A7267" w:rsidRDefault="003A7267" w:rsidP="00D12C24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5ED5">
              <w:rPr>
                <w:rFonts w:ascii="Times New Roman" w:hAnsi="Times New Roman"/>
                <w:sz w:val="28"/>
                <w:szCs w:val="28"/>
              </w:rPr>
              <w:t xml:space="preserve">Забезпечити контроль за закупівлею </w:t>
            </w:r>
            <w:r w:rsidRPr="00F45ED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КЗ «Волинський обласний центр екстреної медичної допомоги та медицини катастроф» </w:t>
            </w:r>
            <w:r w:rsidRPr="00F45ED5">
              <w:rPr>
                <w:rFonts w:ascii="Times New Roman" w:hAnsi="Times New Roman"/>
                <w:sz w:val="28"/>
                <w:szCs w:val="28"/>
              </w:rPr>
              <w:t>лікарських засобів та виробів медичного призначення за рахунок коштів субвенції з державного бюджету та коштів місцевих бюджетів, дотриманням умов їх зберігання та раціональним використанням</w:t>
            </w:r>
          </w:p>
          <w:p w:rsidR="003A7267" w:rsidRPr="00AC358D" w:rsidRDefault="003A7267" w:rsidP="00D12C24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1" w:type="dxa"/>
          </w:tcPr>
          <w:p w:rsidR="003A7267" w:rsidRPr="00F45ED5" w:rsidRDefault="003A7267" w:rsidP="00D12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45ED5">
              <w:rPr>
                <w:rFonts w:ascii="Times New Roman" w:hAnsi="Times New Roman"/>
                <w:sz w:val="28"/>
                <w:szCs w:val="28"/>
              </w:rPr>
              <w:t>ротягом 2015 року</w:t>
            </w:r>
          </w:p>
        </w:tc>
        <w:tc>
          <w:tcPr>
            <w:tcW w:w="2875" w:type="dxa"/>
          </w:tcPr>
          <w:p w:rsidR="003A7267" w:rsidRDefault="003A7267" w:rsidP="00D12C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F45ED5">
              <w:rPr>
                <w:rFonts w:ascii="Times New Roman" w:hAnsi="Times New Roman"/>
                <w:sz w:val="28"/>
                <w:szCs w:val="28"/>
              </w:rPr>
              <w:t xml:space="preserve">правління </w:t>
            </w:r>
          </w:p>
          <w:p w:rsidR="003A7267" w:rsidRPr="00F45ED5" w:rsidRDefault="003A7267" w:rsidP="00D12C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5ED5">
              <w:rPr>
                <w:rFonts w:ascii="Times New Roman" w:hAnsi="Times New Roman"/>
                <w:sz w:val="28"/>
                <w:szCs w:val="28"/>
              </w:rPr>
              <w:t>охорони здоров</w:t>
            </w:r>
            <w:r w:rsidRPr="00F45ED5">
              <w:rPr>
                <w:rFonts w:ascii="Times New Roman" w:hAnsi="Times New Roman"/>
                <w:sz w:val="28"/>
                <w:szCs w:val="28"/>
                <w:lang w:val="ru-RU"/>
              </w:rPr>
              <w:t>’я облдержадміністрації,</w:t>
            </w:r>
          </w:p>
          <w:p w:rsidR="003A7267" w:rsidRPr="00F45ED5" w:rsidRDefault="003A7267" w:rsidP="00D12C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F45ED5">
              <w:rPr>
                <w:rFonts w:ascii="Times New Roman" w:hAnsi="Times New Roman"/>
                <w:sz w:val="28"/>
                <w:szCs w:val="28"/>
                <w:lang w:eastAsia="uk-UA"/>
              </w:rPr>
              <w:t>КЗ «Волинський обласний центр екстреної медичної допомоги та медицини катастроф»</w:t>
            </w:r>
          </w:p>
          <w:p w:rsidR="003A7267" w:rsidRPr="00F45ED5" w:rsidRDefault="003A7267" w:rsidP="00D12C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A7267" w:rsidRPr="00424175" w:rsidTr="00EB0578">
        <w:tc>
          <w:tcPr>
            <w:tcW w:w="693" w:type="dxa"/>
          </w:tcPr>
          <w:p w:rsidR="003A7267" w:rsidRPr="00424175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0.</w:t>
            </w:r>
          </w:p>
        </w:tc>
        <w:tc>
          <w:tcPr>
            <w:tcW w:w="4455" w:type="dxa"/>
          </w:tcPr>
          <w:p w:rsidR="003A7267" w:rsidRDefault="003A7267" w:rsidP="00D12C24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Провести дооснащення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 згідно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 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>норматив</w:t>
            </w:r>
            <w:r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 служби екстреної медичної допомоги області </w:t>
            </w:r>
            <w:r w:rsidRPr="00424175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радіозв’язком, обладнанням, обмундируванням та автотранспортом</w:t>
            </w:r>
          </w:p>
          <w:p w:rsidR="003A7267" w:rsidRPr="00AC358D" w:rsidRDefault="003A7267" w:rsidP="00D12C24">
            <w:pPr>
              <w:suppressAutoHyphens/>
              <w:spacing w:after="0" w:line="240" w:lineRule="auto"/>
              <w:rPr>
                <w:rFonts w:ascii="Times New Roman" w:hAnsi="Times New Roman"/>
                <w:spacing w:val="-2"/>
                <w:sz w:val="16"/>
                <w:szCs w:val="16"/>
              </w:rPr>
            </w:pPr>
          </w:p>
        </w:tc>
        <w:tc>
          <w:tcPr>
            <w:tcW w:w="1831" w:type="dxa"/>
          </w:tcPr>
          <w:p w:rsidR="003A7267" w:rsidRPr="00424175" w:rsidRDefault="003A7267" w:rsidP="00D12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>ротягом 2015 року</w:t>
            </w:r>
          </w:p>
        </w:tc>
        <w:tc>
          <w:tcPr>
            <w:tcW w:w="2875" w:type="dxa"/>
          </w:tcPr>
          <w:p w:rsidR="003A7267" w:rsidRDefault="003A7267" w:rsidP="00D12C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правління </w:t>
            </w:r>
          </w:p>
          <w:p w:rsidR="003A7267" w:rsidRPr="00424175" w:rsidRDefault="003A7267" w:rsidP="00D12C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охорони здоров’я облдержадміністрації </w:t>
            </w:r>
          </w:p>
        </w:tc>
      </w:tr>
      <w:tr w:rsidR="003A7267" w:rsidRPr="00424175" w:rsidTr="00EB0578">
        <w:tc>
          <w:tcPr>
            <w:tcW w:w="693" w:type="dxa"/>
          </w:tcPr>
          <w:p w:rsidR="003A7267" w:rsidRPr="00424175" w:rsidRDefault="003A7267" w:rsidP="00B45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55" w:type="dxa"/>
          </w:tcPr>
          <w:p w:rsidR="003A7267" w:rsidRPr="00424175" w:rsidRDefault="003A7267" w:rsidP="00D12C24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>Привести у відповідність до вимог приміщення, у яких розміщені відділення служби екстреної медичної допомоги області на умовах оренди</w:t>
            </w:r>
          </w:p>
        </w:tc>
        <w:tc>
          <w:tcPr>
            <w:tcW w:w="1831" w:type="dxa"/>
          </w:tcPr>
          <w:p w:rsidR="003A7267" w:rsidRPr="00424175" w:rsidRDefault="003A7267" w:rsidP="00D12C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>ротягом 2015 року</w:t>
            </w:r>
          </w:p>
        </w:tc>
        <w:tc>
          <w:tcPr>
            <w:tcW w:w="2875" w:type="dxa"/>
          </w:tcPr>
          <w:p w:rsidR="003A7267" w:rsidRDefault="003A7267" w:rsidP="00D12C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правління </w:t>
            </w:r>
          </w:p>
          <w:p w:rsidR="003A7267" w:rsidRPr="00424175" w:rsidRDefault="003A7267" w:rsidP="00D12C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4175">
              <w:rPr>
                <w:rFonts w:ascii="Times New Roman" w:hAnsi="Times New Roman"/>
                <w:sz w:val="28"/>
                <w:szCs w:val="28"/>
              </w:rPr>
              <w:t xml:space="preserve">охорони здоров’я облдержадміністрації, </w:t>
            </w:r>
            <w:r w:rsidRPr="00F45ED5">
              <w:rPr>
                <w:rFonts w:ascii="Times New Roman" w:hAnsi="Times New Roman"/>
                <w:sz w:val="28"/>
                <w:szCs w:val="28"/>
              </w:rPr>
              <w:t>голови міських рад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>рай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онних 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>держа</w:t>
            </w:r>
            <w:r>
              <w:rPr>
                <w:rFonts w:ascii="Times New Roman" w:hAnsi="Times New Roman"/>
                <w:sz w:val="28"/>
                <w:szCs w:val="28"/>
              </w:rPr>
              <w:t>вних а</w:t>
            </w:r>
            <w:r w:rsidRPr="00424175">
              <w:rPr>
                <w:rFonts w:ascii="Times New Roman" w:hAnsi="Times New Roman"/>
                <w:sz w:val="28"/>
                <w:szCs w:val="28"/>
              </w:rPr>
              <w:t>дміністрацій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(за згодою)</w:t>
            </w:r>
          </w:p>
        </w:tc>
      </w:tr>
    </w:tbl>
    <w:p w:rsidR="003A7267" w:rsidRDefault="003A7267" w:rsidP="009343AA">
      <w:pPr>
        <w:jc w:val="both"/>
        <w:rPr>
          <w:sz w:val="28"/>
          <w:szCs w:val="28"/>
        </w:rPr>
      </w:pPr>
    </w:p>
    <w:p w:rsidR="003A7267" w:rsidRDefault="003A7267" w:rsidP="009343AA">
      <w:pPr>
        <w:jc w:val="both"/>
        <w:rPr>
          <w:sz w:val="28"/>
          <w:szCs w:val="28"/>
        </w:rPr>
      </w:pPr>
    </w:p>
    <w:p w:rsidR="003A7267" w:rsidRPr="009343AA" w:rsidRDefault="003A7267" w:rsidP="009343AA">
      <w:pPr>
        <w:jc w:val="both"/>
        <w:rPr>
          <w:rFonts w:ascii="Times New Roman" w:hAnsi="Times New Roman"/>
          <w:sz w:val="28"/>
          <w:szCs w:val="28"/>
        </w:rPr>
      </w:pPr>
      <w:r w:rsidRPr="009343AA">
        <w:rPr>
          <w:rFonts w:ascii="Times New Roman" w:hAnsi="Times New Roman"/>
          <w:sz w:val="28"/>
          <w:szCs w:val="28"/>
        </w:rPr>
        <w:t xml:space="preserve">Керівник апарату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b/>
          <w:sz w:val="28"/>
          <w:szCs w:val="28"/>
        </w:rPr>
        <w:t>Д.</w:t>
      </w:r>
      <w:r w:rsidRPr="009343AA">
        <w:rPr>
          <w:rFonts w:ascii="Times New Roman" w:hAnsi="Times New Roman"/>
          <w:b/>
          <w:sz w:val="28"/>
          <w:szCs w:val="28"/>
        </w:rPr>
        <w:t>Д</w:t>
      </w:r>
      <w:r>
        <w:rPr>
          <w:rFonts w:ascii="Times New Roman" w:hAnsi="Times New Roman"/>
          <w:b/>
          <w:sz w:val="28"/>
          <w:szCs w:val="28"/>
        </w:rPr>
        <w:t>убняк</w:t>
      </w:r>
    </w:p>
    <w:p w:rsidR="003A7267" w:rsidRPr="00424175" w:rsidRDefault="003A7267" w:rsidP="007C3B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3A7267" w:rsidRPr="00424175" w:rsidSect="00D80E4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267" w:rsidRDefault="003A7267">
      <w:r>
        <w:separator/>
      </w:r>
    </w:p>
  </w:endnote>
  <w:endnote w:type="continuationSeparator" w:id="0">
    <w:p w:rsidR="003A7267" w:rsidRDefault="003A7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267" w:rsidRDefault="003A7267">
      <w:r>
        <w:separator/>
      </w:r>
    </w:p>
  </w:footnote>
  <w:footnote w:type="continuationSeparator" w:id="0">
    <w:p w:rsidR="003A7267" w:rsidRDefault="003A72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267" w:rsidRDefault="003A7267" w:rsidP="00D12C2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7267" w:rsidRDefault="003A7267" w:rsidP="001671BF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267" w:rsidRPr="00D12C24" w:rsidRDefault="003A7267" w:rsidP="00D12C24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4"/>
        <w:szCs w:val="24"/>
      </w:rPr>
    </w:pPr>
    <w:r w:rsidRPr="00D12C24">
      <w:rPr>
        <w:rStyle w:val="PageNumber"/>
        <w:rFonts w:ascii="Times New Roman" w:hAnsi="Times New Roman"/>
        <w:sz w:val="24"/>
        <w:szCs w:val="24"/>
      </w:rPr>
      <w:fldChar w:fldCharType="begin"/>
    </w:r>
    <w:r w:rsidRPr="00D12C24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D12C24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3</w:t>
    </w:r>
    <w:r w:rsidRPr="00D12C24">
      <w:rPr>
        <w:rStyle w:val="PageNumber"/>
        <w:rFonts w:ascii="Times New Roman" w:hAnsi="Times New Roman"/>
        <w:sz w:val="24"/>
        <w:szCs w:val="24"/>
      </w:rPr>
      <w:fldChar w:fldCharType="end"/>
    </w:r>
  </w:p>
  <w:p w:rsidR="003A7267" w:rsidRDefault="003A7267" w:rsidP="001671BF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0F66"/>
    <w:rsid w:val="000146A5"/>
    <w:rsid w:val="0002391E"/>
    <w:rsid w:val="00050FD0"/>
    <w:rsid w:val="0006235C"/>
    <w:rsid w:val="000B696D"/>
    <w:rsid w:val="000D16FE"/>
    <w:rsid w:val="000F58A3"/>
    <w:rsid w:val="00107F78"/>
    <w:rsid w:val="00112B90"/>
    <w:rsid w:val="00154031"/>
    <w:rsid w:val="001671BF"/>
    <w:rsid w:val="001C1B7D"/>
    <w:rsid w:val="001C259D"/>
    <w:rsid w:val="001C4D2B"/>
    <w:rsid w:val="001F567B"/>
    <w:rsid w:val="001F59DE"/>
    <w:rsid w:val="001F6650"/>
    <w:rsid w:val="0026221F"/>
    <w:rsid w:val="0029324C"/>
    <w:rsid w:val="002A26C8"/>
    <w:rsid w:val="002B1E6E"/>
    <w:rsid w:val="002F1213"/>
    <w:rsid w:val="003036DA"/>
    <w:rsid w:val="0032046C"/>
    <w:rsid w:val="003A7267"/>
    <w:rsid w:val="003D4955"/>
    <w:rsid w:val="00424175"/>
    <w:rsid w:val="00435915"/>
    <w:rsid w:val="00444FBA"/>
    <w:rsid w:val="004E0259"/>
    <w:rsid w:val="004E17CF"/>
    <w:rsid w:val="004E5DF5"/>
    <w:rsid w:val="0052342F"/>
    <w:rsid w:val="00562CD0"/>
    <w:rsid w:val="00575ED9"/>
    <w:rsid w:val="00592B35"/>
    <w:rsid w:val="005B292B"/>
    <w:rsid w:val="005C04CE"/>
    <w:rsid w:val="00652848"/>
    <w:rsid w:val="006554CE"/>
    <w:rsid w:val="006A2EDD"/>
    <w:rsid w:val="006E627C"/>
    <w:rsid w:val="0071160E"/>
    <w:rsid w:val="00736DD2"/>
    <w:rsid w:val="00742D0F"/>
    <w:rsid w:val="00744C29"/>
    <w:rsid w:val="007C3B90"/>
    <w:rsid w:val="007E2149"/>
    <w:rsid w:val="00810B5E"/>
    <w:rsid w:val="00857A91"/>
    <w:rsid w:val="008720BF"/>
    <w:rsid w:val="00896AB4"/>
    <w:rsid w:val="008A28CA"/>
    <w:rsid w:val="008D2B44"/>
    <w:rsid w:val="008E7836"/>
    <w:rsid w:val="009145FA"/>
    <w:rsid w:val="009343AA"/>
    <w:rsid w:val="00936522"/>
    <w:rsid w:val="00940DED"/>
    <w:rsid w:val="009537E7"/>
    <w:rsid w:val="0096551E"/>
    <w:rsid w:val="009673D4"/>
    <w:rsid w:val="0099172C"/>
    <w:rsid w:val="00993928"/>
    <w:rsid w:val="009A2F95"/>
    <w:rsid w:val="00A06BA0"/>
    <w:rsid w:val="00A1588E"/>
    <w:rsid w:val="00A63AF0"/>
    <w:rsid w:val="00AC358D"/>
    <w:rsid w:val="00B27F61"/>
    <w:rsid w:val="00B45F6E"/>
    <w:rsid w:val="00B664EC"/>
    <w:rsid w:val="00B67208"/>
    <w:rsid w:val="00B81D9B"/>
    <w:rsid w:val="00B84466"/>
    <w:rsid w:val="00C26AB5"/>
    <w:rsid w:val="00C53E61"/>
    <w:rsid w:val="00C80887"/>
    <w:rsid w:val="00C852F7"/>
    <w:rsid w:val="00CB300E"/>
    <w:rsid w:val="00CD0F66"/>
    <w:rsid w:val="00D12C24"/>
    <w:rsid w:val="00D172A7"/>
    <w:rsid w:val="00D50F0D"/>
    <w:rsid w:val="00D60BA6"/>
    <w:rsid w:val="00D65FCD"/>
    <w:rsid w:val="00D80E49"/>
    <w:rsid w:val="00DC5DFE"/>
    <w:rsid w:val="00E75B3C"/>
    <w:rsid w:val="00EA6209"/>
    <w:rsid w:val="00EB0578"/>
    <w:rsid w:val="00EC5BA3"/>
    <w:rsid w:val="00F15878"/>
    <w:rsid w:val="00F45ED5"/>
    <w:rsid w:val="00F61704"/>
    <w:rsid w:val="00FE1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FB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622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671B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F59DE"/>
    <w:rPr>
      <w:rFonts w:cs="Times New Roman"/>
      <w:lang w:val="uk-UA"/>
    </w:rPr>
  </w:style>
  <w:style w:type="character" w:styleId="PageNumber">
    <w:name w:val="page number"/>
    <w:basedOn w:val="DefaultParagraphFont"/>
    <w:uiPriority w:val="99"/>
    <w:rsid w:val="001671B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12C24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537E7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281</TotalTime>
  <Pages>3</Pages>
  <Words>2960</Words>
  <Characters>1688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DIANA</cp:lastModifiedBy>
  <cp:revision>35</cp:revision>
  <cp:lastPrinted>2015-04-03T06:31:00Z</cp:lastPrinted>
  <dcterms:created xsi:type="dcterms:W3CDTF">2015-02-19T14:34:00Z</dcterms:created>
  <dcterms:modified xsi:type="dcterms:W3CDTF">2015-04-03T06:34:00Z</dcterms:modified>
</cp:coreProperties>
</file>