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CE6" w:rsidRPr="00A24F53" w:rsidRDefault="003C0CE6" w:rsidP="00FB18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3C0CE6" w:rsidRPr="00A24F53" w:rsidRDefault="003C0CE6" w:rsidP="00FB18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3C0CE6" w:rsidRPr="00D65866" w:rsidRDefault="003C0CE6" w:rsidP="00D65866">
      <w:pPr>
        <w:pStyle w:val="Heading1"/>
        <w:spacing w:before="0" w:after="0" w:line="360" w:lineRule="auto"/>
        <w:ind w:left="4956" w:firstLine="708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D6586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ЗАТВЕРДЖЕНО  </w:t>
      </w:r>
    </w:p>
    <w:p w:rsidR="003C0CE6" w:rsidRPr="00D65866" w:rsidRDefault="003C0CE6" w:rsidP="00D65866">
      <w:pPr>
        <w:spacing w:after="0" w:line="36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65866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</w:p>
    <w:p w:rsidR="003C0CE6" w:rsidRPr="00D65866" w:rsidRDefault="003C0CE6" w:rsidP="00D65866">
      <w:pPr>
        <w:spacing w:after="0" w:line="36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65866">
        <w:rPr>
          <w:rFonts w:ascii="Times New Roman" w:hAnsi="Times New Roman" w:cs="Times New Roman"/>
          <w:sz w:val="28"/>
          <w:szCs w:val="28"/>
          <w:lang w:val="uk-UA"/>
        </w:rPr>
        <w:t>обласної державної адміністрації</w:t>
      </w:r>
    </w:p>
    <w:p w:rsidR="003C0CE6" w:rsidRPr="00D65866" w:rsidRDefault="003C0CE6" w:rsidP="00D6586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25.01.2014 № 22</w:t>
      </w:r>
      <w:r w:rsidRPr="00D658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C0CE6" w:rsidRPr="00A24F53" w:rsidRDefault="003C0CE6" w:rsidP="00FB18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3C0CE6" w:rsidRPr="00A24F53" w:rsidRDefault="003C0CE6" w:rsidP="00FB1855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3C0CE6" w:rsidRPr="00D65866" w:rsidRDefault="003C0CE6" w:rsidP="00FB18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D65866"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3C0CE6" w:rsidRPr="00581B40" w:rsidRDefault="003C0CE6" w:rsidP="00B23D0D">
      <w:pPr>
        <w:spacing w:after="0" w:line="20" w:lineRule="atLeast"/>
        <w:jc w:val="center"/>
        <w:rPr>
          <w:rFonts w:ascii="Times New Roman" w:hAnsi="Times New Roman"/>
          <w:sz w:val="28"/>
          <w:lang w:val="uk-UA"/>
        </w:rPr>
      </w:pPr>
      <w:r w:rsidRPr="00581B40">
        <w:rPr>
          <w:rFonts w:ascii="Times New Roman" w:hAnsi="Times New Roman"/>
          <w:sz w:val="28"/>
          <w:lang w:val="uk-UA"/>
        </w:rPr>
        <w:t xml:space="preserve">Комітету з розробки пропозицій </w:t>
      </w:r>
    </w:p>
    <w:p w:rsidR="003C0CE6" w:rsidRPr="00581B40" w:rsidRDefault="003C0CE6" w:rsidP="00B23D0D">
      <w:pPr>
        <w:spacing w:after="0" w:line="20" w:lineRule="atLeast"/>
        <w:jc w:val="center"/>
        <w:rPr>
          <w:rFonts w:ascii="Times New Roman" w:hAnsi="Times New Roman"/>
          <w:sz w:val="28"/>
          <w:lang w:val="uk-UA"/>
        </w:rPr>
      </w:pPr>
      <w:r w:rsidRPr="00581B40">
        <w:rPr>
          <w:rFonts w:ascii="Times New Roman" w:hAnsi="Times New Roman"/>
          <w:sz w:val="28"/>
          <w:lang w:val="uk-UA"/>
        </w:rPr>
        <w:t xml:space="preserve">щодо кандидатур на призначення стипендій для видатних </w:t>
      </w:r>
    </w:p>
    <w:p w:rsidR="003C0CE6" w:rsidRPr="00581B40" w:rsidRDefault="003C0CE6" w:rsidP="00B23D0D">
      <w:pPr>
        <w:spacing w:after="0" w:line="20" w:lineRule="atLeast"/>
        <w:jc w:val="center"/>
        <w:rPr>
          <w:rFonts w:ascii="Times New Roman" w:hAnsi="Times New Roman"/>
          <w:sz w:val="28"/>
          <w:lang w:val="uk-UA"/>
        </w:rPr>
      </w:pPr>
      <w:r w:rsidRPr="00581B40">
        <w:rPr>
          <w:rFonts w:ascii="Times New Roman" w:hAnsi="Times New Roman"/>
          <w:sz w:val="28"/>
          <w:lang w:val="uk-UA"/>
        </w:rPr>
        <w:t xml:space="preserve">діячів, ветеранів та пенсіонерів фізичної культури і спорту області </w:t>
      </w:r>
    </w:p>
    <w:p w:rsidR="003C0CE6" w:rsidRPr="00CE33E2" w:rsidRDefault="003C0CE6" w:rsidP="00B23D0D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3C0CE6" w:rsidRPr="00A24F53" w:rsidRDefault="003C0CE6" w:rsidP="00B23D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C0CE6" w:rsidRPr="00E97CD6" w:rsidRDefault="003C0CE6" w:rsidP="00FB18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CD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січня 2014</w:t>
      </w:r>
      <w:r w:rsidRPr="00A24F53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№ </w:t>
      </w:r>
      <w:r w:rsidRPr="00E97CD6">
        <w:rPr>
          <w:rFonts w:ascii="Times New Roman" w:hAnsi="Times New Roman" w:cs="Times New Roman"/>
          <w:sz w:val="28"/>
          <w:szCs w:val="28"/>
        </w:rPr>
        <w:t>2</w:t>
      </w:r>
    </w:p>
    <w:p w:rsidR="003C0CE6" w:rsidRPr="00387E3A" w:rsidRDefault="003C0CE6" w:rsidP="00FB1855">
      <w:pPr>
        <w:keepNext/>
        <w:tabs>
          <w:tab w:val="left" w:pos="5400"/>
        </w:tabs>
        <w:spacing w:after="0" w:line="240" w:lineRule="auto"/>
        <w:outlineLvl w:val="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0"/>
          <w:szCs w:val="10"/>
          <w:lang w:val="uk-UA"/>
        </w:rPr>
        <w:tab/>
      </w:r>
    </w:p>
    <w:p w:rsidR="003C0CE6" w:rsidRDefault="003C0CE6" w:rsidP="00E97C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A24F5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внесення змін до списку кандидатів </w:t>
      </w:r>
    </w:p>
    <w:p w:rsidR="003C0CE6" w:rsidRDefault="003C0CE6" w:rsidP="00E97C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призначення стипендій </w:t>
      </w:r>
    </w:p>
    <w:p w:rsidR="003C0CE6" w:rsidRDefault="003C0CE6" w:rsidP="00E97C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видатних діячів, ветеранів та пенсіонерів </w:t>
      </w:r>
    </w:p>
    <w:p w:rsidR="003C0CE6" w:rsidRDefault="003C0CE6" w:rsidP="00E9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фізичної культури і спорту області на 2014 рік</w:t>
      </w:r>
    </w:p>
    <w:p w:rsidR="003C0CE6" w:rsidRDefault="003C0CE6" w:rsidP="00E9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CE6" w:rsidRPr="00546BC6" w:rsidRDefault="003C0CE6" w:rsidP="00546BC6">
      <w:pPr>
        <w:spacing w:after="0" w:line="20" w:lineRule="atLeast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зв’язку із смертю стипендіата Кузьмика М.С. (лист обласної ДЮСШ від 20 січня 2014 року № 13), враховуючи результати таємного голосування </w:t>
      </w:r>
      <w:r>
        <w:rPr>
          <w:rFonts w:ascii="Times New Roman" w:hAnsi="Times New Roman"/>
          <w:sz w:val="28"/>
          <w:szCs w:val="28"/>
          <w:lang w:val="uk-UA"/>
        </w:rPr>
        <w:t xml:space="preserve">з відбору кандидатури на призначення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персональної стипендії для видатних діячів, ветеранів та пенсіонерів фізичної культури і спорту області, відповідно до пропозицій, які надійшли від закладів і установ фізичної культури та спорту, позашкільних закладів спортивного спрямування,  місцевих органів виконавчої влади та їх структурних підрозділів, громадських організацій (у терміни, визначені Положенням про стипендії для </w:t>
      </w:r>
      <w:r>
        <w:rPr>
          <w:rFonts w:ascii="Times New Roman" w:hAnsi="Times New Roman"/>
          <w:sz w:val="28"/>
          <w:szCs w:val="28"/>
          <w:lang w:val="uk-UA"/>
        </w:rPr>
        <w:t>видатних діячів, ветеранів та пенсіонерів фізичної культури і спорту області, затвердженого рішенням обласної ради від 13 листопада 2013 року № 22/33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>
        <w:rPr>
          <w:rFonts w:ascii="Times New Roman" w:hAnsi="Times New Roman"/>
          <w:sz w:val="28"/>
          <w:lang w:val="uk-UA"/>
        </w:rPr>
        <w:t>Комітет</w:t>
      </w:r>
      <w:r w:rsidRPr="00546BC6">
        <w:rPr>
          <w:rFonts w:ascii="Times New Roman" w:hAnsi="Times New Roman"/>
          <w:sz w:val="28"/>
          <w:lang w:val="uk-UA"/>
        </w:rPr>
        <w:t xml:space="preserve"> з розробки пропозицій щодо кандидатур на призначення стипендій для видатних діячів, ветеранів та пенсіонерів фізичної культури і спорту області </w:t>
      </w:r>
    </w:p>
    <w:p w:rsidR="003C0CE6" w:rsidRDefault="003C0CE6" w:rsidP="00811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РІШИВ:</w:t>
      </w:r>
    </w:p>
    <w:p w:rsidR="003C0CE6" w:rsidRPr="00387E3A" w:rsidRDefault="003C0CE6" w:rsidP="008110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3C0CE6" w:rsidRDefault="003C0CE6" w:rsidP="00CE4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pacing w:val="8"/>
          <w:sz w:val="28"/>
          <w:szCs w:val="28"/>
          <w:lang w:val="uk-UA"/>
        </w:rPr>
        <w:t xml:space="preserve">1. Виключити кандидатуру Кузьмика М.С. зі списку </w:t>
      </w:r>
      <w:r>
        <w:rPr>
          <w:rFonts w:ascii="Times New Roman" w:hAnsi="Times New Roman"/>
          <w:sz w:val="28"/>
          <w:szCs w:val="28"/>
          <w:lang w:val="uk-UA"/>
        </w:rPr>
        <w:t>кандидатів на призначення стипендій видатним діячам, ветеранам та пенсіонерам фізичної культури і спорту області на 2014 рік.</w:t>
      </w:r>
    </w:p>
    <w:p w:rsidR="003C0CE6" w:rsidRDefault="003C0CE6" w:rsidP="00CE4A8F">
      <w:pPr>
        <w:spacing w:after="0" w:line="240" w:lineRule="auto"/>
        <w:ind w:firstLine="708"/>
        <w:jc w:val="both"/>
        <w:rPr>
          <w:rFonts w:ascii="Times New Roman" w:hAnsi="Times New Roman"/>
          <w:bCs/>
          <w:spacing w:val="8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2. </w:t>
      </w:r>
      <w:r>
        <w:rPr>
          <w:rFonts w:ascii="Times New Roman" w:hAnsi="Times New Roman"/>
          <w:bCs/>
          <w:spacing w:val="8"/>
          <w:sz w:val="28"/>
          <w:szCs w:val="28"/>
          <w:lang w:val="uk-UA"/>
        </w:rPr>
        <w:t xml:space="preserve">Затвердити результати таємного </w:t>
      </w:r>
      <w:r>
        <w:rPr>
          <w:rFonts w:ascii="Times New Roman" w:hAnsi="Times New Roman"/>
          <w:sz w:val="28"/>
          <w:szCs w:val="28"/>
          <w:lang w:val="uk-UA"/>
        </w:rPr>
        <w:t>голосування з відбору кандидатури на призначення персональної стипендії для видатних діячів, ветеранів та пенсіонерів фізичної культури і спорту області на 2014 рік.</w:t>
      </w:r>
    </w:p>
    <w:p w:rsidR="003C0CE6" w:rsidRDefault="003C0CE6" w:rsidP="00CE4A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 Внести до списку кандидатів  на призначення </w:t>
      </w:r>
      <w:r>
        <w:rPr>
          <w:rFonts w:ascii="Times New Roman" w:hAnsi="Times New Roman"/>
          <w:sz w:val="28"/>
          <w:szCs w:val="28"/>
          <w:lang w:val="uk-UA"/>
        </w:rPr>
        <w:t>стипендій для видатних діячів, ветеранів та пенсіонерів фізичної культури і спорту області на 2014 рік, затвердженого рішенням Комітету з розробки пропозицій щодо кандидатур на призначення стипендій для видатних діячів, ветеранів та пенсіонерів фізичної культури і спорту від 23 грудня 2013 року № 1 кандидатуру Вайнера Г.Я.</w:t>
      </w:r>
    </w:p>
    <w:p w:rsidR="003C0CE6" w:rsidRDefault="003C0CE6" w:rsidP="00CE4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 Взяти до відома, що відповідно до пункту 10 Положення про стипендії для </w:t>
      </w:r>
      <w:r>
        <w:rPr>
          <w:rFonts w:ascii="Times New Roman" w:hAnsi="Times New Roman"/>
          <w:sz w:val="28"/>
          <w:szCs w:val="28"/>
          <w:lang w:val="uk-UA"/>
        </w:rPr>
        <w:t>видатних діячів, ветеранів та пенсіонерів фізичної культури і спорту області, затвердженого рішенням обласної ради від 13 листопада 2013 року № 22/33 стипендія Вайнеру Г.Я. виплачуватиметься протягом 2014 року, починаючи з лютого 2014 року.</w:t>
      </w:r>
    </w:p>
    <w:p w:rsidR="003C0CE6" w:rsidRDefault="003C0CE6" w:rsidP="00CE4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 Рекомендувати управлінню у справах молоді </w:t>
      </w:r>
      <w:r w:rsidRPr="00505B1C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>спорту облдержадміністрації (Г.</w:t>
      </w:r>
      <w:r w:rsidRPr="00505B1C">
        <w:rPr>
          <w:rFonts w:ascii="Times New Roman" w:hAnsi="Times New Roman" w:cs="Times New Roman"/>
          <w:sz w:val="28"/>
          <w:szCs w:val="28"/>
          <w:lang w:val="uk-UA"/>
        </w:rPr>
        <w:t xml:space="preserve">Карнаухова) подати рішення засідання Комітету з розробки пропозицій щодо кандидатур на призначення стипендій для видатних діячів, ветеранів та пенсіонерів фізичної культури і спорту області від </w:t>
      </w:r>
      <w:r>
        <w:rPr>
          <w:rFonts w:ascii="Times New Roman" w:hAnsi="Times New Roman" w:cs="Times New Roman"/>
          <w:sz w:val="28"/>
          <w:szCs w:val="28"/>
          <w:lang w:val="uk-UA"/>
        </w:rPr>
        <w:t>20 січня 2014</w:t>
      </w:r>
      <w:r w:rsidRPr="00505B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Pr="00505B1C">
        <w:rPr>
          <w:rFonts w:ascii="Times New Roman" w:hAnsi="Times New Roman" w:cs="Times New Roman"/>
          <w:sz w:val="28"/>
          <w:szCs w:val="28"/>
          <w:lang w:val="uk-UA"/>
        </w:rPr>
        <w:t>№ </w:t>
      </w:r>
      <w:r>
        <w:rPr>
          <w:rFonts w:ascii="Times New Roman" w:hAnsi="Times New Roman" w:cs="Times New Roman"/>
          <w:sz w:val="28"/>
          <w:szCs w:val="28"/>
          <w:lang w:val="uk-UA"/>
        </w:rPr>
        <w:t>2 з питання «</w:t>
      </w:r>
      <w:r w:rsidRPr="00A24F53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внесення змін до списку кандидатів на призначення стипендій видатним діячам, ветеранам та пенсіонерам фізичної культури і спорту області на 2014 рік</w:t>
      </w:r>
      <w:r>
        <w:rPr>
          <w:rFonts w:ascii="Times New Roman" w:hAnsi="Times New Roman" w:cs="Times New Roman"/>
          <w:sz w:val="28"/>
          <w:szCs w:val="28"/>
          <w:lang w:val="uk-UA"/>
        </w:rPr>
        <w:t>» на затвердження голові обласної державної адміністрації.</w:t>
      </w:r>
    </w:p>
    <w:p w:rsidR="003C0CE6" w:rsidRDefault="003C0CE6" w:rsidP="00CE4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 Контроль за виконанням цього рішення Комітету покласти на заступника начальника управління у справах молоді та спорту облдержадміністрації, секретаря Комітету А. Мороза.</w:t>
      </w:r>
    </w:p>
    <w:p w:rsidR="003C0CE6" w:rsidRDefault="003C0CE6" w:rsidP="00CE4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CE6" w:rsidRDefault="003C0CE6" w:rsidP="00CE4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CE6" w:rsidRPr="00CE4A8F" w:rsidRDefault="003C0CE6" w:rsidP="00CE4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CE6" w:rsidRPr="00595EEC" w:rsidRDefault="003C0CE6" w:rsidP="00811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Г.</w:t>
      </w:r>
      <w:r w:rsidRPr="00EE5406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КАРНАУХОВА</w:t>
      </w:r>
    </w:p>
    <w:sectPr w:rsidR="003C0CE6" w:rsidRPr="00595EEC" w:rsidSect="00D654BF">
      <w:headerReference w:type="even" r:id="rId6"/>
      <w:headerReference w:type="default" r:id="rId7"/>
      <w:pgSz w:w="11906" w:h="16838"/>
      <w:pgMar w:top="45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CE6" w:rsidRDefault="003C0CE6">
      <w:r>
        <w:separator/>
      </w:r>
    </w:p>
  </w:endnote>
  <w:endnote w:type="continuationSeparator" w:id="0">
    <w:p w:rsidR="003C0CE6" w:rsidRDefault="003C0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CE6" w:rsidRDefault="003C0CE6">
      <w:r>
        <w:separator/>
      </w:r>
    </w:p>
  </w:footnote>
  <w:footnote w:type="continuationSeparator" w:id="0">
    <w:p w:rsidR="003C0CE6" w:rsidRDefault="003C0C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CE6" w:rsidRDefault="003C0CE6" w:rsidP="00005F23">
    <w:pPr>
      <w:pStyle w:val="Head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end"/>
    </w:r>
  </w:p>
  <w:p w:rsidR="003C0CE6" w:rsidRDefault="003C0CE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CE6" w:rsidRDefault="003C0CE6" w:rsidP="00005F23">
    <w:pPr>
      <w:pStyle w:val="Head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2</w:t>
    </w:r>
    <w:r>
      <w:rPr>
        <w:rStyle w:val="PageNumber"/>
        <w:rFonts w:cs="Calibri"/>
      </w:rPr>
      <w:fldChar w:fldCharType="end"/>
    </w:r>
  </w:p>
  <w:p w:rsidR="003C0CE6" w:rsidRDefault="003C0CE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EEC"/>
    <w:rsid w:val="00000DA3"/>
    <w:rsid w:val="00005F23"/>
    <w:rsid w:val="00065A4C"/>
    <w:rsid w:val="000804E5"/>
    <w:rsid w:val="000822B8"/>
    <w:rsid w:val="00085E84"/>
    <w:rsid w:val="0008664F"/>
    <w:rsid w:val="000A3B0B"/>
    <w:rsid w:val="000A520B"/>
    <w:rsid w:val="000C3945"/>
    <w:rsid w:val="000C6D2E"/>
    <w:rsid w:val="001062B4"/>
    <w:rsid w:val="00126261"/>
    <w:rsid w:val="001369E8"/>
    <w:rsid w:val="00150880"/>
    <w:rsid w:val="001C6EFD"/>
    <w:rsid w:val="001D162D"/>
    <w:rsid w:val="00224774"/>
    <w:rsid w:val="00232F16"/>
    <w:rsid w:val="002356C8"/>
    <w:rsid w:val="00246CF0"/>
    <w:rsid w:val="00296397"/>
    <w:rsid w:val="00387E3A"/>
    <w:rsid w:val="003C0CE6"/>
    <w:rsid w:val="003D5EC2"/>
    <w:rsid w:val="00411F0C"/>
    <w:rsid w:val="00420D66"/>
    <w:rsid w:val="00433D1A"/>
    <w:rsid w:val="004A27E4"/>
    <w:rsid w:val="004B7F25"/>
    <w:rsid w:val="00505B1C"/>
    <w:rsid w:val="00520CC9"/>
    <w:rsid w:val="00546BC6"/>
    <w:rsid w:val="00561785"/>
    <w:rsid w:val="00581B40"/>
    <w:rsid w:val="00595EEC"/>
    <w:rsid w:val="005C0EB9"/>
    <w:rsid w:val="006576C5"/>
    <w:rsid w:val="00685216"/>
    <w:rsid w:val="006A1596"/>
    <w:rsid w:val="006A4519"/>
    <w:rsid w:val="006F03B5"/>
    <w:rsid w:val="006F6B91"/>
    <w:rsid w:val="00795E7B"/>
    <w:rsid w:val="007A12B4"/>
    <w:rsid w:val="007C643E"/>
    <w:rsid w:val="0081100F"/>
    <w:rsid w:val="008822FE"/>
    <w:rsid w:val="008A5599"/>
    <w:rsid w:val="0092129C"/>
    <w:rsid w:val="00946D93"/>
    <w:rsid w:val="009535B0"/>
    <w:rsid w:val="009D542F"/>
    <w:rsid w:val="00A0669C"/>
    <w:rsid w:val="00A24F53"/>
    <w:rsid w:val="00A26BBE"/>
    <w:rsid w:val="00A33E56"/>
    <w:rsid w:val="00AC71F6"/>
    <w:rsid w:val="00B02E48"/>
    <w:rsid w:val="00B23D0D"/>
    <w:rsid w:val="00B76EFE"/>
    <w:rsid w:val="00BA667A"/>
    <w:rsid w:val="00BC3C5D"/>
    <w:rsid w:val="00C161CB"/>
    <w:rsid w:val="00CE33E2"/>
    <w:rsid w:val="00CE4A8F"/>
    <w:rsid w:val="00D01270"/>
    <w:rsid w:val="00D05D79"/>
    <w:rsid w:val="00D340CF"/>
    <w:rsid w:val="00D453C6"/>
    <w:rsid w:val="00D64827"/>
    <w:rsid w:val="00D654BF"/>
    <w:rsid w:val="00D65866"/>
    <w:rsid w:val="00D85D04"/>
    <w:rsid w:val="00DA3210"/>
    <w:rsid w:val="00DA45FE"/>
    <w:rsid w:val="00DC3DAC"/>
    <w:rsid w:val="00DF4011"/>
    <w:rsid w:val="00E5109A"/>
    <w:rsid w:val="00E97CD6"/>
    <w:rsid w:val="00EC67B2"/>
    <w:rsid w:val="00EE5406"/>
    <w:rsid w:val="00F30A6E"/>
    <w:rsid w:val="00F46E06"/>
    <w:rsid w:val="00F92FB2"/>
    <w:rsid w:val="00F949AB"/>
    <w:rsid w:val="00FB02D0"/>
    <w:rsid w:val="00FB1855"/>
    <w:rsid w:val="00FD1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62D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65866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6EFD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Header">
    <w:name w:val="header"/>
    <w:basedOn w:val="Normal"/>
    <w:link w:val="HeaderChar"/>
    <w:uiPriority w:val="99"/>
    <w:rsid w:val="00D654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6CF0"/>
    <w:rPr>
      <w:rFonts w:cs="Calibri"/>
      <w:lang w:val="ru-RU" w:eastAsia="ru-RU"/>
    </w:rPr>
  </w:style>
  <w:style w:type="character" w:styleId="PageNumber">
    <w:name w:val="page number"/>
    <w:basedOn w:val="DefaultParagraphFont"/>
    <w:uiPriority w:val="99"/>
    <w:rsid w:val="00D654B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218</TotalTime>
  <Pages>2</Pages>
  <Words>2002</Words>
  <Characters>1142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DIANA</cp:lastModifiedBy>
  <cp:revision>40</cp:revision>
  <cp:lastPrinted>2014-01-23T11:26:00Z</cp:lastPrinted>
  <dcterms:created xsi:type="dcterms:W3CDTF">2013-12-23T06:37:00Z</dcterms:created>
  <dcterms:modified xsi:type="dcterms:W3CDTF">2014-01-27T07:58:00Z</dcterms:modified>
</cp:coreProperties>
</file>