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84" w:rsidRPr="004C1295" w:rsidRDefault="006E0D84" w:rsidP="000D69BE">
      <w:pPr>
        <w:autoSpaceDN w:val="0"/>
        <w:jc w:val="center"/>
        <w:rPr>
          <w:snapToGrid w:val="0"/>
          <w:spacing w:val="8"/>
        </w:rPr>
      </w:pPr>
      <w:r w:rsidRPr="000622FD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6.5pt" o:preferrelative="f" filled="t" fillcolor="silver">
            <v:imagedata r:id="rId4" o:title=""/>
            <o:lock v:ext="edit" aspectratio="f"/>
          </v:shape>
        </w:pict>
      </w:r>
    </w:p>
    <w:p w:rsidR="006E0D84" w:rsidRDefault="006E0D84" w:rsidP="000D69BE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6E0D84" w:rsidRPr="00310899" w:rsidRDefault="006E0D84" w:rsidP="000D69BE">
      <w:pPr>
        <w:pStyle w:val="Heading2"/>
        <w:tabs>
          <w:tab w:val="left" w:pos="4675"/>
        </w:tabs>
        <w:jc w:val="center"/>
        <w:rPr>
          <w:bCs/>
          <w:spacing w:val="14"/>
          <w:szCs w:val="28"/>
        </w:rPr>
      </w:pPr>
      <w:r w:rsidRPr="00310899">
        <w:rPr>
          <w:bCs/>
          <w:spacing w:val="14"/>
          <w:szCs w:val="28"/>
        </w:rPr>
        <w:t>ВОЛИНСЬКА ОБЛАСНА ДЕРЖАВНА АДМІНІСТРАЦІЯ</w:t>
      </w:r>
    </w:p>
    <w:p w:rsidR="006E0D84" w:rsidRPr="00310899" w:rsidRDefault="006E0D84" w:rsidP="000D69BE">
      <w:pPr>
        <w:jc w:val="center"/>
        <w:rPr>
          <w:b/>
        </w:rPr>
      </w:pPr>
    </w:p>
    <w:p w:rsidR="006E0D84" w:rsidRPr="007906C6" w:rsidRDefault="006E0D84" w:rsidP="000D69BE">
      <w:pPr>
        <w:pStyle w:val="Heading2"/>
        <w:jc w:val="center"/>
        <w:rPr>
          <w:bCs/>
          <w:sz w:val="32"/>
          <w:szCs w:val="32"/>
        </w:rPr>
      </w:pPr>
      <w:r w:rsidRPr="007906C6">
        <w:rPr>
          <w:bCs/>
          <w:sz w:val="32"/>
          <w:szCs w:val="32"/>
        </w:rPr>
        <w:t>РОЗПОРЯДЖЕННЯ</w:t>
      </w:r>
    </w:p>
    <w:p w:rsidR="006E0D84" w:rsidRPr="000D69BE" w:rsidRDefault="006E0D84" w:rsidP="000018C2">
      <w:pPr>
        <w:rPr>
          <w:sz w:val="28"/>
        </w:rPr>
      </w:pPr>
    </w:p>
    <w:p w:rsidR="006E0D84" w:rsidRDefault="006E0D84" w:rsidP="000018C2">
      <w:pPr>
        <w:rPr>
          <w:sz w:val="28"/>
        </w:rPr>
      </w:pPr>
      <w:r>
        <w:rPr>
          <w:sz w:val="28"/>
        </w:rPr>
        <w:t>09</w:t>
      </w:r>
      <w:r>
        <w:rPr>
          <w:sz w:val="28"/>
          <w:lang w:val="en-US"/>
        </w:rPr>
        <w:t xml:space="preserve"> </w:t>
      </w:r>
      <w:r>
        <w:rPr>
          <w:sz w:val="28"/>
        </w:rPr>
        <w:t>грудня 2013 року</w:t>
      </w:r>
      <w:r>
        <w:rPr>
          <w:sz w:val="28"/>
        </w:rPr>
        <w:tab/>
        <w:t xml:space="preserve">                    м.Луцьк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   № 502</w:t>
      </w:r>
    </w:p>
    <w:p w:rsidR="006E0D84" w:rsidRDefault="006E0D84" w:rsidP="000018C2">
      <w:pPr>
        <w:rPr>
          <w:sz w:val="28"/>
        </w:rPr>
      </w:pPr>
    </w:p>
    <w:p w:rsidR="006E0D84" w:rsidRPr="000D69BE" w:rsidRDefault="006E0D84" w:rsidP="000D69BE">
      <w:pPr>
        <w:rPr>
          <w:b/>
          <w:sz w:val="16"/>
          <w:szCs w:val="16"/>
        </w:rPr>
      </w:pPr>
    </w:p>
    <w:p w:rsidR="006E0D84" w:rsidRDefault="006E0D84" w:rsidP="000D69B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розпорядження</w:t>
      </w:r>
    </w:p>
    <w:p w:rsidR="006E0D84" w:rsidRDefault="006E0D84" w:rsidP="00683EEA">
      <w:pPr>
        <w:pStyle w:val="BodyText"/>
        <w:spacing w:after="0"/>
        <w:ind w:left="5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від 29 листопада 2013 року № 488</w:t>
      </w:r>
    </w:p>
    <w:p w:rsidR="006E0D84" w:rsidRDefault="006E0D84" w:rsidP="000D69BE">
      <w:pPr>
        <w:ind w:firstLine="708"/>
        <w:jc w:val="both"/>
        <w:rPr>
          <w:sz w:val="28"/>
          <w:szCs w:val="28"/>
        </w:rPr>
      </w:pPr>
    </w:p>
    <w:p w:rsidR="006E0D84" w:rsidRPr="000D69BE" w:rsidRDefault="006E0D84" w:rsidP="000D69BE">
      <w:pPr>
        <w:ind w:firstLine="708"/>
        <w:jc w:val="both"/>
        <w:rPr>
          <w:sz w:val="16"/>
          <w:szCs w:val="16"/>
        </w:rPr>
      </w:pPr>
    </w:p>
    <w:p w:rsidR="006E0D84" w:rsidRDefault="006E0D84" w:rsidP="000D69B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Відповідно до статті 6, пункту 4 статті 13 Закону України «Про місцеві державні адміністрації», постанови Кабінету Міністрів України від 21 вересня 1998 року № 1482 «Про передачу об’єктів права державної та комунальної власності» унести зміни у додаток</w:t>
      </w:r>
      <w:r w:rsidRPr="0092713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 xml:space="preserve">від 29 листопада 2013 року № 488, </w:t>
      </w:r>
      <w:r>
        <w:rPr>
          <w:bCs/>
          <w:sz w:val="28"/>
          <w:szCs w:val="28"/>
        </w:rPr>
        <w:t>виклавши його у новій редакції</w:t>
      </w:r>
      <w:r>
        <w:rPr>
          <w:sz w:val="28"/>
          <w:szCs w:val="28"/>
        </w:rPr>
        <w:t xml:space="preserve">, що </w:t>
      </w:r>
      <w:r>
        <w:rPr>
          <w:bCs/>
          <w:sz w:val="28"/>
          <w:szCs w:val="28"/>
        </w:rPr>
        <w:t>додається.</w:t>
      </w:r>
    </w:p>
    <w:p w:rsidR="006E0D84" w:rsidRDefault="006E0D84" w:rsidP="000018C2">
      <w:pPr>
        <w:jc w:val="both"/>
        <w:rPr>
          <w:bCs/>
          <w:sz w:val="28"/>
          <w:szCs w:val="28"/>
        </w:rPr>
      </w:pPr>
    </w:p>
    <w:p w:rsidR="006E0D84" w:rsidRDefault="006E0D84" w:rsidP="000018C2">
      <w:pPr>
        <w:jc w:val="both"/>
        <w:rPr>
          <w:bCs/>
          <w:sz w:val="28"/>
          <w:szCs w:val="28"/>
        </w:rPr>
      </w:pPr>
    </w:p>
    <w:p w:rsidR="006E0D84" w:rsidRDefault="006E0D84" w:rsidP="000018C2">
      <w:pPr>
        <w:jc w:val="both"/>
        <w:rPr>
          <w:bCs/>
          <w:sz w:val="28"/>
          <w:szCs w:val="28"/>
        </w:rPr>
      </w:pPr>
    </w:p>
    <w:p w:rsidR="006E0D84" w:rsidRDefault="006E0D84" w:rsidP="000018C2">
      <w:pPr>
        <w:jc w:val="both"/>
        <w:rPr>
          <w:bCs/>
          <w:sz w:val="28"/>
          <w:szCs w:val="28"/>
        </w:rPr>
      </w:pPr>
    </w:p>
    <w:p w:rsidR="006E0D84" w:rsidRDefault="006E0D84" w:rsidP="000018C2">
      <w:pPr>
        <w:jc w:val="both"/>
        <w:rPr>
          <w:bCs/>
          <w:sz w:val="28"/>
          <w:szCs w:val="28"/>
        </w:rPr>
      </w:pPr>
    </w:p>
    <w:p w:rsidR="006E0D84" w:rsidRDefault="006E0D84" w:rsidP="000018C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Голова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</w:t>
      </w:r>
      <w:r w:rsidRPr="000D69BE">
        <w:rPr>
          <w:b/>
          <w:bCs/>
          <w:sz w:val="28"/>
          <w:szCs w:val="28"/>
        </w:rPr>
        <w:t>Б.КЛІМЧУК</w:t>
      </w:r>
    </w:p>
    <w:p w:rsidR="006E0D84" w:rsidRDefault="006E0D84" w:rsidP="000018C2">
      <w:pPr>
        <w:jc w:val="both"/>
        <w:rPr>
          <w:bCs/>
          <w:sz w:val="28"/>
          <w:szCs w:val="28"/>
        </w:rPr>
      </w:pPr>
    </w:p>
    <w:p w:rsidR="006E0D84" w:rsidRDefault="006E0D84" w:rsidP="000018C2">
      <w:pPr>
        <w:jc w:val="both"/>
        <w:rPr>
          <w:bCs/>
          <w:sz w:val="28"/>
          <w:szCs w:val="28"/>
        </w:rPr>
      </w:pPr>
    </w:p>
    <w:p w:rsidR="006E0D84" w:rsidRDefault="006E0D84" w:rsidP="000018C2">
      <w:pPr>
        <w:jc w:val="both"/>
        <w:rPr>
          <w:bCs/>
          <w:sz w:val="28"/>
          <w:szCs w:val="28"/>
        </w:rPr>
      </w:pPr>
    </w:p>
    <w:p w:rsidR="006E0D84" w:rsidRDefault="006E0D84" w:rsidP="000018C2">
      <w:pPr>
        <w:jc w:val="both"/>
        <w:rPr>
          <w:bCs/>
          <w:sz w:val="28"/>
          <w:szCs w:val="28"/>
        </w:rPr>
      </w:pPr>
    </w:p>
    <w:p w:rsidR="006E0D84" w:rsidRDefault="006E0D84" w:rsidP="000018C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Конрад 778 155</w:t>
      </w:r>
    </w:p>
    <w:p w:rsidR="006E0D84" w:rsidRDefault="006E0D84" w:rsidP="000018C2">
      <w:pPr>
        <w:jc w:val="both"/>
      </w:pPr>
      <w:r>
        <w:rPr>
          <w:sz w:val="28"/>
          <w:szCs w:val="28"/>
        </w:rPr>
        <w:tab/>
      </w:r>
    </w:p>
    <w:sectPr w:rsidR="006E0D84" w:rsidSect="000D69B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8C2"/>
    <w:rsid w:val="0000145D"/>
    <w:rsid w:val="000018C2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1424"/>
    <w:rsid w:val="0003222D"/>
    <w:rsid w:val="000337B8"/>
    <w:rsid w:val="0003518E"/>
    <w:rsid w:val="00035412"/>
    <w:rsid w:val="00035B95"/>
    <w:rsid w:val="00036E8A"/>
    <w:rsid w:val="00043339"/>
    <w:rsid w:val="0004593B"/>
    <w:rsid w:val="00047413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2FD"/>
    <w:rsid w:val="000624FB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C65"/>
    <w:rsid w:val="00092E1A"/>
    <w:rsid w:val="00095C03"/>
    <w:rsid w:val="00095CCB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9BE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760C"/>
    <w:rsid w:val="000F7F0D"/>
    <w:rsid w:val="00102D9A"/>
    <w:rsid w:val="001044CC"/>
    <w:rsid w:val="00106ADF"/>
    <w:rsid w:val="00110666"/>
    <w:rsid w:val="00111C4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F1901"/>
    <w:rsid w:val="001F1920"/>
    <w:rsid w:val="001F495F"/>
    <w:rsid w:val="001F61BD"/>
    <w:rsid w:val="0020188F"/>
    <w:rsid w:val="00204F55"/>
    <w:rsid w:val="00210B2A"/>
    <w:rsid w:val="002120D6"/>
    <w:rsid w:val="002150BE"/>
    <w:rsid w:val="00215E01"/>
    <w:rsid w:val="002169AA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4104"/>
    <w:rsid w:val="00274761"/>
    <w:rsid w:val="00274936"/>
    <w:rsid w:val="00275D3A"/>
    <w:rsid w:val="0027604A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2C97"/>
    <w:rsid w:val="002A2E1A"/>
    <w:rsid w:val="002A4815"/>
    <w:rsid w:val="002A5173"/>
    <w:rsid w:val="002A7D8D"/>
    <w:rsid w:val="002B316E"/>
    <w:rsid w:val="002B3659"/>
    <w:rsid w:val="002B4709"/>
    <w:rsid w:val="002B5452"/>
    <w:rsid w:val="002B671B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9A6"/>
    <w:rsid w:val="002F7ECF"/>
    <w:rsid w:val="00307C9E"/>
    <w:rsid w:val="00310899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351E3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A0A3A"/>
    <w:rsid w:val="003A3BA9"/>
    <w:rsid w:val="003A445C"/>
    <w:rsid w:val="003A49CA"/>
    <w:rsid w:val="003B2F19"/>
    <w:rsid w:val="003B332B"/>
    <w:rsid w:val="003B34DC"/>
    <w:rsid w:val="003B4985"/>
    <w:rsid w:val="003B5B4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BBE"/>
    <w:rsid w:val="003D3DA1"/>
    <w:rsid w:val="003D5AE5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1295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52E1"/>
    <w:rsid w:val="0051099B"/>
    <w:rsid w:val="00511BA5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66CF"/>
    <w:rsid w:val="00537414"/>
    <w:rsid w:val="005404F5"/>
    <w:rsid w:val="00542299"/>
    <w:rsid w:val="00545089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746"/>
    <w:rsid w:val="005B17AD"/>
    <w:rsid w:val="005B2838"/>
    <w:rsid w:val="005B2877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75AB"/>
    <w:rsid w:val="0067082C"/>
    <w:rsid w:val="00670CED"/>
    <w:rsid w:val="00670D2C"/>
    <w:rsid w:val="0067255D"/>
    <w:rsid w:val="006739E5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3EEA"/>
    <w:rsid w:val="0068468B"/>
    <w:rsid w:val="00686F50"/>
    <w:rsid w:val="00687AE9"/>
    <w:rsid w:val="00690642"/>
    <w:rsid w:val="006925AF"/>
    <w:rsid w:val="006A09E6"/>
    <w:rsid w:val="006A0AF3"/>
    <w:rsid w:val="006A0C16"/>
    <w:rsid w:val="006A3443"/>
    <w:rsid w:val="006A381F"/>
    <w:rsid w:val="006A4434"/>
    <w:rsid w:val="006A4E68"/>
    <w:rsid w:val="006A5B30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5C06"/>
    <w:rsid w:val="006C65AB"/>
    <w:rsid w:val="006D0567"/>
    <w:rsid w:val="006D280D"/>
    <w:rsid w:val="006D33FC"/>
    <w:rsid w:val="006D60BD"/>
    <w:rsid w:val="006E0D84"/>
    <w:rsid w:val="006E12F3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5640"/>
    <w:rsid w:val="007860AC"/>
    <w:rsid w:val="00786350"/>
    <w:rsid w:val="007867AF"/>
    <w:rsid w:val="007901BE"/>
    <w:rsid w:val="007906C6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9F2"/>
    <w:rsid w:val="007D3DB5"/>
    <w:rsid w:val="007D4F3B"/>
    <w:rsid w:val="007D64E6"/>
    <w:rsid w:val="007E0041"/>
    <w:rsid w:val="007E08AE"/>
    <w:rsid w:val="007E13A0"/>
    <w:rsid w:val="007E29E6"/>
    <w:rsid w:val="007E56F0"/>
    <w:rsid w:val="007E5BC0"/>
    <w:rsid w:val="007E5E35"/>
    <w:rsid w:val="007E6025"/>
    <w:rsid w:val="007F047B"/>
    <w:rsid w:val="007F1A28"/>
    <w:rsid w:val="007F1BE6"/>
    <w:rsid w:val="007F3F90"/>
    <w:rsid w:val="007F4606"/>
    <w:rsid w:val="007F4C4D"/>
    <w:rsid w:val="007F583B"/>
    <w:rsid w:val="00802CB0"/>
    <w:rsid w:val="0080350C"/>
    <w:rsid w:val="00804551"/>
    <w:rsid w:val="008073B3"/>
    <w:rsid w:val="0081033C"/>
    <w:rsid w:val="008106BF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55E"/>
    <w:rsid w:val="00834902"/>
    <w:rsid w:val="008353D4"/>
    <w:rsid w:val="00835575"/>
    <w:rsid w:val="0083594C"/>
    <w:rsid w:val="0083652E"/>
    <w:rsid w:val="00836E86"/>
    <w:rsid w:val="00845C28"/>
    <w:rsid w:val="00846180"/>
    <w:rsid w:val="00850705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A72EE"/>
    <w:rsid w:val="008B0187"/>
    <w:rsid w:val="008B079C"/>
    <w:rsid w:val="008B17DE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70C8"/>
    <w:rsid w:val="00907A20"/>
    <w:rsid w:val="00910723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130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63D5"/>
    <w:rsid w:val="00957CD4"/>
    <w:rsid w:val="00960AD8"/>
    <w:rsid w:val="00962196"/>
    <w:rsid w:val="00962251"/>
    <w:rsid w:val="00964742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47FC"/>
    <w:rsid w:val="0099633C"/>
    <w:rsid w:val="00996968"/>
    <w:rsid w:val="009978D7"/>
    <w:rsid w:val="009A0BD2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EE5"/>
    <w:rsid w:val="009C47C8"/>
    <w:rsid w:val="009C567F"/>
    <w:rsid w:val="009C5BDA"/>
    <w:rsid w:val="009C5CE2"/>
    <w:rsid w:val="009C6640"/>
    <w:rsid w:val="009C71B4"/>
    <w:rsid w:val="009D2177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74ED"/>
    <w:rsid w:val="00A10163"/>
    <w:rsid w:val="00A1052E"/>
    <w:rsid w:val="00A12691"/>
    <w:rsid w:val="00A14A1A"/>
    <w:rsid w:val="00A155B7"/>
    <w:rsid w:val="00A16B57"/>
    <w:rsid w:val="00A17657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3737A"/>
    <w:rsid w:val="00A40D6E"/>
    <w:rsid w:val="00A40E5E"/>
    <w:rsid w:val="00A412E0"/>
    <w:rsid w:val="00A444DF"/>
    <w:rsid w:val="00A44905"/>
    <w:rsid w:val="00A46657"/>
    <w:rsid w:val="00A55262"/>
    <w:rsid w:val="00A55811"/>
    <w:rsid w:val="00A574E4"/>
    <w:rsid w:val="00A57DD6"/>
    <w:rsid w:val="00A611ED"/>
    <w:rsid w:val="00A62F9B"/>
    <w:rsid w:val="00A63977"/>
    <w:rsid w:val="00A644ED"/>
    <w:rsid w:val="00A65376"/>
    <w:rsid w:val="00A66027"/>
    <w:rsid w:val="00A701B5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D6"/>
    <w:rsid w:val="00AF2FDE"/>
    <w:rsid w:val="00AF3321"/>
    <w:rsid w:val="00AF43E8"/>
    <w:rsid w:val="00AF48D6"/>
    <w:rsid w:val="00AF5630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98E"/>
    <w:rsid w:val="00B40D13"/>
    <w:rsid w:val="00B43720"/>
    <w:rsid w:val="00B43874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63AE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D0CCA"/>
    <w:rsid w:val="00CD0DE4"/>
    <w:rsid w:val="00CD1456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24D"/>
    <w:rsid w:val="00CF141E"/>
    <w:rsid w:val="00CF178A"/>
    <w:rsid w:val="00CF67CD"/>
    <w:rsid w:val="00CF7226"/>
    <w:rsid w:val="00CF75B3"/>
    <w:rsid w:val="00CF774E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5DB5"/>
    <w:rsid w:val="00D716B9"/>
    <w:rsid w:val="00D72B98"/>
    <w:rsid w:val="00D72D7D"/>
    <w:rsid w:val="00D749DE"/>
    <w:rsid w:val="00D75D11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B0AF8"/>
    <w:rsid w:val="00DB0C52"/>
    <w:rsid w:val="00DB225F"/>
    <w:rsid w:val="00DB25BD"/>
    <w:rsid w:val="00DB315D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60F"/>
    <w:rsid w:val="00E237E0"/>
    <w:rsid w:val="00E23DB1"/>
    <w:rsid w:val="00E2509A"/>
    <w:rsid w:val="00E2657D"/>
    <w:rsid w:val="00E30C3D"/>
    <w:rsid w:val="00E32068"/>
    <w:rsid w:val="00E32B29"/>
    <w:rsid w:val="00E33C85"/>
    <w:rsid w:val="00E3424A"/>
    <w:rsid w:val="00E36313"/>
    <w:rsid w:val="00E37FA1"/>
    <w:rsid w:val="00E37FAF"/>
    <w:rsid w:val="00E400C9"/>
    <w:rsid w:val="00E40525"/>
    <w:rsid w:val="00E440D6"/>
    <w:rsid w:val="00E45364"/>
    <w:rsid w:val="00E4795F"/>
    <w:rsid w:val="00E47A2D"/>
    <w:rsid w:val="00E50326"/>
    <w:rsid w:val="00E506F1"/>
    <w:rsid w:val="00E50E71"/>
    <w:rsid w:val="00E51FC5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0EE0"/>
    <w:rsid w:val="00EA16E3"/>
    <w:rsid w:val="00EA3EBC"/>
    <w:rsid w:val="00EA4B31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F01687"/>
    <w:rsid w:val="00F03DAC"/>
    <w:rsid w:val="00F06379"/>
    <w:rsid w:val="00F11632"/>
    <w:rsid w:val="00F15752"/>
    <w:rsid w:val="00F15D47"/>
    <w:rsid w:val="00F21231"/>
    <w:rsid w:val="00F214E2"/>
    <w:rsid w:val="00F21A04"/>
    <w:rsid w:val="00F24239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708E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580"/>
    <w:rsid w:val="00F51573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D068C"/>
    <w:rsid w:val="00FD08DE"/>
    <w:rsid w:val="00FD176A"/>
    <w:rsid w:val="00FD3190"/>
    <w:rsid w:val="00FD511E"/>
    <w:rsid w:val="00FD5D49"/>
    <w:rsid w:val="00FD6105"/>
    <w:rsid w:val="00FD63C6"/>
    <w:rsid w:val="00FD681F"/>
    <w:rsid w:val="00FD74FC"/>
    <w:rsid w:val="00FE09F7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3351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8C2"/>
    <w:rPr>
      <w:rFonts w:ascii="Times New Roman" w:eastAsia="Times New Roman" w:hAnsi="Times New Roman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0D69BE"/>
    <w:pPr>
      <w:keepNext/>
      <w:outlineLvl w:val="1"/>
    </w:pPr>
    <w:rPr>
      <w:rFonts w:eastAsia="Calibri"/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018C2"/>
    <w:pPr>
      <w:spacing w:after="120"/>
    </w:pPr>
    <w:rPr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018C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418</Words>
  <Characters>239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6</cp:revision>
  <dcterms:created xsi:type="dcterms:W3CDTF">2013-12-09T09:16:00Z</dcterms:created>
  <dcterms:modified xsi:type="dcterms:W3CDTF">2013-12-09T15:13:00Z</dcterms:modified>
</cp:coreProperties>
</file>